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55D" w:rsidRDefault="0028555D" w:rsidP="00F518DE">
      <w:pPr>
        <w:pStyle w:val="a8"/>
        <w:ind w:firstLine="6237"/>
      </w:pPr>
      <w:bookmarkStart w:id="0" w:name="_GoBack"/>
      <w:bookmarkEnd w:id="0"/>
      <w:r>
        <w:t>Приложение</w:t>
      </w:r>
    </w:p>
    <w:p w:rsidR="0028555D" w:rsidRDefault="0028555D" w:rsidP="00F518DE">
      <w:pPr>
        <w:pStyle w:val="a8"/>
        <w:ind w:firstLine="6237"/>
      </w:pPr>
      <w:r>
        <w:t>к постановлению главы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F518DE">
      <w:pPr>
        <w:pStyle w:val="a8"/>
        <w:ind w:firstLine="6237"/>
      </w:pPr>
      <w:r>
        <w:t xml:space="preserve">от                        № </w:t>
      </w:r>
    </w:p>
    <w:p w:rsidR="0028555D" w:rsidRDefault="0028555D" w:rsidP="00F518DE">
      <w:pPr>
        <w:pStyle w:val="a8"/>
        <w:ind w:firstLine="6237"/>
      </w:pPr>
      <w:r>
        <w:t xml:space="preserve">                                             </w:t>
      </w:r>
    </w:p>
    <w:p w:rsidR="0028555D" w:rsidRDefault="0028555D" w:rsidP="00F518DE">
      <w:pPr>
        <w:pStyle w:val="a8"/>
        <w:tabs>
          <w:tab w:val="left" w:pos="5040"/>
          <w:tab w:val="left" w:pos="5220"/>
        </w:tabs>
        <w:ind w:firstLine="6237"/>
      </w:pPr>
      <w:r>
        <w:t>Проект подготовлен главой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524B56" w:rsidRDefault="00524B56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  <w:r>
        <w:t>ДУМА ГОРОДА ВЛАДИВОСТОКА</w:t>
      </w:r>
    </w:p>
    <w:p w:rsidR="0028555D" w:rsidRDefault="0028555D" w:rsidP="0028555D">
      <w:pPr>
        <w:pStyle w:val="a8"/>
        <w:jc w:val="center"/>
      </w:pPr>
    </w:p>
    <w:p w:rsidR="00524B56" w:rsidRDefault="00524B56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  <w:r>
        <w:t>РЕШЕНИЕ</w:t>
      </w: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524B56" w:rsidRDefault="00524B56" w:rsidP="0028555D">
      <w:pPr>
        <w:pStyle w:val="a8"/>
        <w:jc w:val="center"/>
      </w:pPr>
    </w:p>
    <w:p w:rsidR="0028555D" w:rsidRDefault="002D6EA2" w:rsidP="00EB710C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 xml:space="preserve">Об утверждении перечня </w:t>
      </w:r>
      <w:r w:rsidR="00EB710C">
        <w:rPr>
          <w:rFonts w:ascii="Times New Roman" w:hAnsi="Times New Roman"/>
          <w:sz w:val="28"/>
          <w:szCs w:val="28"/>
        </w:rPr>
        <w:t>имущества</w:t>
      </w:r>
      <w:r w:rsidRPr="00411B45">
        <w:rPr>
          <w:rFonts w:ascii="Times New Roman" w:hAnsi="Times New Roman"/>
          <w:sz w:val="28"/>
          <w:szCs w:val="28"/>
        </w:rPr>
        <w:t>,</w:t>
      </w:r>
      <w:r w:rsidR="00EB710C">
        <w:rPr>
          <w:rFonts w:ascii="Times New Roman" w:hAnsi="Times New Roman"/>
          <w:sz w:val="28"/>
          <w:szCs w:val="28"/>
        </w:rPr>
        <w:t xml:space="preserve"> </w:t>
      </w:r>
      <w:r w:rsidR="00EB710C">
        <w:rPr>
          <w:rFonts w:ascii="Times New Roman" w:hAnsi="Times New Roman"/>
          <w:sz w:val="28"/>
          <w:szCs w:val="28"/>
        </w:rPr>
        <w:br/>
        <w:t>находящегося в государственной</w:t>
      </w:r>
      <w:r w:rsidR="00EB710C">
        <w:rPr>
          <w:rFonts w:ascii="Times New Roman" w:hAnsi="Times New Roman"/>
          <w:sz w:val="28"/>
          <w:szCs w:val="28"/>
        </w:rPr>
        <w:br/>
        <w:t xml:space="preserve">собственности </w:t>
      </w:r>
      <w:r w:rsidR="00F43518">
        <w:rPr>
          <w:rFonts w:ascii="Times New Roman" w:hAnsi="Times New Roman"/>
          <w:sz w:val="28"/>
          <w:szCs w:val="28"/>
        </w:rPr>
        <w:t>Российской Федерации</w:t>
      </w:r>
      <w:r w:rsidR="00EB710C">
        <w:rPr>
          <w:rFonts w:ascii="Times New Roman" w:hAnsi="Times New Roman"/>
          <w:sz w:val="28"/>
          <w:szCs w:val="28"/>
        </w:rPr>
        <w:t>,</w:t>
      </w:r>
      <w:r w:rsidR="00EB710C">
        <w:rPr>
          <w:rFonts w:ascii="Times New Roman" w:hAnsi="Times New Roman"/>
          <w:sz w:val="28"/>
          <w:szCs w:val="28"/>
        </w:rPr>
        <w:br/>
      </w:r>
      <w:r w:rsidRPr="00411B45">
        <w:rPr>
          <w:rFonts w:ascii="Times New Roman" w:hAnsi="Times New Roman"/>
          <w:sz w:val="28"/>
          <w:szCs w:val="28"/>
        </w:rPr>
        <w:t xml:space="preserve">передаваемого в </w:t>
      </w:r>
      <w:r w:rsidR="00EB710C">
        <w:rPr>
          <w:rFonts w:ascii="Times New Roman" w:hAnsi="Times New Roman"/>
          <w:sz w:val="28"/>
          <w:szCs w:val="28"/>
        </w:rPr>
        <w:t>муниципальную собственность</w:t>
      </w:r>
    </w:p>
    <w:p w:rsidR="0028555D" w:rsidRDefault="0028555D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4B56" w:rsidRDefault="00524B56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7E7C09">
      <w:pPr>
        <w:pStyle w:val="a8"/>
        <w:spacing w:line="360" w:lineRule="auto"/>
        <w:ind w:firstLine="709"/>
      </w:pPr>
      <w:proofErr w:type="gramStart"/>
      <w:r>
        <w:rPr>
          <w:szCs w:val="28"/>
        </w:rPr>
        <w:t xml:space="preserve">В соответствии с Федеральным законом от 06.10.2003 № 131-ФЗ </w:t>
      </w:r>
      <w:r>
        <w:rPr>
          <w:szCs w:val="28"/>
        </w:rPr>
        <w:br/>
        <w:t xml:space="preserve">«Об общих принципах организации местного самоуправления в </w:t>
      </w:r>
      <w:r>
        <w:rPr>
          <w:szCs w:val="28"/>
        </w:rPr>
        <w:br/>
        <w:t xml:space="preserve">Российской Федерации», </w:t>
      </w:r>
      <w:r w:rsidR="007E7C09">
        <w:rPr>
          <w:szCs w:val="28"/>
        </w:rPr>
        <w:t>частью</w:t>
      </w:r>
      <w:r w:rsidR="007E7C09" w:rsidRPr="007E7C09">
        <w:rPr>
          <w:szCs w:val="28"/>
        </w:rPr>
        <w:t xml:space="preserve"> 11 статьи 154 Федерального закона от 22.08.2004 № 122-ФЗ </w:t>
      </w:r>
      <w:r w:rsidR="001F2C47" w:rsidRPr="001F2C47">
        <w:rPr>
          <w:szCs w:val="28"/>
        </w:rPr>
        <w:t>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</w:t>
      </w:r>
      <w:proofErr w:type="gramEnd"/>
      <w:r w:rsidR="001F2C47" w:rsidRPr="001F2C47">
        <w:rPr>
          <w:szCs w:val="28"/>
        </w:rPr>
        <w:t xml:space="preserve">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</w:t>
      </w:r>
      <w:r>
        <w:rPr>
          <w:szCs w:val="28"/>
        </w:rPr>
        <w:t xml:space="preserve">, Уставом города Владивостока, муниципальным правовым актом города Владивостока </w:t>
      </w:r>
      <w:r>
        <w:t>от 30.05.2012 № 370-МПА «Порядок управления и распоряжения муниципальным имуществом города Владивостока» Дума города Владивостока</w:t>
      </w:r>
    </w:p>
    <w:p w:rsidR="006F3186" w:rsidRPr="007E7C09" w:rsidRDefault="006F3186" w:rsidP="001E5EA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РЕШИЛА:</w:t>
      </w: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pStyle w:val="5"/>
        <w:tabs>
          <w:tab w:val="left" w:pos="8647"/>
        </w:tabs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 xml:space="preserve">1. Утвердить перечень </w:t>
      </w:r>
      <w:r w:rsidR="00EB710C" w:rsidRPr="00EB710C">
        <w:rPr>
          <w:rFonts w:ascii="Times New Roman" w:hAnsi="Times New Roman"/>
          <w:b w:val="0"/>
          <w:i w:val="0"/>
          <w:sz w:val="28"/>
          <w:szCs w:val="28"/>
        </w:rPr>
        <w:t xml:space="preserve">имущества, находящегося в государственной собственности </w:t>
      </w:r>
      <w:r w:rsidR="00F43518">
        <w:rPr>
          <w:rFonts w:ascii="Times New Roman" w:hAnsi="Times New Roman"/>
          <w:b w:val="0"/>
          <w:i w:val="0"/>
          <w:sz w:val="28"/>
          <w:szCs w:val="28"/>
        </w:rPr>
        <w:t>Российской Федерации</w:t>
      </w:r>
      <w:r w:rsidR="00EB710C" w:rsidRPr="00EB710C">
        <w:rPr>
          <w:rFonts w:ascii="Times New Roman" w:hAnsi="Times New Roman"/>
          <w:b w:val="0"/>
          <w:i w:val="0"/>
          <w:sz w:val="28"/>
          <w:szCs w:val="28"/>
        </w:rPr>
        <w:t xml:space="preserve">, передаваемого в муниципальную собственность </w:t>
      </w:r>
      <w:r>
        <w:rPr>
          <w:rFonts w:ascii="Times New Roman" w:hAnsi="Times New Roman"/>
          <w:b w:val="0"/>
          <w:i w:val="0"/>
          <w:sz w:val="28"/>
          <w:szCs w:val="28"/>
        </w:rPr>
        <w:t>(прилагается).</w:t>
      </w:r>
    </w:p>
    <w:p w:rsidR="0028555D" w:rsidRDefault="0028555D" w:rsidP="002855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Контроль исполнения настоящего решения возложить на комитет по экономической политике и муниципальной собственности Думы </w:t>
      </w:r>
      <w:r>
        <w:rPr>
          <w:rFonts w:ascii="Times New Roman" w:hAnsi="Times New Roman"/>
          <w:sz w:val="28"/>
          <w:szCs w:val="28"/>
        </w:rPr>
        <w:br/>
        <w:t xml:space="preserve">города Владивостока (Васильев В.А.). </w:t>
      </w:r>
    </w:p>
    <w:p w:rsidR="0028555D" w:rsidRDefault="0028555D" w:rsidP="002855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силу со дня его принятия.</w:t>
      </w: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666C" w:rsidRPr="00150CD4" w:rsidRDefault="0028555D" w:rsidP="00150CD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  </w:t>
      </w:r>
      <w:r w:rsidR="00136A55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А.П.</w:t>
      </w:r>
      <w:r w:rsidR="00136A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Брик</w:t>
      </w:r>
    </w:p>
    <w:sectPr w:rsidR="00AA666C" w:rsidRPr="00150CD4" w:rsidSect="00463C14">
      <w:headerReference w:type="default" r:id="rId7"/>
      <w:pgSz w:w="11907" w:h="16840" w:code="9"/>
      <w:pgMar w:top="284" w:right="851" w:bottom="1276" w:left="1418" w:header="567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558" w:rsidRDefault="00277558">
      <w:pPr>
        <w:spacing w:after="0" w:line="240" w:lineRule="auto"/>
      </w:pPr>
      <w:r>
        <w:separator/>
      </w:r>
    </w:p>
  </w:endnote>
  <w:endnote w:type="continuationSeparator" w:id="0">
    <w:p w:rsidR="00277558" w:rsidRDefault="00277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558" w:rsidRDefault="00277558">
      <w:pPr>
        <w:spacing w:after="0" w:line="240" w:lineRule="auto"/>
      </w:pPr>
      <w:r>
        <w:separator/>
      </w:r>
    </w:p>
  </w:footnote>
  <w:footnote w:type="continuationSeparator" w:id="0">
    <w:p w:rsidR="00277558" w:rsidRDefault="002775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006" w:rsidRDefault="0021700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76E0C">
      <w:rPr>
        <w:noProof/>
      </w:rPr>
      <w:t>2</w:t>
    </w:r>
    <w:r>
      <w:fldChar w:fldCharType="end"/>
    </w:r>
  </w:p>
  <w:p w:rsidR="00217006" w:rsidRDefault="002170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85B"/>
    <w:rsid w:val="000025E2"/>
    <w:rsid w:val="00005EC1"/>
    <w:rsid w:val="00020B17"/>
    <w:rsid w:val="0002379B"/>
    <w:rsid w:val="000273C6"/>
    <w:rsid w:val="00033C4F"/>
    <w:rsid w:val="00035D30"/>
    <w:rsid w:val="00040CCD"/>
    <w:rsid w:val="00044DCD"/>
    <w:rsid w:val="00045219"/>
    <w:rsid w:val="000502D0"/>
    <w:rsid w:val="00066F9D"/>
    <w:rsid w:val="0007129B"/>
    <w:rsid w:val="00085001"/>
    <w:rsid w:val="00087FC1"/>
    <w:rsid w:val="000919A5"/>
    <w:rsid w:val="00091C57"/>
    <w:rsid w:val="00097F3B"/>
    <w:rsid w:val="000A3A1C"/>
    <w:rsid w:val="000A3AAD"/>
    <w:rsid w:val="000A49EF"/>
    <w:rsid w:val="000A538F"/>
    <w:rsid w:val="000A5B35"/>
    <w:rsid w:val="000A6853"/>
    <w:rsid w:val="000A6E78"/>
    <w:rsid w:val="000C0714"/>
    <w:rsid w:val="000C0F65"/>
    <w:rsid w:val="000C1BC4"/>
    <w:rsid w:val="000C1E07"/>
    <w:rsid w:val="000C3827"/>
    <w:rsid w:val="000C464B"/>
    <w:rsid w:val="000D06CA"/>
    <w:rsid w:val="000D070D"/>
    <w:rsid w:val="000D3F50"/>
    <w:rsid w:val="000D604D"/>
    <w:rsid w:val="000D753B"/>
    <w:rsid w:val="000E471D"/>
    <w:rsid w:val="000F1E06"/>
    <w:rsid w:val="000F3C3B"/>
    <w:rsid w:val="000F5388"/>
    <w:rsid w:val="00101353"/>
    <w:rsid w:val="00115BAB"/>
    <w:rsid w:val="00123779"/>
    <w:rsid w:val="001251DD"/>
    <w:rsid w:val="00136A55"/>
    <w:rsid w:val="00150CD4"/>
    <w:rsid w:val="00154D8D"/>
    <w:rsid w:val="00166874"/>
    <w:rsid w:val="00174579"/>
    <w:rsid w:val="00180445"/>
    <w:rsid w:val="001860E5"/>
    <w:rsid w:val="00186679"/>
    <w:rsid w:val="00191127"/>
    <w:rsid w:val="00196DF1"/>
    <w:rsid w:val="001A2FDC"/>
    <w:rsid w:val="001B07F2"/>
    <w:rsid w:val="001C1070"/>
    <w:rsid w:val="001C5D57"/>
    <w:rsid w:val="001E5AE1"/>
    <w:rsid w:val="001E5EA6"/>
    <w:rsid w:val="001F2C47"/>
    <w:rsid w:val="001F2F9A"/>
    <w:rsid w:val="002006F7"/>
    <w:rsid w:val="00205D71"/>
    <w:rsid w:val="00211207"/>
    <w:rsid w:val="00211AF2"/>
    <w:rsid w:val="00214C92"/>
    <w:rsid w:val="002157D1"/>
    <w:rsid w:val="00215C76"/>
    <w:rsid w:val="00217006"/>
    <w:rsid w:val="00222373"/>
    <w:rsid w:val="00223DEC"/>
    <w:rsid w:val="002242F6"/>
    <w:rsid w:val="00224BD5"/>
    <w:rsid w:val="0023151C"/>
    <w:rsid w:val="00242CB4"/>
    <w:rsid w:val="002472E2"/>
    <w:rsid w:val="002474F9"/>
    <w:rsid w:val="0025357C"/>
    <w:rsid w:val="002536D9"/>
    <w:rsid w:val="00254664"/>
    <w:rsid w:val="002577EC"/>
    <w:rsid w:val="00261D20"/>
    <w:rsid w:val="002628D1"/>
    <w:rsid w:val="00266612"/>
    <w:rsid w:val="0027407B"/>
    <w:rsid w:val="00277558"/>
    <w:rsid w:val="002778F1"/>
    <w:rsid w:val="0028040B"/>
    <w:rsid w:val="002808DA"/>
    <w:rsid w:val="0028555D"/>
    <w:rsid w:val="002868C6"/>
    <w:rsid w:val="00295350"/>
    <w:rsid w:val="002A679F"/>
    <w:rsid w:val="002B2697"/>
    <w:rsid w:val="002C2E69"/>
    <w:rsid w:val="002C4C23"/>
    <w:rsid w:val="002D2CD1"/>
    <w:rsid w:val="002D469B"/>
    <w:rsid w:val="002D4A0E"/>
    <w:rsid w:val="002D6463"/>
    <w:rsid w:val="002D6EA2"/>
    <w:rsid w:val="002E39E9"/>
    <w:rsid w:val="002E4C3A"/>
    <w:rsid w:val="002F1FF8"/>
    <w:rsid w:val="002F31A9"/>
    <w:rsid w:val="0030351D"/>
    <w:rsid w:val="003201B9"/>
    <w:rsid w:val="00324CB9"/>
    <w:rsid w:val="003256EB"/>
    <w:rsid w:val="003300AB"/>
    <w:rsid w:val="003378B0"/>
    <w:rsid w:val="00341D4C"/>
    <w:rsid w:val="00343B41"/>
    <w:rsid w:val="00344319"/>
    <w:rsid w:val="003450C3"/>
    <w:rsid w:val="00366FE2"/>
    <w:rsid w:val="00390B2F"/>
    <w:rsid w:val="00390F25"/>
    <w:rsid w:val="003B0A94"/>
    <w:rsid w:val="003B483A"/>
    <w:rsid w:val="003B4E3A"/>
    <w:rsid w:val="003B680C"/>
    <w:rsid w:val="003C16E7"/>
    <w:rsid w:val="003C4DEC"/>
    <w:rsid w:val="003D3A17"/>
    <w:rsid w:val="003E5EA5"/>
    <w:rsid w:val="003F4513"/>
    <w:rsid w:val="003F488C"/>
    <w:rsid w:val="003F78D5"/>
    <w:rsid w:val="0040172C"/>
    <w:rsid w:val="0040347B"/>
    <w:rsid w:val="004041E4"/>
    <w:rsid w:val="0041156A"/>
    <w:rsid w:val="00411811"/>
    <w:rsid w:val="00411B45"/>
    <w:rsid w:val="004137B0"/>
    <w:rsid w:val="00417250"/>
    <w:rsid w:val="00421A65"/>
    <w:rsid w:val="0042791C"/>
    <w:rsid w:val="00430281"/>
    <w:rsid w:val="00437C9A"/>
    <w:rsid w:val="004409F5"/>
    <w:rsid w:val="00440FD0"/>
    <w:rsid w:val="00447124"/>
    <w:rsid w:val="00450506"/>
    <w:rsid w:val="00454856"/>
    <w:rsid w:val="00455FC4"/>
    <w:rsid w:val="00457C17"/>
    <w:rsid w:val="00457C64"/>
    <w:rsid w:val="00462FF2"/>
    <w:rsid w:val="00463C14"/>
    <w:rsid w:val="00463F95"/>
    <w:rsid w:val="00463FAF"/>
    <w:rsid w:val="00464529"/>
    <w:rsid w:val="0046589A"/>
    <w:rsid w:val="00466CA4"/>
    <w:rsid w:val="00467A28"/>
    <w:rsid w:val="00471023"/>
    <w:rsid w:val="00472390"/>
    <w:rsid w:val="004734CB"/>
    <w:rsid w:val="0047791E"/>
    <w:rsid w:val="004838C3"/>
    <w:rsid w:val="00496E28"/>
    <w:rsid w:val="004A144D"/>
    <w:rsid w:val="004B18A6"/>
    <w:rsid w:val="004B2E89"/>
    <w:rsid w:val="004B7DD0"/>
    <w:rsid w:val="004C09C6"/>
    <w:rsid w:val="004C2498"/>
    <w:rsid w:val="004C7151"/>
    <w:rsid w:val="004C7491"/>
    <w:rsid w:val="004D7009"/>
    <w:rsid w:val="004E4499"/>
    <w:rsid w:val="004E5AEE"/>
    <w:rsid w:val="004F1C43"/>
    <w:rsid w:val="004F1EE1"/>
    <w:rsid w:val="004F308E"/>
    <w:rsid w:val="004F6911"/>
    <w:rsid w:val="004F6D56"/>
    <w:rsid w:val="00510A94"/>
    <w:rsid w:val="00516F60"/>
    <w:rsid w:val="00517D48"/>
    <w:rsid w:val="00522221"/>
    <w:rsid w:val="00524588"/>
    <w:rsid w:val="00524B56"/>
    <w:rsid w:val="0053631C"/>
    <w:rsid w:val="005447E6"/>
    <w:rsid w:val="00551038"/>
    <w:rsid w:val="005548F6"/>
    <w:rsid w:val="005564F8"/>
    <w:rsid w:val="00583533"/>
    <w:rsid w:val="00587109"/>
    <w:rsid w:val="00590A1B"/>
    <w:rsid w:val="00593E75"/>
    <w:rsid w:val="005A449B"/>
    <w:rsid w:val="005A4B6F"/>
    <w:rsid w:val="005B5A43"/>
    <w:rsid w:val="005C1C23"/>
    <w:rsid w:val="005D0414"/>
    <w:rsid w:val="005D2B84"/>
    <w:rsid w:val="005D46CE"/>
    <w:rsid w:val="005E2C1D"/>
    <w:rsid w:val="005E39A4"/>
    <w:rsid w:val="005E41C7"/>
    <w:rsid w:val="005E437B"/>
    <w:rsid w:val="005F474E"/>
    <w:rsid w:val="00600B50"/>
    <w:rsid w:val="00604666"/>
    <w:rsid w:val="0060639A"/>
    <w:rsid w:val="00617486"/>
    <w:rsid w:val="0062332A"/>
    <w:rsid w:val="0062347A"/>
    <w:rsid w:val="00623491"/>
    <w:rsid w:val="00624062"/>
    <w:rsid w:val="0065038D"/>
    <w:rsid w:val="00651DB5"/>
    <w:rsid w:val="00665A3E"/>
    <w:rsid w:val="00671BA9"/>
    <w:rsid w:val="00672F32"/>
    <w:rsid w:val="006851A9"/>
    <w:rsid w:val="006A2282"/>
    <w:rsid w:val="006A31E9"/>
    <w:rsid w:val="006C2C9C"/>
    <w:rsid w:val="006C4046"/>
    <w:rsid w:val="006D1B22"/>
    <w:rsid w:val="006E1033"/>
    <w:rsid w:val="006E142C"/>
    <w:rsid w:val="006E19BC"/>
    <w:rsid w:val="006F1AD7"/>
    <w:rsid w:val="006F3186"/>
    <w:rsid w:val="006F4F3F"/>
    <w:rsid w:val="007019E5"/>
    <w:rsid w:val="00701A11"/>
    <w:rsid w:val="00702715"/>
    <w:rsid w:val="00706237"/>
    <w:rsid w:val="0071718E"/>
    <w:rsid w:val="00717EEF"/>
    <w:rsid w:val="00733CAE"/>
    <w:rsid w:val="0073709B"/>
    <w:rsid w:val="00746659"/>
    <w:rsid w:val="00756C50"/>
    <w:rsid w:val="00764A72"/>
    <w:rsid w:val="00765CBD"/>
    <w:rsid w:val="0078240D"/>
    <w:rsid w:val="00792321"/>
    <w:rsid w:val="00795C22"/>
    <w:rsid w:val="00797BC3"/>
    <w:rsid w:val="007A1B0C"/>
    <w:rsid w:val="007B0D10"/>
    <w:rsid w:val="007B4B59"/>
    <w:rsid w:val="007D4021"/>
    <w:rsid w:val="007D40B5"/>
    <w:rsid w:val="007E1D03"/>
    <w:rsid w:val="007E7C09"/>
    <w:rsid w:val="007F77CD"/>
    <w:rsid w:val="00802496"/>
    <w:rsid w:val="0080790A"/>
    <w:rsid w:val="00813C5D"/>
    <w:rsid w:val="0081706C"/>
    <w:rsid w:val="00821369"/>
    <w:rsid w:val="008218CD"/>
    <w:rsid w:val="00823A6A"/>
    <w:rsid w:val="008255E2"/>
    <w:rsid w:val="008318EF"/>
    <w:rsid w:val="008377FA"/>
    <w:rsid w:val="00841D50"/>
    <w:rsid w:val="008509B9"/>
    <w:rsid w:val="008554B1"/>
    <w:rsid w:val="00856F73"/>
    <w:rsid w:val="0087286A"/>
    <w:rsid w:val="008731F9"/>
    <w:rsid w:val="00874AB5"/>
    <w:rsid w:val="00875A11"/>
    <w:rsid w:val="00876E0C"/>
    <w:rsid w:val="00881802"/>
    <w:rsid w:val="00887F8B"/>
    <w:rsid w:val="008A6BEA"/>
    <w:rsid w:val="008A6E1C"/>
    <w:rsid w:val="008C368B"/>
    <w:rsid w:val="008C7479"/>
    <w:rsid w:val="008D7490"/>
    <w:rsid w:val="008E029C"/>
    <w:rsid w:val="008E5C3F"/>
    <w:rsid w:val="008F2E30"/>
    <w:rsid w:val="009048D6"/>
    <w:rsid w:val="0091424E"/>
    <w:rsid w:val="00923012"/>
    <w:rsid w:val="00924CE0"/>
    <w:rsid w:val="0092581E"/>
    <w:rsid w:val="00931F88"/>
    <w:rsid w:val="009329A4"/>
    <w:rsid w:val="0094345C"/>
    <w:rsid w:val="00947B1F"/>
    <w:rsid w:val="009511B5"/>
    <w:rsid w:val="00960593"/>
    <w:rsid w:val="00967FAC"/>
    <w:rsid w:val="00971658"/>
    <w:rsid w:val="0097436E"/>
    <w:rsid w:val="00976DC1"/>
    <w:rsid w:val="00981D00"/>
    <w:rsid w:val="00991FBA"/>
    <w:rsid w:val="00996E0B"/>
    <w:rsid w:val="009A3F23"/>
    <w:rsid w:val="009A6EA5"/>
    <w:rsid w:val="009B1209"/>
    <w:rsid w:val="009B55A3"/>
    <w:rsid w:val="009B6FA6"/>
    <w:rsid w:val="009C32EC"/>
    <w:rsid w:val="009C428C"/>
    <w:rsid w:val="009D149D"/>
    <w:rsid w:val="009D3C6A"/>
    <w:rsid w:val="009D74FB"/>
    <w:rsid w:val="009E1DA0"/>
    <w:rsid w:val="009E5C61"/>
    <w:rsid w:val="009F5C65"/>
    <w:rsid w:val="00A010A0"/>
    <w:rsid w:val="00A0411C"/>
    <w:rsid w:val="00A067DB"/>
    <w:rsid w:val="00A15BAB"/>
    <w:rsid w:val="00A15E95"/>
    <w:rsid w:val="00A2085B"/>
    <w:rsid w:val="00A20C91"/>
    <w:rsid w:val="00A32370"/>
    <w:rsid w:val="00A42141"/>
    <w:rsid w:val="00A5570F"/>
    <w:rsid w:val="00A563C2"/>
    <w:rsid w:val="00A57118"/>
    <w:rsid w:val="00A606EE"/>
    <w:rsid w:val="00A61506"/>
    <w:rsid w:val="00A62998"/>
    <w:rsid w:val="00A633D0"/>
    <w:rsid w:val="00A64688"/>
    <w:rsid w:val="00A64E96"/>
    <w:rsid w:val="00A74175"/>
    <w:rsid w:val="00A9713C"/>
    <w:rsid w:val="00AA1D35"/>
    <w:rsid w:val="00AA666C"/>
    <w:rsid w:val="00AB6896"/>
    <w:rsid w:val="00AC4908"/>
    <w:rsid w:val="00AC5D44"/>
    <w:rsid w:val="00AC6C3D"/>
    <w:rsid w:val="00AE3636"/>
    <w:rsid w:val="00AE5FCE"/>
    <w:rsid w:val="00AF1A2A"/>
    <w:rsid w:val="00AF2424"/>
    <w:rsid w:val="00AF48BF"/>
    <w:rsid w:val="00AF4B54"/>
    <w:rsid w:val="00AF4D14"/>
    <w:rsid w:val="00B179F9"/>
    <w:rsid w:val="00B250E8"/>
    <w:rsid w:val="00B377B1"/>
    <w:rsid w:val="00B4192A"/>
    <w:rsid w:val="00B503A3"/>
    <w:rsid w:val="00B5074D"/>
    <w:rsid w:val="00B55FD3"/>
    <w:rsid w:val="00B603F8"/>
    <w:rsid w:val="00B61C3F"/>
    <w:rsid w:val="00B8572B"/>
    <w:rsid w:val="00B908E1"/>
    <w:rsid w:val="00B92431"/>
    <w:rsid w:val="00B93275"/>
    <w:rsid w:val="00B97276"/>
    <w:rsid w:val="00BA0BD7"/>
    <w:rsid w:val="00BA11D7"/>
    <w:rsid w:val="00BB28B0"/>
    <w:rsid w:val="00BB4896"/>
    <w:rsid w:val="00BB592B"/>
    <w:rsid w:val="00BB618B"/>
    <w:rsid w:val="00BB6249"/>
    <w:rsid w:val="00BC596A"/>
    <w:rsid w:val="00BD2924"/>
    <w:rsid w:val="00BD4955"/>
    <w:rsid w:val="00BD6C18"/>
    <w:rsid w:val="00BE113B"/>
    <w:rsid w:val="00BE279E"/>
    <w:rsid w:val="00BE47B2"/>
    <w:rsid w:val="00BE609E"/>
    <w:rsid w:val="00BF1BB0"/>
    <w:rsid w:val="00BF62CB"/>
    <w:rsid w:val="00C00393"/>
    <w:rsid w:val="00C01CC1"/>
    <w:rsid w:val="00C10CBE"/>
    <w:rsid w:val="00C37771"/>
    <w:rsid w:val="00C421F8"/>
    <w:rsid w:val="00C433EA"/>
    <w:rsid w:val="00C6373E"/>
    <w:rsid w:val="00C71D05"/>
    <w:rsid w:val="00C72CE2"/>
    <w:rsid w:val="00C76193"/>
    <w:rsid w:val="00C81579"/>
    <w:rsid w:val="00C817CE"/>
    <w:rsid w:val="00C837BE"/>
    <w:rsid w:val="00C94B7A"/>
    <w:rsid w:val="00CA7247"/>
    <w:rsid w:val="00CB181C"/>
    <w:rsid w:val="00CC0293"/>
    <w:rsid w:val="00CC1348"/>
    <w:rsid w:val="00CC20B2"/>
    <w:rsid w:val="00CC43AE"/>
    <w:rsid w:val="00CC5414"/>
    <w:rsid w:val="00CD57D7"/>
    <w:rsid w:val="00CD5857"/>
    <w:rsid w:val="00CD6181"/>
    <w:rsid w:val="00CE6DED"/>
    <w:rsid w:val="00CE7D7F"/>
    <w:rsid w:val="00CF2FF3"/>
    <w:rsid w:val="00CF755D"/>
    <w:rsid w:val="00D052FA"/>
    <w:rsid w:val="00D12EA2"/>
    <w:rsid w:val="00D13052"/>
    <w:rsid w:val="00D15198"/>
    <w:rsid w:val="00D26BB0"/>
    <w:rsid w:val="00D32A0D"/>
    <w:rsid w:val="00D40D10"/>
    <w:rsid w:val="00D42A2B"/>
    <w:rsid w:val="00D455F4"/>
    <w:rsid w:val="00D51094"/>
    <w:rsid w:val="00D61C94"/>
    <w:rsid w:val="00D66209"/>
    <w:rsid w:val="00D702F0"/>
    <w:rsid w:val="00D82079"/>
    <w:rsid w:val="00D92016"/>
    <w:rsid w:val="00D92BEA"/>
    <w:rsid w:val="00D939E3"/>
    <w:rsid w:val="00DA52C7"/>
    <w:rsid w:val="00DA66B3"/>
    <w:rsid w:val="00DA6D27"/>
    <w:rsid w:val="00DC5C28"/>
    <w:rsid w:val="00DD38E4"/>
    <w:rsid w:val="00DE0120"/>
    <w:rsid w:val="00DF5013"/>
    <w:rsid w:val="00DF5A74"/>
    <w:rsid w:val="00E050B5"/>
    <w:rsid w:val="00E14038"/>
    <w:rsid w:val="00E21674"/>
    <w:rsid w:val="00E22904"/>
    <w:rsid w:val="00E24D4E"/>
    <w:rsid w:val="00E27CFB"/>
    <w:rsid w:val="00E50B43"/>
    <w:rsid w:val="00E64849"/>
    <w:rsid w:val="00E7761E"/>
    <w:rsid w:val="00E77EB7"/>
    <w:rsid w:val="00E83992"/>
    <w:rsid w:val="00E84D47"/>
    <w:rsid w:val="00E875F5"/>
    <w:rsid w:val="00E8789E"/>
    <w:rsid w:val="00EB4668"/>
    <w:rsid w:val="00EB710C"/>
    <w:rsid w:val="00EC3B13"/>
    <w:rsid w:val="00EC63D4"/>
    <w:rsid w:val="00ED354B"/>
    <w:rsid w:val="00ED6AD6"/>
    <w:rsid w:val="00ED76FC"/>
    <w:rsid w:val="00EE2B7B"/>
    <w:rsid w:val="00F048AF"/>
    <w:rsid w:val="00F05605"/>
    <w:rsid w:val="00F06ADA"/>
    <w:rsid w:val="00F108D0"/>
    <w:rsid w:val="00F27280"/>
    <w:rsid w:val="00F42BCC"/>
    <w:rsid w:val="00F4319D"/>
    <w:rsid w:val="00F43518"/>
    <w:rsid w:val="00F518DE"/>
    <w:rsid w:val="00F5244B"/>
    <w:rsid w:val="00F52A82"/>
    <w:rsid w:val="00F60C2D"/>
    <w:rsid w:val="00F60C4F"/>
    <w:rsid w:val="00F64CFF"/>
    <w:rsid w:val="00F6787E"/>
    <w:rsid w:val="00F708DC"/>
    <w:rsid w:val="00F80E05"/>
    <w:rsid w:val="00F85961"/>
    <w:rsid w:val="00F86BB8"/>
    <w:rsid w:val="00F872B0"/>
    <w:rsid w:val="00F873FC"/>
    <w:rsid w:val="00F90F24"/>
    <w:rsid w:val="00F93DBB"/>
    <w:rsid w:val="00F94521"/>
    <w:rsid w:val="00FB51F5"/>
    <w:rsid w:val="00FC53E2"/>
    <w:rsid w:val="00FD4360"/>
    <w:rsid w:val="00FD7131"/>
    <w:rsid w:val="00FE2346"/>
    <w:rsid w:val="00FE5BEC"/>
    <w:rsid w:val="00FE6AB1"/>
    <w:rsid w:val="00FE6F63"/>
    <w:rsid w:val="00FF1819"/>
    <w:rsid w:val="00FF6AC8"/>
    <w:rsid w:val="00FF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64;&#1072;&#1073;&#1083;&#1086;&#1085;&#1099;%20&#1040;&#1057;&#1069;&#1044;%20&#1044;&#1077;&#1083;&#1086;\&#1073;&#1083;&#1072;&#1085;&#1082;%20&#1087;&#1086;&#1089;&#1090;&#1072;&#1085;&#1086;&#1074;&#1083;&#1077;&#1085;&#1080;&#1103;%20&#1075;&#1083;&#1072;&#1074;&#1099;%20&#1075;&#1086;&#1088;&#1086;&#1076;&#1072;%20&#1042;&#1083;&#1072;&#1076;&#1080;&#1074;&#1086;&#1089;&#1090;&#1086;&#1082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постановления главы города Владивостока</Template>
  <TotalTime>0</TotalTime>
  <Pages>2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zhivago</dc:creator>
  <cp:lastModifiedBy>Молостова Виктория  Евгеньевна</cp:lastModifiedBy>
  <cp:revision>3</cp:revision>
  <cp:lastPrinted>2016-12-22T04:23:00Z</cp:lastPrinted>
  <dcterms:created xsi:type="dcterms:W3CDTF">2024-04-05T04:28:00Z</dcterms:created>
  <dcterms:modified xsi:type="dcterms:W3CDTF">2024-10-11T01:56:00Z</dcterms:modified>
</cp:coreProperties>
</file>