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A1E" w:rsidRDefault="00F579E0" w:rsidP="00F72A1E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A1E" w:rsidRDefault="00F72A1E" w:rsidP="00F72A1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F72A1E" w:rsidRDefault="00F72A1E" w:rsidP="00F72A1E">
      <w:pPr>
        <w:pStyle w:val="a6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F72A1E" w:rsidRDefault="00F72A1E" w:rsidP="00F72A1E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F72A1E" w:rsidRDefault="00F72A1E" w:rsidP="00F72A1E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F72A1E" w:rsidRDefault="00F72A1E" w:rsidP="00F72A1E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402"/>
        <w:gridCol w:w="425"/>
        <w:gridCol w:w="2835"/>
      </w:tblGrid>
      <w:tr w:rsidR="00F72A1E" w:rsidTr="00F72A1E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A1E" w:rsidRDefault="00F72A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hideMark/>
          </w:tcPr>
          <w:p w:rsidR="00F72A1E" w:rsidRDefault="00F72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  <w:hideMark/>
          </w:tcPr>
          <w:p w:rsidR="00F72A1E" w:rsidRDefault="00F72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A1E" w:rsidRDefault="00F72A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72A1E" w:rsidRDefault="00F72A1E" w:rsidP="00F72A1E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72A1E" w:rsidRDefault="00F72A1E" w:rsidP="00F72A1E">
      <w:pPr>
        <w:spacing w:after="0" w:line="240" w:lineRule="auto"/>
        <w:rPr>
          <w:sz w:val="28"/>
          <w:szCs w:val="28"/>
          <w:lang w:val="en-US"/>
        </w:rPr>
      </w:pPr>
    </w:p>
    <w:p w:rsidR="00F72A1E" w:rsidRDefault="00F72A1E" w:rsidP="00F72A1E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в Думу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города Владивостока проекта решения Думы города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Владивостока «О принятии муниципального правового акта города Владивостока «Программа приватизации муниципального имущества в городе Владивостоке на </w:t>
      </w:r>
      <w:r w:rsidR="009A7B79">
        <w:rPr>
          <w:rFonts w:ascii="Times New Roman" w:hAnsi="Times New Roman" w:cs="Times New Roman"/>
          <w:sz w:val="28"/>
          <w:szCs w:val="28"/>
        </w:rPr>
        <w:t>2025</w:t>
      </w:r>
      <w:r w:rsidR="005A5B4E">
        <w:rPr>
          <w:rFonts w:ascii="Times New Roman" w:hAnsi="Times New Roman" w:cs="Times New Roman"/>
          <w:sz w:val="28"/>
          <w:szCs w:val="28"/>
        </w:rPr>
        <w:t xml:space="preserve"> и </w:t>
      </w:r>
      <w:r w:rsidR="009A7B79">
        <w:rPr>
          <w:rFonts w:ascii="Times New Roman" w:hAnsi="Times New Roman" w:cs="Times New Roman"/>
          <w:sz w:val="28"/>
          <w:szCs w:val="28"/>
        </w:rPr>
        <w:t>2026</w:t>
      </w:r>
      <w:r w:rsidRPr="0022550D">
        <w:rPr>
          <w:rFonts w:ascii="Times New Roman" w:hAnsi="Times New Roman" w:cs="Times New Roman"/>
          <w:sz w:val="28"/>
          <w:szCs w:val="28"/>
        </w:rPr>
        <w:t xml:space="preserve"> год</w:t>
      </w:r>
      <w:r w:rsidR="00CE2D0A" w:rsidRPr="0022550D">
        <w:rPr>
          <w:rFonts w:ascii="Times New Roman" w:hAnsi="Times New Roman" w:cs="Times New Roman"/>
          <w:sz w:val="28"/>
          <w:szCs w:val="28"/>
        </w:rPr>
        <w:t>ы</w:t>
      </w:r>
      <w:r w:rsidRPr="0022550D">
        <w:rPr>
          <w:rFonts w:ascii="Times New Roman" w:hAnsi="Times New Roman" w:cs="Times New Roman"/>
          <w:sz w:val="28"/>
          <w:szCs w:val="28"/>
        </w:rPr>
        <w:t>»</w:t>
      </w:r>
    </w:p>
    <w:p w:rsidR="00F72A1E" w:rsidRDefault="00F72A1E" w:rsidP="00F72A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2A1E" w:rsidRDefault="00F72A1E" w:rsidP="00F72A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2A1E" w:rsidRDefault="00F72A1E" w:rsidP="00F72A1E">
      <w:pPr>
        <w:pStyle w:val="1"/>
        <w:spacing w:before="0" w:after="0"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06.10.2003 № 131-ФЗ                    «Об общих принципах организации местного самоуправления в Российской Федерации», статьей 37 Устава города Владивос</w:t>
      </w:r>
      <w:r w:rsidR="009A7B79">
        <w:rPr>
          <w:rFonts w:ascii="Times New Roman" w:hAnsi="Times New Roman" w:cs="Times New Roman"/>
          <w:b w:val="0"/>
          <w:sz w:val="28"/>
          <w:szCs w:val="28"/>
        </w:rPr>
        <w:t xml:space="preserve">тока, статьей 40 </w:t>
      </w:r>
      <w:r>
        <w:rPr>
          <w:rFonts w:ascii="Times New Roman" w:hAnsi="Times New Roman" w:cs="Times New Roman"/>
          <w:b w:val="0"/>
          <w:sz w:val="28"/>
          <w:szCs w:val="28"/>
        </w:rPr>
        <w:t>Регламента Думы города Владивостока</w:t>
      </w:r>
    </w:p>
    <w:p w:rsidR="00F72A1E" w:rsidRDefault="00F72A1E" w:rsidP="00F72A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2A1E" w:rsidRDefault="00F72A1E" w:rsidP="00F72A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2A1E" w:rsidRDefault="00F72A1E" w:rsidP="00F72A1E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F72A1E" w:rsidRDefault="00F72A1E" w:rsidP="00F72A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2A1E" w:rsidRDefault="00F72A1E" w:rsidP="00F72A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2A1E" w:rsidRDefault="00F72A1E" w:rsidP="00F72A1E">
      <w:pPr>
        <w:pStyle w:val="1"/>
        <w:tabs>
          <w:tab w:val="left" w:pos="72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F73D98" w:rsidRPr="00F73D98">
        <w:rPr>
          <w:rFonts w:ascii="Times New Roman" w:hAnsi="Times New Roman" w:cs="Times New Roman"/>
          <w:b w:val="0"/>
          <w:sz w:val="28"/>
          <w:szCs w:val="28"/>
        </w:rPr>
        <w:t> </w:t>
      </w:r>
      <w:r>
        <w:rPr>
          <w:rFonts w:ascii="Times New Roman" w:hAnsi="Times New Roman" w:cs="Times New Roman"/>
          <w:b w:val="0"/>
          <w:sz w:val="28"/>
          <w:szCs w:val="28"/>
        </w:rPr>
        <w:t>Внести в Думу города Владивостока проект решения Думы города Владивостока «О принятии муниципального правового акта города Владивостока «Программа приватизации муниципального имуществ</w:t>
      </w:r>
      <w:r w:rsidR="009A7B79">
        <w:rPr>
          <w:rFonts w:ascii="Times New Roman" w:hAnsi="Times New Roman" w:cs="Times New Roman"/>
          <w:b w:val="0"/>
          <w:sz w:val="28"/>
          <w:szCs w:val="28"/>
        </w:rPr>
        <w:t>а в городе Владивостоке на 2025 и 2026</w:t>
      </w:r>
      <w:r w:rsidR="00415D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год</w:t>
      </w:r>
      <w:r w:rsidR="00415D1E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>» (прилагается).</w:t>
      </w:r>
    </w:p>
    <w:p w:rsidR="00F72A1E" w:rsidRDefault="00F72A1E" w:rsidP="00F72A1E">
      <w:pPr>
        <w:pStyle w:val="21"/>
        <w:spacing w:line="360" w:lineRule="auto"/>
        <w:rPr>
          <w:szCs w:val="28"/>
        </w:rPr>
      </w:pPr>
      <w:r>
        <w:rPr>
          <w:szCs w:val="28"/>
        </w:rPr>
        <w:t>2. Назначить представителем главы города пр</w:t>
      </w:r>
      <w:r w:rsidR="009A7B79">
        <w:rPr>
          <w:szCs w:val="28"/>
        </w:rPr>
        <w:t>и рассмотрении данного вопроса Сухова А.Н</w:t>
      </w:r>
      <w:r w:rsidR="00415D1E">
        <w:rPr>
          <w:szCs w:val="28"/>
        </w:rPr>
        <w:t>.</w:t>
      </w:r>
      <w:r w:rsidR="00836EB3">
        <w:rPr>
          <w:szCs w:val="28"/>
        </w:rPr>
        <w:t xml:space="preserve">, </w:t>
      </w:r>
      <w:r>
        <w:rPr>
          <w:szCs w:val="28"/>
        </w:rPr>
        <w:t>заместителя главы администрации.</w:t>
      </w:r>
    </w:p>
    <w:p w:rsidR="00F72A1E" w:rsidRDefault="00F72A1E" w:rsidP="00F72A1E">
      <w:pPr>
        <w:pStyle w:val="21"/>
        <w:spacing w:line="360" w:lineRule="auto"/>
        <w:rPr>
          <w:szCs w:val="28"/>
        </w:rPr>
      </w:pPr>
      <w:r>
        <w:rPr>
          <w:szCs w:val="28"/>
        </w:rPr>
        <w:t>3. Настоящее постановление вступает в силу со дня его подписания.</w:t>
      </w:r>
    </w:p>
    <w:p w:rsidR="00F72A1E" w:rsidRPr="00836EB3" w:rsidRDefault="00F72A1E" w:rsidP="00F72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6EB3">
        <w:rPr>
          <w:rFonts w:ascii="Times New Roman" w:hAnsi="Times New Roman"/>
          <w:sz w:val="28"/>
          <w:szCs w:val="28"/>
        </w:rPr>
        <w:t xml:space="preserve">4. Контроль исполнения настоящего постановления возложить на заместителя главы администрации </w:t>
      </w:r>
      <w:r w:rsidR="009A7B79" w:rsidRPr="009A7B79">
        <w:rPr>
          <w:rFonts w:ascii="Times New Roman" w:hAnsi="Times New Roman"/>
          <w:sz w:val="28"/>
          <w:szCs w:val="28"/>
        </w:rPr>
        <w:t>Сухова А.Н</w:t>
      </w:r>
      <w:r w:rsidR="009A7B79">
        <w:rPr>
          <w:rFonts w:ascii="Times New Roman" w:hAnsi="Times New Roman"/>
          <w:sz w:val="28"/>
          <w:szCs w:val="28"/>
        </w:rPr>
        <w:t>.</w:t>
      </w:r>
    </w:p>
    <w:p w:rsidR="00F72A1E" w:rsidRDefault="00F72A1E" w:rsidP="00F72A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2A1E" w:rsidRDefault="007D25EE" w:rsidP="00F72A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72A1E">
        <w:rPr>
          <w:rFonts w:ascii="Times New Roman" w:hAnsi="Times New Roman"/>
          <w:sz w:val="28"/>
          <w:szCs w:val="28"/>
        </w:rPr>
        <w:t xml:space="preserve"> города                                                                           </w:t>
      </w:r>
      <w:r w:rsidR="00F72A1E">
        <w:rPr>
          <w:rFonts w:ascii="Times New Roman" w:hAnsi="Times New Roman"/>
          <w:sz w:val="28"/>
          <w:szCs w:val="28"/>
        </w:rPr>
        <w:tab/>
      </w:r>
      <w:r w:rsidR="006A7E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836EB3">
        <w:rPr>
          <w:rFonts w:ascii="Times New Roman" w:hAnsi="Times New Roman"/>
          <w:sz w:val="28"/>
          <w:szCs w:val="28"/>
        </w:rPr>
        <w:t>К.В. Шестаков</w:t>
      </w:r>
    </w:p>
    <w:p w:rsidR="00836EB3" w:rsidRDefault="00836EB3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A7B79" w:rsidRPr="0020242C" w:rsidRDefault="009A7B79" w:rsidP="00415D1E">
      <w:pPr>
        <w:spacing w:after="0" w:line="240" w:lineRule="auto"/>
        <w:ind w:left="50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A1E" w:rsidRDefault="00415D1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="00F72A1E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F72A1E" w:rsidRDefault="00F72A1E" w:rsidP="00F72A1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к постановлению главы</w:t>
      </w:r>
    </w:p>
    <w:p w:rsidR="00F72A1E" w:rsidRDefault="00F72A1E" w:rsidP="00F72A1E">
      <w:pPr>
        <w:spacing w:after="0" w:line="240" w:lineRule="auto"/>
        <w:ind w:left="566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города Владивостока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_____________№_____</w:t>
      </w:r>
    </w:p>
    <w:p w:rsidR="00F72A1E" w:rsidRPr="006A7EA5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72A1E" w:rsidRDefault="00F72A1E" w:rsidP="00F72A1E">
      <w:pPr>
        <w:spacing w:after="0" w:line="240" w:lineRule="auto"/>
        <w:ind w:left="566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подготовлен </w:t>
      </w:r>
    </w:p>
    <w:p w:rsidR="00F72A1E" w:rsidRDefault="00F72A1E" w:rsidP="00F72A1E">
      <w:pPr>
        <w:spacing w:after="0" w:line="240" w:lineRule="auto"/>
        <w:ind w:left="566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главой города Владивостока</w:t>
      </w:r>
    </w:p>
    <w:p w:rsidR="00F72A1E" w:rsidRPr="0020242C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A1E" w:rsidRDefault="00F72A1E" w:rsidP="00F72A1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ДУМА ГОРОДА ВЛАДИВОСТОКА</w:t>
      </w:r>
    </w:p>
    <w:p w:rsidR="00F72A1E" w:rsidRDefault="00F72A1E" w:rsidP="00F72A1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72A1E" w:rsidRDefault="00F72A1E" w:rsidP="00F72A1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РЕШЕНИЕ</w:t>
      </w:r>
    </w:p>
    <w:p w:rsidR="00F72A1E" w:rsidRPr="00415D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5"/>
      </w:tblGrid>
      <w:tr w:rsidR="00F72A1E" w:rsidTr="00F72A1E">
        <w:tc>
          <w:tcPr>
            <w:tcW w:w="4068" w:type="dxa"/>
            <w:vAlign w:val="center"/>
            <w:hideMark/>
          </w:tcPr>
          <w:p w:rsidR="00F72A1E" w:rsidRDefault="00F72A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принятии муниципального правового акта города Владивостока «Программа приватизации муниципального имущест</w:t>
            </w:r>
            <w:r w:rsidR="00F73D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 в городе Владивостоке на 2025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73D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и 2026</w:t>
            </w:r>
            <w:r w:rsidR="00415D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  <w:r w:rsidR="00415D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785" w:type="dxa"/>
            <w:vAlign w:val="center"/>
          </w:tcPr>
          <w:p w:rsidR="00F72A1E" w:rsidRDefault="00F72A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F72A1E" w:rsidRPr="0020242C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7EA5" w:rsidRPr="0020242C" w:rsidRDefault="006A7EA5" w:rsidP="00F72A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A1E" w:rsidRDefault="00F72A1E" w:rsidP="00FA469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В соответствии с Гражданским кодексом Российской Федерации, Земельным </w:t>
      </w:r>
      <w:r w:rsidR="00F73D98">
        <w:rPr>
          <w:rFonts w:ascii="Times New Roman" w:eastAsia="Times New Roman" w:hAnsi="Times New Roman"/>
          <w:sz w:val="28"/>
          <w:szCs w:val="20"/>
          <w:lang w:eastAsia="ru-RU"/>
        </w:rPr>
        <w:t xml:space="preserve">кодексом Российской Федерации, </w:t>
      </w:r>
      <w:r w:rsidR="006C1121">
        <w:rPr>
          <w:rFonts w:ascii="Times New Roman" w:eastAsia="Times New Roman" w:hAnsi="Times New Roman"/>
          <w:sz w:val="28"/>
          <w:szCs w:val="20"/>
          <w:lang w:eastAsia="ru-RU"/>
        </w:rPr>
        <w:t>Ф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едеральным</w:t>
      </w:r>
      <w:r w:rsidR="00F73D98">
        <w:rPr>
          <w:rFonts w:ascii="Times New Roman" w:eastAsia="Times New Roman" w:hAnsi="Times New Roman"/>
          <w:sz w:val="28"/>
          <w:szCs w:val="20"/>
          <w:lang w:eastAsia="ru-RU"/>
        </w:rPr>
        <w:t xml:space="preserve"> закон</w:t>
      </w:r>
      <w:r w:rsidR="006C1121">
        <w:rPr>
          <w:rFonts w:ascii="Times New Roman" w:eastAsia="Times New Roman" w:hAnsi="Times New Roman"/>
          <w:sz w:val="28"/>
          <w:szCs w:val="20"/>
          <w:lang w:eastAsia="ru-RU"/>
        </w:rPr>
        <w:t>ом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от 06.10.2003 № 131-ФЗ «Об общих принципах организации местного самоуправления в Российской Федерации», </w:t>
      </w:r>
      <w:r w:rsidR="006C1121">
        <w:rPr>
          <w:rFonts w:ascii="Times New Roman" w:eastAsia="Times New Roman" w:hAnsi="Times New Roman"/>
          <w:sz w:val="28"/>
          <w:szCs w:val="20"/>
          <w:lang w:eastAsia="ru-RU"/>
        </w:rPr>
        <w:t xml:space="preserve">Федеральным законом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от 21.12.2001 № 178-ФЗ</w:t>
      </w:r>
      <w:r w:rsidR="00F73D98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«О приватизации государственного и муниципального имущества»,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Уставом города Владивостока, муниципальным правовым актом города Владивостока от 30.05.2012 № 370-МПА «Порядок управления и распоряжения муниципальным имуществом города Владивостока»,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решением Думы города Владивостока от</w:t>
      </w:r>
      <w:proofErr w:type="gramEnd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23.04.2002 № 82 «Об утверждении Положения о порядке проведения приватизации муниципального имущества в городе Владивостоке» Дума города Владивостока</w:t>
      </w:r>
    </w:p>
    <w:p w:rsidR="00F72A1E" w:rsidRPr="00415D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A1E" w:rsidRPr="00415D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РЕШИЛА:</w:t>
      </w: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20242C" w:rsidRDefault="0020242C" w:rsidP="00F72A1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F72A1E" w:rsidRDefault="00F72A1E" w:rsidP="00F72A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1. Принять муниципальный правовой акт города Владивостока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«Программа приватизации муниципального имущества в городе Владивостоке </w:t>
      </w:r>
      <w:r w:rsidR="00415D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6EB3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7E394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3945">
        <w:rPr>
          <w:rFonts w:ascii="Times New Roman" w:eastAsia="Times New Roman" w:hAnsi="Times New Roman"/>
          <w:sz w:val="28"/>
          <w:szCs w:val="28"/>
          <w:lang w:eastAsia="ru-RU"/>
        </w:rPr>
        <w:t>и 2026</w:t>
      </w:r>
      <w:r w:rsidR="00415D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</w:t>
      </w:r>
      <w:r w:rsidR="00415D1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F72A1E" w:rsidRPr="00CA45A9" w:rsidRDefault="00F72A1E" w:rsidP="00F72A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2. Направить указанный муниципальный правовой акт главе город</w:t>
      </w:r>
      <w:r w:rsidR="00CA45A9">
        <w:rPr>
          <w:rFonts w:ascii="Times New Roman" w:eastAsia="Times New Roman" w:hAnsi="Times New Roman"/>
          <w:sz w:val="28"/>
          <w:szCs w:val="20"/>
          <w:lang w:eastAsia="ru-RU"/>
        </w:rPr>
        <w:t>а Владивостока для подписания, обнародования и размещен</w:t>
      </w:r>
      <w:r w:rsidR="005A5B4E">
        <w:rPr>
          <w:rFonts w:ascii="Times New Roman" w:eastAsia="Times New Roman" w:hAnsi="Times New Roman"/>
          <w:sz w:val="28"/>
          <w:szCs w:val="20"/>
          <w:lang w:eastAsia="ru-RU"/>
        </w:rPr>
        <w:t xml:space="preserve">ия </w:t>
      </w:r>
      <w:r w:rsidR="003160DF">
        <w:rPr>
          <w:rFonts w:ascii="Times New Roman" w:eastAsia="Times New Roman" w:hAnsi="Times New Roman"/>
          <w:sz w:val="28"/>
          <w:szCs w:val="20"/>
          <w:lang w:eastAsia="ru-RU"/>
        </w:rPr>
        <w:t xml:space="preserve">на </w:t>
      </w:r>
      <w:r w:rsidR="00EF3EE5" w:rsidRPr="00EF3EE5">
        <w:rPr>
          <w:rFonts w:ascii="Times New Roman" w:eastAsia="Times New Roman" w:hAnsi="Times New Roman"/>
          <w:sz w:val="28"/>
          <w:szCs w:val="20"/>
          <w:lang w:eastAsia="ru-RU"/>
        </w:rPr>
        <w:t xml:space="preserve">официальном сайте Российской Федерации в информационно-телекоммуникационной сети </w:t>
      </w:r>
      <w:r w:rsidR="00EF3EE5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="00EF3EE5" w:rsidRPr="00EF3EE5">
        <w:rPr>
          <w:rFonts w:ascii="Times New Roman" w:eastAsia="Times New Roman" w:hAnsi="Times New Roman"/>
          <w:sz w:val="28"/>
          <w:szCs w:val="20"/>
          <w:lang w:eastAsia="ru-RU"/>
        </w:rPr>
        <w:t>Интернет</w:t>
      </w:r>
      <w:r w:rsidR="00EF3EE5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="00EF3EE5" w:rsidRPr="00EF3EE5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037137" w:rsidRPr="00037137">
        <w:rPr>
          <w:rFonts w:ascii="Times New Roman" w:eastAsia="Times New Roman" w:hAnsi="Times New Roman"/>
          <w:sz w:val="28"/>
          <w:szCs w:val="20"/>
          <w:lang w:eastAsia="ru-RU"/>
        </w:rPr>
        <w:t xml:space="preserve">для размещения информации о проведении торгов </w:t>
      </w:r>
      <w:r w:rsidR="00EF3EE5" w:rsidRPr="00EF3EE5">
        <w:rPr>
          <w:rFonts w:ascii="Times New Roman" w:eastAsia="Times New Roman" w:hAnsi="Times New Roman"/>
          <w:sz w:val="28"/>
          <w:szCs w:val="20"/>
          <w:lang w:eastAsia="ru-RU"/>
        </w:rPr>
        <w:t>www.torgi.gov.ru</w:t>
      </w:r>
      <w:r w:rsidR="00CA45A9" w:rsidRPr="00CA45A9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F72A1E" w:rsidRDefault="00F72A1E" w:rsidP="00F72A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3. Настоящее решение вступает в силу со дня его принятия.</w:t>
      </w: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Думы                                                                                </w:t>
      </w:r>
      <w:r w:rsidR="005A5B4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А.П.</w:t>
      </w:r>
      <w:r w:rsidR="007D25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Брик</w:t>
      </w: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7EA5" w:rsidRDefault="006A7EA5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7EA5" w:rsidRDefault="006A7EA5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60DF" w:rsidRDefault="003160DF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60DF" w:rsidRDefault="003160DF" w:rsidP="00F72A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F72A1E" w:rsidP="00F72A1E">
      <w:pPr>
        <w:pStyle w:val="ac"/>
        <w:ind w:firstLine="0"/>
        <w:rPr>
          <w:szCs w:val="28"/>
        </w:rPr>
      </w:pPr>
      <w:r>
        <w:rPr>
          <w:szCs w:val="28"/>
        </w:rPr>
        <w:lastRenderedPageBreak/>
        <w:t>МУНИЦИПАЛЬНЫЙ ПРАВОВОЙ АКТ</w:t>
      </w:r>
    </w:p>
    <w:p w:rsidR="00F72A1E" w:rsidRDefault="00F72A1E" w:rsidP="00F72A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ВЛАДИВОСТОКА</w:t>
      </w:r>
    </w:p>
    <w:p w:rsidR="00F72A1E" w:rsidRDefault="00F72A1E" w:rsidP="00F72A1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72A1E" w:rsidRDefault="00F72A1E" w:rsidP="00F72A1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72A1E" w:rsidRDefault="00F72A1E" w:rsidP="00F72A1E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Программа приватизации муниципального имуществ</w:t>
      </w:r>
      <w:r w:rsidR="007E3945">
        <w:rPr>
          <w:rFonts w:ascii="Times New Roman" w:hAnsi="Times New Roman" w:cs="Times New Roman"/>
          <w:b w:val="0"/>
          <w:sz w:val="28"/>
          <w:szCs w:val="28"/>
        </w:rPr>
        <w:t>а  в городе Владивостоке на 2025 и 2026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20242C">
        <w:rPr>
          <w:rFonts w:ascii="Times New Roman" w:hAnsi="Times New Roman" w:cs="Times New Roman"/>
          <w:b w:val="0"/>
          <w:sz w:val="28"/>
          <w:szCs w:val="28"/>
        </w:rPr>
        <w:t>ы</w:t>
      </w:r>
    </w:p>
    <w:p w:rsidR="00F72A1E" w:rsidRDefault="00F72A1E" w:rsidP="00F72A1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72A1E" w:rsidRDefault="00F72A1E" w:rsidP="00F72A1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72A1E" w:rsidRDefault="00F72A1E" w:rsidP="00F72A1E">
      <w:pPr>
        <w:pStyle w:val="2"/>
        <w:ind w:firstLine="708"/>
        <w:jc w:val="left"/>
        <w:rPr>
          <w:b w:val="0"/>
        </w:rPr>
      </w:pPr>
      <w:proofErr w:type="gramStart"/>
      <w:r>
        <w:rPr>
          <w:b w:val="0"/>
        </w:rPr>
        <w:t>Принят</w:t>
      </w:r>
      <w:proofErr w:type="gramEnd"/>
      <w:r>
        <w:rPr>
          <w:b w:val="0"/>
        </w:rPr>
        <w:t xml:space="preserve"> Думой го</w:t>
      </w:r>
      <w:r w:rsidR="0086499F">
        <w:rPr>
          <w:b w:val="0"/>
        </w:rPr>
        <w:t xml:space="preserve">рода </w:t>
      </w:r>
      <w:r w:rsidR="0022550D">
        <w:rPr>
          <w:b w:val="0"/>
        </w:rPr>
        <w:t xml:space="preserve">Владивостока   «____ » </w:t>
      </w:r>
      <w:r w:rsidR="00D77499">
        <w:rPr>
          <w:b w:val="0"/>
        </w:rPr>
        <w:t xml:space="preserve"> </w:t>
      </w:r>
      <w:r w:rsidR="00CA45A9">
        <w:rPr>
          <w:b w:val="0"/>
        </w:rPr>
        <w:t>202</w:t>
      </w:r>
      <w:r w:rsidR="007E3945">
        <w:rPr>
          <w:b w:val="0"/>
        </w:rPr>
        <w:t>4</w:t>
      </w:r>
      <w:r>
        <w:rPr>
          <w:b w:val="0"/>
        </w:rPr>
        <w:t xml:space="preserve"> года</w:t>
      </w:r>
    </w:p>
    <w:p w:rsidR="00F72A1E" w:rsidRDefault="00F72A1E" w:rsidP="00F72A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2A1E" w:rsidRDefault="00F72A1E" w:rsidP="00F72A1E">
      <w:pPr>
        <w:pStyle w:val="ConsPlusNormal"/>
        <w:ind w:firstLine="540"/>
        <w:jc w:val="both"/>
        <w:rPr>
          <w:sz w:val="28"/>
          <w:szCs w:val="28"/>
        </w:rPr>
      </w:pPr>
    </w:p>
    <w:p w:rsidR="00F72A1E" w:rsidRDefault="00F72A1E" w:rsidP="00F72A1E">
      <w:pPr>
        <w:pStyle w:val="ConsPlusNormal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Настоящая программа приватизации муниципального имущест</w:t>
      </w:r>
      <w:r w:rsidR="00836EB3">
        <w:rPr>
          <w:sz w:val="28"/>
          <w:szCs w:val="28"/>
        </w:rPr>
        <w:t>ва в городе В</w:t>
      </w:r>
      <w:r w:rsidR="006C1121">
        <w:rPr>
          <w:sz w:val="28"/>
          <w:szCs w:val="28"/>
        </w:rPr>
        <w:t>ладивостоке на 2025 и 2026</w:t>
      </w:r>
      <w:r>
        <w:rPr>
          <w:sz w:val="28"/>
          <w:szCs w:val="28"/>
        </w:rPr>
        <w:t xml:space="preserve"> год</w:t>
      </w:r>
      <w:r w:rsidR="0020242C">
        <w:rPr>
          <w:sz w:val="28"/>
          <w:szCs w:val="28"/>
        </w:rPr>
        <w:t>ы</w:t>
      </w:r>
      <w:r>
        <w:rPr>
          <w:sz w:val="28"/>
          <w:szCs w:val="28"/>
        </w:rPr>
        <w:t xml:space="preserve"> разработана </w:t>
      </w:r>
      <w:r>
        <w:rPr>
          <w:sz w:val="28"/>
        </w:rPr>
        <w:t xml:space="preserve">в соответствии с Гражданским кодексом Российской Федерации, Земельным </w:t>
      </w:r>
      <w:r w:rsidR="006C1121">
        <w:rPr>
          <w:sz w:val="28"/>
        </w:rPr>
        <w:t xml:space="preserve">кодексом Российской Федерации, </w:t>
      </w:r>
      <w:r>
        <w:rPr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 имущества», </w:t>
      </w:r>
      <w:r>
        <w:rPr>
          <w:sz w:val="28"/>
          <w:szCs w:val="28"/>
        </w:rPr>
        <w:t xml:space="preserve">Уставом города Владивостока, муниципальным правовым актом города Владивостока </w:t>
      </w:r>
      <w:r w:rsidR="006A7EA5">
        <w:rPr>
          <w:sz w:val="28"/>
          <w:szCs w:val="28"/>
        </w:rPr>
        <w:t>от 30.05.2012</w:t>
      </w:r>
      <w:proofErr w:type="gramEnd"/>
      <w:r w:rsidR="001A63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370-МПА «Порядок управления и распоряжения муниципальным имуществом города Владивостока», </w:t>
      </w:r>
      <w:r>
        <w:rPr>
          <w:sz w:val="28"/>
        </w:rPr>
        <w:t>решением Думы города Владивостока от 23.04.2002 № 82 «Об утверждении Положения о порядке проведения приватизации муниципального имущества в городе Владивостоке».</w:t>
      </w:r>
    </w:p>
    <w:p w:rsidR="00F72A1E" w:rsidRDefault="00F72A1E" w:rsidP="00F72A1E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Приватизация осуществляется в отношении</w:t>
      </w:r>
      <w:r w:rsidR="005625ED">
        <w:rPr>
          <w:sz w:val="28"/>
          <w:szCs w:val="28"/>
        </w:rPr>
        <w:t xml:space="preserve"> объектов, включенных в перечень</w:t>
      </w:r>
      <w:r>
        <w:rPr>
          <w:sz w:val="28"/>
          <w:szCs w:val="28"/>
        </w:rPr>
        <w:t xml:space="preserve"> приватизируемого муниципального имущества в городе Владивостоке </w:t>
      </w:r>
      <w:r w:rsidR="006C1121">
        <w:rPr>
          <w:sz w:val="28"/>
          <w:szCs w:val="28"/>
        </w:rPr>
        <w:t>на 2025 и 2026</w:t>
      </w:r>
      <w:r w:rsidR="00FA4699" w:rsidRPr="00FA4699">
        <w:rPr>
          <w:sz w:val="28"/>
          <w:szCs w:val="28"/>
        </w:rPr>
        <w:t xml:space="preserve"> годы </w:t>
      </w:r>
      <w:r>
        <w:rPr>
          <w:sz w:val="28"/>
          <w:szCs w:val="28"/>
        </w:rPr>
        <w:t>(приложение).</w:t>
      </w:r>
    </w:p>
    <w:p w:rsidR="00F72A1E" w:rsidRDefault="00F72A1E" w:rsidP="00F72A1E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Настоящий муниципальный правовой а</w:t>
      </w:r>
      <w:proofErr w:type="gramStart"/>
      <w:r>
        <w:rPr>
          <w:sz w:val="28"/>
          <w:szCs w:val="28"/>
        </w:rPr>
        <w:t xml:space="preserve">кт </w:t>
      </w:r>
      <w:r w:rsidRPr="00DD7390">
        <w:rPr>
          <w:sz w:val="28"/>
          <w:szCs w:val="28"/>
        </w:rPr>
        <w:t>вст</w:t>
      </w:r>
      <w:proofErr w:type="gramEnd"/>
      <w:r w:rsidRPr="00DD7390">
        <w:rPr>
          <w:sz w:val="28"/>
          <w:szCs w:val="28"/>
        </w:rPr>
        <w:t xml:space="preserve">упает в силу </w:t>
      </w:r>
      <w:r w:rsidR="00DD7390">
        <w:rPr>
          <w:sz w:val="28"/>
          <w:szCs w:val="28"/>
        </w:rPr>
        <w:t>со дня его официального опубликования.</w:t>
      </w:r>
    </w:p>
    <w:p w:rsidR="00F72A1E" w:rsidRDefault="00F72A1E" w:rsidP="00F72A1E">
      <w:pPr>
        <w:tabs>
          <w:tab w:val="left" w:pos="1134"/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72A1E" w:rsidRDefault="00F72A1E" w:rsidP="00F72A1E">
      <w:pPr>
        <w:tabs>
          <w:tab w:val="left" w:pos="1134"/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72A1E" w:rsidRDefault="007D25EE" w:rsidP="002442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72A1E">
        <w:rPr>
          <w:rFonts w:ascii="Times New Roman" w:hAnsi="Times New Roman"/>
          <w:sz w:val="28"/>
          <w:szCs w:val="28"/>
        </w:rPr>
        <w:t xml:space="preserve"> города                                                               </w:t>
      </w:r>
      <w:r w:rsidR="002442F2">
        <w:rPr>
          <w:rFonts w:ascii="Times New Roman" w:hAnsi="Times New Roman"/>
          <w:sz w:val="28"/>
          <w:szCs w:val="28"/>
        </w:rPr>
        <w:t xml:space="preserve">            </w:t>
      </w:r>
      <w:r w:rsidR="00F72A1E">
        <w:rPr>
          <w:rFonts w:ascii="Times New Roman" w:hAnsi="Times New Roman"/>
          <w:sz w:val="28"/>
          <w:szCs w:val="28"/>
        </w:rPr>
        <w:t xml:space="preserve">  </w:t>
      </w:r>
      <w:r w:rsidR="00836EB3">
        <w:rPr>
          <w:rFonts w:ascii="Times New Roman" w:hAnsi="Times New Roman"/>
          <w:sz w:val="28"/>
          <w:szCs w:val="28"/>
        </w:rPr>
        <w:t xml:space="preserve">  </w:t>
      </w:r>
      <w:r w:rsidR="004F0F84">
        <w:rPr>
          <w:rFonts w:ascii="Times New Roman" w:hAnsi="Times New Roman"/>
          <w:sz w:val="28"/>
          <w:szCs w:val="28"/>
        </w:rPr>
        <w:t xml:space="preserve">      </w:t>
      </w:r>
      <w:r w:rsidR="00836EB3">
        <w:rPr>
          <w:rFonts w:ascii="Times New Roman" w:hAnsi="Times New Roman"/>
          <w:sz w:val="28"/>
          <w:szCs w:val="28"/>
        </w:rPr>
        <w:t xml:space="preserve">    К.В. Шестаков</w:t>
      </w:r>
    </w:p>
    <w:p w:rsidR="00F72A1E" w:rsidRDefault="00F72A1E" w:rsidP="00F72A1E">
      <w:pPr>
        <w:pStyle w:val="aa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5343" w:rsidRDefault="00D95343" w:rsidP="00F72A1E">
      <w:pPr>
        <w:pStyle w:val="aa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2A1E" w:rsidRDefault="00F72A1E" w:rsidP="00F72A1E">
      <w:pPr>
        <w:pStyle w:val="aa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Владивосток</w:t>
      </w:r>
    </w:p>
    <w:p w:rsidR="00F72A1E" w:rsidRDefault="0022550D" w:rsidP="00F72A1E">
      <w:pPr>
        <w:pStyle w:val="aa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___________202</w:t>
      </w:r>
      <w:r w:rsidR="006C1121">
        <w:rPr>
          <w:rFonts w:ascii="Times New Roman" w:hAnsi="Times New Roman"/>
          <w:sz w:val="28"/>
          <w:szCs w:val="28"/>
        </w:rPr>
        <w:t>4</w:t>
      </w:r>
      <w:r w:rsidR="00F72A1E">
        <w:rPr>
          <w:rFonts w:ascii="Times New Roman" w:hAnsi="Times New Roman"/>
          <w:sz w:val="28"/>
          <w:szCs w:val="28"/>
        </w:rPr>
        <w:t xml:space="preserve"> года</w:t>
      </w:r>
    </w:p>
    <w:p w:rsidR="00F72A1E" w:rsidRDefault="00F72A1E" w:rsidP="00F72A1E">
      <w:pPr>
        <w:pStyle w:val="aa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№_________</w:t>
      </w:r>
    </w:p>
    <w:p w:rsidR="00F72A1E" w:rsidRPr="001B7CEE" w:rsidRDefault="00F72A1E" w:rsidP="00FA4699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22550D">
        <w:rPr>
          <w:rFonts w:ascii="Times New Roman" w:hAnsi="Times New Roman"/>
          <w:sz w:val="28"/>
          <w:szCs w:val="28"/>
        </w:rPr>
        <w:t xml:space="preserve"> </w:t>
      </w:r>
    </w:p>
    <w:p w:rsidR="00F72A1E" w:rsidRPr="001B7CEE" w:rsidRDefault="00F72A1E" w:rsidP="00FA4699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1B7CEE">
        <w:rPr>
          <w:rFonts w:ascii="Times New Roman" w:hAnsi="Times New Roman"/>
          <w:sz w:val="28"/>
          <w:szCs w:val="28"/>
        </w:rPr>
        <w:t>к муниципальному право</w:t>
      </w:r>
      <w:r w:rsidR="006702D1">
        <w:rPr>
          <w:rFonts w:ascii="Times New Roman" w:hAnsi="Times New Roman"/>
          <w:sz w:val="28"/>
          <w:szCs w:val="28"/>
        </w:rPr>
        <w:t>вому акту</w:t>
      </w:r>
      <w:r w:rsidRPr="001B7CEE">
        <w:rPr>
          <w:rFonts w:ascii="Times New Roman" w:hAnsi="Times New Roman"/>
          <w:sz w:val="28"/>
          <w:szCs w:val="28"/>
        </w:rPr>
        <w:t xml:space="preserve"> города Владивостока</w:t>
      </w:r>
    </w:p>
    <w:p w:rsidR="00F72A1E" w:rsidRPr="001B7CEE" w:rsidRDefault="006702D1" w:rsidP="00FA4699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                </w:t>
      </w:r>
      <w:r w:rsidR="00F72A1E" w:rsidRPr="001B7CEE">
        <w:rPr>
          <w:rFonts w:ascii="Times New Roman" w:hAnsi="Times New Roman"/>
          <w:sz w:val="28"/>
          <w:szCs w:val="28"/>
        </w:rPr>
        <w:t>№</w:t>
      </w:r>
    </w:p>
    <w:p w:rsidR="00F72A1E" w:rsidRDefault="00F72A1E" w:rsidP="00F72A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2A1E" w:rsidRDefault="00F72A1E" w:rsidP="00F72A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52CE5" w:rsidRPr="00D01E0A" w:rsidRDefault="00F72A1E" w:rsidP="00D01E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7CEE">
        <w:rPr>
          <w:rFonts w:ascii="Times New Roman" w:hAnsi="Times New Roman"/>
          <w:sz w:val="28"/>
          <w:szCs w:val="28"/>
        </w:rPr>
        <w:t>Перечень приватизируемого муниципального имущест</w:t>
      </w:r>
      <w:r w:rsidR="006C1121">
        <w:rPr>
          <w:rFonts w:ascii="Times New Roman" w:hAnsi="Times New Roman"/>
          <w:sz w:val="28"/>
          <w:szCs w:val="28"/>
        </w:rPr>
        <w:t>ва в городе Владивостоке на 2025 и 2026</w:t>
      </w:r>
      <w:r w:rsidR="001751B2">
        <w:rPr>
          <w:rFonts w:ascii="Times New Roman" w:hAnsi="Times New Roman"/>
          <w:sz w:val="28"/>
          <w:szCs w:val="28"/>
        </w:rPr>
        <w:t xml:space="preserve"> </w:t>
      </w:r>
      <w:r w:rsidRPr="001B7CEE">
        <w:rPr>
          <w:rFonts w:ascii="Times New Roman" w:hAnsi="Times New Roman"/>
          <w:sz w:val="28"/>
          <w:szCs w:val="28"/>
        </w:rPr>
        <w:t>год</w:t>
      </w:r>
      <w:r w:rsidR="001751B2">
        <w:rPr>
          <w:rFonts w:ascii="Times New Roman" w:hAnsi="Times New Roman"/>
          <w:sz w:val="28"/>
          <w:szCs w:val="28"/>
        </w:rPr>
        <w:t>ы</w:t>
      </w:r>
    </w:p>
    <w:p w:rsidR="00F72A1E" w:rsidRPr="001B7CEE" w:rsidRDefault="00F72A1E" w:rsidP="00F72A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827"/>
        <w:gridCol w:w="1276"/>
        <w:gridCol w:w="2551"/>
        <w:gridCol w:w="1647"/>
        <w:gridCol w:w="54"/>
      </w:tblGrid>
      <w:tr w:rsidR="00672F9D" w:rsidRPr="002E0185" w:rsidTr="00F55F51">
        <w:trPr>
          <w:trHeight w:val="8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F9D" w:rsidRPr="002F0889" w:rsidRDefault="00672F9D" w:rsidP="00167F5B">
            <w:pPr>
              <w:pStyle w:val="ConsPlusNormal"/>
              <w:jc w:val="center"/>
              <w:rPr>
                <w:szCs w:val="24"/>
              </w:rPr>
            </w:pPr>
            <w:r w:rsidRPr="002F0889">
              <w:rPr>
                <w:szCs w:val="24"/>
              </w:rPr>
              <w:t xml:space="preserve">№ </w:t>
            </w:r>
            <w:proofErr w:type="gramStart"/>
            <w:r w:rsidRPr="002F0889">
              <w:rPr>
                <w:szCs w:val="24"/>
              </w:rPr>
              <w:t>п</w:t>
            </w:r>
            <w:proofErr w:type="gramEnd"/>
            <w:r w:rsidRPr="002F0889">
              <w:rPr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9D" w:rsidRPr="002F0889" w:rsidRDefault="00672F9D" w:rsidP="00167F5B">
            <w:pPr>
              <w:pStyle w:val="ConsPlusNormal"/>
              <w:jc w:val="center"/>
              <w:rPr>
                <w:szCs w:val="24"/>
              </w:rPr>
            </w:pPr>
            <w:r w:rsidRPr="002F0889">
              <w:rPr>
                <w:szCs w:val="24"/>
              </w:rPr>
              <w:t>Адрес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9D" w:rsidRPr="002F0889" w:rsidRDefault="00672F9D" w:rsidP="00167F5B">
            <w:pPr>
              <w:pStyle w:val="ConsPlusNormal"/>
              <w:jc w:val="center"/>
              <w:rPr>
                <w:szCs w:val="24"/>
              </w:rPr>
            </w:pPr>
            <w:r w:rsidRPr="002F0889">
              <w:rPr>
                <w:szCs w:val="24"/>
              </w:rPr>
              <w:t>Площадь, кв. м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9D" w:rsidRPr="002F0889" w:rsidRDefault="00672F9D" w:rsidP="00167F5B">
            <w:pPr>
              <w:pStyle w:val="ConsPlusNormal"/>
              <w:jc w:val="center"/>
              <w:rPr>
                <w:szCs w:val="24"/>
              </w:rPr>
            </w:pPr>
            <w:r w:rsidRPr="002F0889">
              <w:rPr>
                <w:szCs w:val="24"/>
              </w:rPr>
              <w:t>Расположение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699" w:rsidRDefault="00672F9D" w:rsidP="00167F5B">
            <w:pPr>
              <w:pStyle w:val="ConsPlusNormal"/>
              <w:jc w:val="center"/>
              <w:rPr>
                <w:szCs w:val="24"/>
              </w:rPr>
            </w:pPr>
            <w:proofErr w:type="gramStart"/>
            <w:r w:rsidRPr="002F0889">
              <w:rPr>
                <w:szCs w:val="24"/>
              </w:rPr>
              <w:t>Информация об обременении (аренда,</w:t>
            </w:r>
            <w:proofErr w:type="gramEnd"/>
          </w:p>
          <w:p w:rsidR="00672F9D" w:rsidRPr="002F0889" w:rsidRDefault="00672F9D" w:rsidP="00167F5B">
            <w:pPr>
              <w:pStyle w:val="ConsPlusNormal"/>
              <w:jc w:val="center"/>
              <w:rPr>
                <w:szCs w:val="24"/>
              </w:rPr>
            </w:pPr>
            <w:r w:rsidRPr="002F0889">
              <w:rPr>
                <w:szCs w:val="24"/>
              </w:rPr>
              <w:t>иной вид пользования)</w:t>
            </w:r>
          </w:p>
        </w:tc>
      </w:tr>
      <w:tr w:rsidR="00294484" w:rsidRPr="002E0185" w:rsidTr="00F55F51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484" w:rsidRPr="002F0889" w:rsidRDefault="00294484" w:rsidP="00A26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08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484" w:rsidRPr="002F0889" w:rsidRDefault="00294484" w:rsidP="00AA7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08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484" w:rsidRPr="002F0889" w:rsidRDefault="00294484" w:rsidP="00AA7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08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484" w:rsidRPr="002F0889" w:rsidRDefault="00294484" w:rsidP="00AA7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088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484" w:rsidRPr="002F0889" w:rsidRDefault="00294484" w:rsidP="00AA7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08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866D8" w:rsidRPr="002E0185" w:rsidTr="00F55F51">
        <w:trPr>
          <w:trHeight w:val="47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6D8" w:rsidRPr="00AB494B" w:rsidRDefault="003866D8" w:rsidP="00F55F51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F51" w:rsidRPr="00956495" w:rsidRDefault="00F55F51" w:rsidP="00F55F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64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Приморский край, Владивостокский городской округ, г. Владивосток, ул. </w:t>
            </w:r>
            <w:proofErr w:type="gramStart"/>
            <w:r w:rsidRPr="00956495">
              <w:rPr>
                <w:rFonts w:ascii="Times New Roman" w:hAnsi="Times New Roman"/>
                <w:color w:val="000000"/>
                <w:sz w:val="24"/>
                <w:szCs w:val="24"/>
              </w:rPr>
              <w:t>Дубовая</w:t>
            </w:r>
            <w:proofErr w:type="gramEnd"/>
            <w:r w:rsidRPr="0095649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3866D8" w:rsidRPr="00956495" w:rsidRDefault="00F55F51" w:rsidP="00F55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hAnsi="Times New Roman"/>
                <w:color w:val="000000"/>
                <w:sz w:val="24"/>
                <w:szCs w:val="24"/>
              </w:rPr>
              <w:t>в районе д. 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6D8" w:rsidRPr="00956495" w:rsidRDefault="00F55F51" w:rsidP="00F55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9564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672,</w:t>
            </w:r>
            <w:r w:rsidRPr="00956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6D8" w:rsidRPr="00956495" w:rsidRDefault="00F55F51" w:rsidP="00525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3866D8" w:rsidRPr="0095649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дание</w:t>
            </w:r>
            <w:r w:rsidRPr="0095649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95649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25:28:030001:2570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6D8" w:rsidRPr="00956495" w:rsidRDefault="003866D8" w:rsidP="00F55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свободное</w:t>
            </w:r>
          </w:p>
        </w:tc>
      </w:tr>
      <w:tr w:rsidR="003866D8" w:rsidRPr="002E0185" w:rsidTr="00F55F51">
        <w:trPr>
          <w:trHeight w:val="47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6D8" w:rsidRPr="00AB494B" w:rsidRDefault="003866D8" w:rsidP="00F55F51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6D8" w:rsidRPr="00956495" w:rsidRDefault="00F55F51" w:rsidP="00F55F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6495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Приморский край, г. Владивосток, ул. Дубовая, в районе д. 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6D8" w:rsidRPr="00956495" w:rsidRDefault="00F55F51" w:rsidP="00F55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1445,</w:t>
            </w:r>
            <w:r w:rsidR="003866D8" w:rsidRPr="009564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6D8" w:rsidRPr="00956495" w:rsidRDefault="003866D8" w:rsidP="00F55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земельный участок </w:t>
            </w:r>
            <w:r w:rsidR="00F55F51" w:rsidRPr="0095649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25:28:030001:3999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6D8" w:rsidRPr="00956495" w:rsidRDefault="00202FD9" w:rsidP="00F55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свободный</w:t>
            </w:r>
          </w:p>
        </w:tc>
      </w:tr>
      <w:tr w:rsidR="00A335F1" w:rsidRPr="002E0185" w:rsidTr="00F55F51">
        <w:trPr>
          <w:trHeight w:val="47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5F1" w:rsidRPr="00A335F1" w:rsidRDefault="00A335F1" w:rsidP="00F55F51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F51" w:rsidRPr="00956495" w:rsidRDefault="00F55F51" w:rsidP="00F55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Приморский край, Владивостокский городской округ, г. Владивосток, ул. </w:t>
            </w:r>
            <w:proofErr w:type="gramStart"/>
            <w:r w:rsidRPr="00956495">
              <w:rPr>
                <w:rFonts w:ascii="Times New Roman" w:hAnsi="Times New Roman"/>
                <w:sz w:val="24"/>
                <w:szCs w:val="24"/>
                <w:lang w:eastAsia="ru-RU"/>
              </w:rPr>
              <w:t>Дубовая</w:t>
            </w:r>
            <w:proofErr w:type="gramEnd"/>
            <w:r w:rsidRPr="009564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A335F1" w:rsidRPr="00956495" w:rsidRDefault="00F55F51" w:rsidP="00F55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hAnsi="Times New Roman"/>
                <w:sz w:val="24"/>
                <w:szCs w:val="24"/>
                <w:lang w:eastAsia="ru-RU"/>
              </w:rPr>
              <w:t>в районе д. 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5F1" w:rsidRPr="00956495" w:rsidRDefault="00F55F51" w:rsidP="00F55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1057,</w:t>
            </w:r>
            <w:r w:rsidR="00A335F1" w:rsidRPr="009564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5F1" w:rsidRPr="00956495" w:rsidRDefault="00F55F51" w:rsidP="00525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здание </w:t>
            </w:r>
            <w:r w:rsidRPr="00956495">
              <w:rPr>
                <w:rFonts w:ascii="Times New Roman" w:hAnsi="Times New Roman"/>
                <w:sz w:val="24"/>
                <w:szCs w:val="24"/>
              </w:rPr>
              <w:t>25:28:030001:2567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5F1" w:rsidRPr="00956495" w:rsidRDefault="00A335F1" w:rsidP="00F55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свободное</w:t>
            </w:r>
          </w:p>
        </w:tc>
      </w:tr>
      <w:tr w:rsidR="00A335F1" w:rsidRPr="002E0185" w:rsidTr="00F55F51">
        <w:trPr>
          <w:trHeight w:val="47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F1" w:rsidRPr="00A335F1" w:rsidRDefault="00A335F1" w:rsidP="001751B2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5F1" w:rsidRPr="00956495" w:rsidRDefault="00544D44" w:rsidP="00F55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hAnsi="Times New Roman"/>
                <w:sz w:val="24"/>
                <w:szCs w:val="24"/>
              </w:rPr>
              <w:t>Российская Федерация, Приморский край, г. Владивосток, ул. Дубовая, в районе д. 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5F1" w:rsidRPr="00956495" w:rsidRDefault="00544D44" w:rsidP="00F55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2696,</w:t>
            </w:r>
            <w:r w:rsidR="00202FD9" w:rsidRPr="009564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5F1" w:rsidRPr="00956495" w:rsidRDefault="00624A26" w:rsidP="00F5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hAnsi="Times New Roman"/>
                <w:sz w:val="24"/>
                <w:szCs w:val="24"/>
              </w:rPr>
              <w:t>з</w:t>
            </w:r>
            <w:r w:rsidR="00202FD9" w:rsidRPr="00956495">
              <w:rPr>
                <w:rFonts w:ascii="Times New Roman" w:hAnsi="Times New Roman"/>
                <w:sz w:val="24"/>
                <w:szCs w:val="24"/>
              </w:rPr>
              <w:t xml:space="preserve">емельный участок </w:t>
            </w:r>
            <w:r w:rsidR="00544D44" w:rsidRPr="00956495">
              <w:rPr>
                <w:rFonts w:ascii="Times New Roman" w:hAnsi="Times New Roman"/>
                <w:sz w:val="24"/>
                <w:szCs w:val="24"/>
              </w:rPr>
              <w:t>25:28:030001:3997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5F1" w:rsidRPr="00956495" w:rsidRDefault="00202FD9" w:rsidP="00F55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свободный</w:t>
            </w:r>
          </w:p>
        </w:tc>
      </w:tr>
      <w:tr w:rsidR="00CB6868" w:rsidRPr="002E0185" w:rsidTr="00F63BAF">
        <w:trPr>
          <w:trHeight w:val="47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6868" w:rsidRPr="00A335F1" w:rsidRDefault="00CB6868" w:rsidP="00CB6868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8" w:rsidRPr="005B29F9" w:rsidRDefault="00CB6868" w:rsidP="00F63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F9">
              <w:rPr>
                <w:rFonts w:ascii="Times New Roman" w:hAnsi="Times New Roman"/>
                <w:sz w:val="24"/>
                <w:szCs w:val="24"/>
              </w:rPr>
              <w:t>Приморский край,</w:t>
            </w:r>
          </w:p>
          <w:p w:rsidR="00CB6868" w:rsidRDefault="00CB6868" w:rsidP="00F63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F9">
              <w:rPr>
                <w:rFonts w:ascii="Times New Roman" w:hAnsi="Times New Roman"/>
                <w:sz w:val="24"/>
                <w:szCs w:val="24"/>
              </w:rPr>
              <w:t xml:space="preserve">г. Владивосток, п. </w:t>
            </w:r>
            <w:proofErr w:type="gramStart"/>
            <w:r w:rsidRPr="005B29F9">
              <w:rPr>
                <w:rFonts w:ascii="Times New Roman" w:hAnsi="Times New Roman"/>
                <w:sz w:val="24"/>
                <w:szCs w:val="24"/>
              </w:rPr>
              <w:t>Трудовое</w:t>
            </w:r>
            <w:proofErr w:type="gramEnd"/>
            <w:r w:rsidRPr="005B29F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B6868" w:rsidRPr="005B29F9" w:rsidRDefault="00CB6868" w:rsidP="00F63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F9">
              <w:rPr>
                <w:rFonts w:ascii="Times New Roman" w:hAnsi="Times New Roman"/>
                <w:sz w:val="24"/>
                <w:szCs w:val="24"/>
              </w:rPr>
              <w:t>ул. Грибоедова, д. 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8" w:rsidRPr="00CB6868" w:rsidRDefault="00CB6868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348,7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8" w:rsidRPr="004C4EB3" w:rsidRDefault="00CB6868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E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здание</w:t>
            </w:r>
          </w:p>
          <w:p w:rsidR="00CB6868" w:rsidRPr="004C4EB3" w:rsidRDefault="00CB6868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E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25:28:050077:539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8" w:rsidRPr="00202FD9" w:rsidRDefault="00CB6868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F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свободное</w:t>
            </w:r>
          </w:p>
        </w:tc>
      </w:tr>
      <w:tr w:rsidR="00CB6868" w:rsidRPr="002E0185" w:rsidTr="00F63BAF">
        <w:trPr>
          <w:trHeight w:val="47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868" w:rsidRPr="00A335F1" w:rsidRDefault="00CB6868" w:rsidP="00CB6868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8" w:rsidRPr="005B29F9" w:rsidRDefault="00CB6868" w:rsidP="00CB6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7EC">
              <w:rPr>
                <w:rFonts w:ascii="Times New Roman" w:hAnsi="Times New Roman"/>
                <w:sz w:val="24"/>
                <w:szCs w:val="24"/>
              </w:rPr>
              <w:t>Местоположение установлено относительно ориентира, расположенног</w:t>
            </w:r>
            <w:r>
              <w:rPr>
                <w:rFonts w:ascii="Times New Roman" w:hAnsi="Times New Roman"/>
                <w:sz w:val="24"/>
                <w:szCs w:val="24"/>
              </w:rPr>
              <w:t>о в границах участка. Ориентир:</w:t>
            </w:r>
            <w:r w:rsidRPr="002F20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37EC">
              <w:rPr>
                <w:rFonts w:ascii="Times New Roman" w:hAnsi="Times New Roman"/>
                <w:sz w:val="24"/>
                <w:szCs w:val="24"/>
              </w:rPr>
              <w:t>строение. Почтовый адрес ориентира: Приморский край, г. Владивосток,</w:t>
            </w:r>
            <w:r w:rsidRPr="00CB68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37EC">
              <w:rPr>
                <w:rFonts w:ascii="Times New Roman" w:hAnsi="Times New Roman"/>
                <w:sz w:val="24"/>
                <w:szCs w:val="24"/>
              </w:rPr>
              <w:t>ул. Грибоедова, д. 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8" w:rsidRPr="00CB6868" w:rsidRDefault="00CB6868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8" w:rsidRPr="004C4EB3" w:rsidRDefault="00CB6868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E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CB6868" w:rsidRPr="004C4EB3" w:rsidRDefault="00CB6868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4E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25:28:050080:93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8" w:rsidRPr="00202FD9" w:rsidRDefault="00CB6868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02F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вободный</w:t>
            </w:r>
          </w:p>
        </w:tc>
      </w:tr>
      <w:tr w:rsidR="00D01E0A" w:rsidRPr="002E0185" w:rsidTr="00F63BAF">
        <w:trPr>
          <w:trHeight w:val="472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E0A" w:rsidRPr="00A335F1" w:rsidRDefault="00D01E0A" w:rsidP="00CB6868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E0A" w:rsidRPr="003031C0" w:rsidRDefault="00D01E0A" w:rsidP="00D01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Приморский край, </w:t>
            </w:r>
            <w:r w:rsidRPr="003031C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г. Владивосток,</w:t>
            </w:r>
            <w:r w:rsidRPr="00D01E0A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031C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3031C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Магнитогорская</w:t>
            </w:r>
            <w:proofErr w:type="gramEnd"/>
            <w:r w:rsidRPr="003031C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, в районе здания № 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E0A" w:rsidRPr="003031C0" w:rsidRDefault="00D01E0A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31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E0A" w:rsidRPr="003031C0" w:rsidRDefault="00D01E0A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1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здание</w:t>
            </w:r>
          </w:p>
          <w:p w:rsidR="00D01E0A" w:rsidRPr="003031C0" w:rsidRDefault="00D01E0A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1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25:28:050038:4994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E0A" w:rsidRPr="00202FD9" w:rsidRDefault="00D01E0A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F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свободное</w:t>
            </w:r>
          </w:p>
        </w:tc>
      </w:tr>
      <w:tr w:rsidR="00D01E0A" w:rsidRPr="002E0185" w:rsidTr="00CB6868">
        <w:trPr>
          <w:trHeight w:val="47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E0A" w:rsidRPr="00A335F1" w:rsidRDefault="00D01E0A" w:rsidP="00CB6868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E0A" w:rsidRPr="003031C0" w:rsidRDefault="00D01E0A" w:rsidP="00F63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3031C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Местоположение установлено относительно ориентира, расположенного в границах участка. Почтовый адрес ориентира: Приморский край, </w:t>
            </w:r>
          </w:p>
          <w:p w:rsidR="00D01E0A" w:rsidRPr="003031C0" w:rsidRDefault="00D01E0A" w:rsidP="00F63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3031C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г. Владивосток, </w:t>
            </w:r>
            <w:r w:rsidRPr="003031C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br/>
              <w:t xml:space="preserve">ул. </w:t>
            </w:r>
            <w:proofErr w:type="gramStart"/>
            <w:r w:rsidRPr="003031C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Магнитогорская</w:t>
            </w:r>
            <w:proofErr w:type="gramEnd"/>
            <w:r w:rsidRPr="003031C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, д. 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E0A" w:rsidRPr="003031C0" w:rsidRDefault="00D01E0A" w:rsidP="0026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31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1513,0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E0A" w:rsidRPr="003031C0" w:rsidRDefault="00D01E0A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1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01E0A" w:rsidRPr="003031C0" w:rsidRDefault="00D01E0A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1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25:28:050038:7679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E0A" w:rsidRPr="00202FD9" w:rsidRDefault="00D01E0A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02F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вободный</w:t>
            </w:r>
          </w:p>
        </w:tc>
      </w:tr>
      <w:tr w:rsidR="00D763A7" w:rsidRPr="002E0185" w:rsidTr="00F63BAF">
        <w:trPr>
          <w:trHeight w:val="47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3A7" w:rsidRPr="00A335F1" w:rsidRDefault="00D763A7" w:rsidP="00CB6868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A7" w:rsidRDefault="00D763A7" w:rsidP="00F63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Приморский край, </w:t>
            </w:r>
          </w:p>
          <w:p w:rsidR="00D763A7" w:rsidRPr="00D763A7" w:rsidRDefault="00D763A7" w:rsidP="00D763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90AEA">
              <w:rPr>
                <w:rFonts w:ascii="Times New Roman" w:hAnsi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E90AEA">
              <w:rPr>
                <w:rFonts w:ascii="Times New Roman" w:hAnsi="Times New Roman"/>
                <w:sz w:val="24"/>
                <w:szCs w:val="24"/>
                <w:lang w:eastAsia="ru-RU"/>
              </w:rPr>
              <w:t>. Владивостокский, остров Попова, ул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E9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Подгорная, </w:t>
            </w:r>
            <w:proofErr w:type="spellStart"/>
            <w:r w:rsidRPr="00E90AEA">
              <w:rPr>
                <w:rFonts w:ascii="Times New Roman" w:hAnsi="Times New Roman"/>
                <w:sz w:val="24"/>
                <w:szCs w:val="24"/>
                <w:lang w:eastAsia="ru-RU"/>
              </w:rPr>
              <w:t>зд</w:t>
            </w:r>
            <w:proofErr w:type="spellEnd"/>
            <w:r w:rsidRPr="00E90AEA">
              <w:rPr>
                <w:rFonts w:ascii="Times New Roman" w:hAnsi="Times New Roman"/>
                <w:sz w:val="24"/>
                <w:szCs w:val="24"/>
                <w:lang w:eastAsia="ru-RU"/>
              </w:rPr>
              <w:t>. 23Б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A7" w:rsidRPr="00705CAE" w:rsidRDefault="00061B8F" w:rsidP="00F63BA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145,5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A7" w:rsidRPr="00705CAE" w:rsidRDefault="00D763A7" w:rsidP="00F63BA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здание </w:t>
            </w:r>
            <w:r w:rsidR="002F2021">
              <w:rPr>
                <w:rFonts w:ascii="Times New Roman" w:hAnsi="Times New Roman"/>
                <w:color w:val="000000"/>
                <w:sz w:val="24"/>
                <w:szCs w:val="24"/>
              </w:rPr>
              <w:t>25:28:070101:10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A7" w:rsidRPr="00202FD9" w:rsidRDefault="00D763A7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F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свободное</w:t>
            </w:r>
          </w:p>
        </w:tc>
      </w:tr>
      <w:tr w:rsidR="00D763A7" w:rsidRPr="002E0185" w:rsidTr="00F63BAF">
        <w:trPr>
          <w:trHeight w:val="47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3A7" w:rsidRPr="00A335F1" w:rsidRDefault="00D763A7" w:rsidP="00CB6868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A7" w:rsidRDefault="00D763A7" w:rsidP="00F63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Приморский край, </w:t>
            </w:r>
          </w:p>
          <w:p w:rsidR="00D763A7" w:rsidRDefault="00D763A7" w:rsidP="00F63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город Владивосток, </w:t>
            </w:r>
          </w:p>
          <w:p w:rsidR="00D763A7" w:rsidRDefault="00D763A7" w:rsidP="00D763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остров Попова, улица Подгорная, </w:t>
            </w:r>
          </w:p>
          <w:p w:rsidR="00D763A7" w:rsidRPr="0019005B" w:rsidRDefault="00D763A7" w:rsidP="00F63B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AEA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 23Б/1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A7" w:rsidRPr="00705CAE" w:rsidRDefault="00061B8F" w:rsidP="00F63BA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A7" w:rsidRPr="00705CAE" w:rsidRDefault="00D763A7" w:rsidP="00F63BA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участок </w:t>
            </w:r>
            <w:r w:rsidRPr="000E58E6">
              <w:rPr>
                <w:rFonts w:ascii="Times New Roman" w:hAnsi="Times New Roman"/>
                <w:color w:val="000000"/>
                <w:sz w:val="24"/>
                <w:szCs w:val="24"/>
              </w:rPr>
              <w:t>25:28:070101:1189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A7" w:rsidRPr="00202FD9" w:rsidRDefault="00D763A7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02F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вободный</w:t>
            </w:r>
          </w:p>
        </w:tc>
      </w:tr>
      <w:tr w:rsidR="00A53BD8" w:rsidRPr="002E0185" w:rsidTr="00A53BD8">
        <w:trPr>
          <w:trHeight w:val="472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BD8" w:rsidRPr="00A335F1" w:rsidRDefault="00A53BD8" w:rsidP="00A53BD8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AE4" w:rsidRPr="00C90AE4" w:rsidRDefault="00C90AE4" w:rsidP="00C90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0AE4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Российская Федерация, Приморский край, городской округ Владивостокский, город Владивосток, улица</w:t>
            </w:r>
          </w:p>
          <w:p w:rsidR="00A53BD8" w:rsidRPr="00E90AEA" w:rsidRDefault="00C90AE4" w:rsidP="00C90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0AE4">
              <w:rPr>
                <w:rFonts w:ascii="Times New Roman" w:hAnsi="Times New Roman"/>
                <w:sz w:val="24"/>
                <w:szCs w:val="24"/>
                <w:lang w:eastAsia="ru-RU"/>
              </w:rPr>
              <w:t>Зои Космодемьянской, дом 38А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D8" w:rsidRDefault="00A53BD8" w:rsidP="00A53B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3BD8">
              <w:rPr>
                <w:rFonts w:ascii="Times New Roman" w:hAnsi="Times New Roman"/>
                <w:color w:val="000000"/>
                <w:sz w:val="24"/>
                <w:szCs w:val="24"/>
              </w:rPr>
              <w:t>67,4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D8" w:rsidRPr="00705CAE" w:rsidRDefault="00A53BD8" w:rsidP="00A53B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3BD8">
              <w:rPr>
                <w:rFonts w:ascii="Times New Roman" w:hAnsi="Times New Roman"/>
                <w:color w:val="000000"/>
                <w:sz w:val="24"/>
                <w:szCs w:val="24"/>
              </w:rPr>
              <w:t>здание 25:28:030004:484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D8" w:rsidRPr="00202FD9" w:rsidRDefault="00A53BD8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F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свободное</w:t>
            </w:r>
          </w:p>
        </w:tc>
      </w:tr>
      <w:tr w:rsidR="00A53BD8" w:rsidRPr="002E0185" w:rsidTr="00A53BD8">
        <w:trPr>
          <w:trHeight w:val="47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BD8" w:rsidRPr="00A335F1" w:rsidRDefault="00A53BD8" w:rsidP="00A53BD8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8F9" w:rsidRPr="0040107C" w:rsidRDefault="003A78F9" w:rsidP="003A7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78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Местоположение установлено относительно ориентира, расположенного за пределами участка.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Ориентир</w:t>
            </w:r>
            <w:r w:rsidRPr="003A78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жилой дом. Участок находится примерно </w:t>
            </w:r>
          </w:p>
          <w:p w:rsidR="003A78F9" w:rsidRPr="0040107C" w:rsidRDefault="003A78F9" w:rsidP="003A7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78F9">
              <w:rPr>
                <w:rFonts w:ascii="Times New Roman" w:hAnsi="Times New Roman"/>
                <w:sz w:val="24"/>
                <w:szCs w:val="24"/>
                <w:lang w:eastAsia="ru-RU"/>
              </w:rPr>
              <w:t>в 23 м, по направлению на запад от ориентира. Почтовый адрес</w:t>
            </w:r>
          </w:p>
          <w:p w:rsidR="003A78F9" w:rsidRPr="0040107C" w:rsidRDefault="003A78F9" w:rsidP="003A7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78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ориентира: Приморский край, </w:t>
            </w:r>
          </w:p>
          <w:p w:rsidR="00A53BD8" w:rsidRPr="00E90AEA" w:rsidRDefault="003A78F9" w:rsidP="003A7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78F9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3A78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Владивосток, ул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3A78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Зои Космод</w:t>
            </w:r>
            <w:r w:rsidR="00AF1650">
              <w:rPr>
                <w:rFonts w:ascii="Times New Roman" w:hAnsi="Times New Roman"/>
                <w:sz w:val="24"/>
                <w:szCs w:val="24"/>
                <w:lang w:eastAsia="ru-RU"/>
              </w:rPr>
              <w:t>емьянской, 38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D8" w:rsidRDefault="00A53BD8" w:rsidP="00A53B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3BD8">
              <w:rPr>
                <w:rFonts w:ascii="Times New Roman" w:hAnsi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8F9" w:rsidRDefault="003A78F9" w:rsidP="003A78F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</w:p>
          <w:p w:rsidR="00A53BD8" w:rsidRPr="00705CAE" w:rsidRDefault="00A53BD8" w:rsidP="003A78F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3BD8">
              <w:rPr>
                <w:rFonts w:ascii="Times New Roman" w:hAnsi="Times New Roman"/>
                <w:color w:val="000000"/>
                <w:sz w:val="24"/>
                <w:szCs w:val="24"/>
              </w:rPr>
              <w:t>25:28:030004:4187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D8" w:rsidRPr="00202FD9" w:rsidRDefault="00A53BD8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02F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вободный</w:t>
            </w:r>
          </w:p>
        </w:tc>
      </w:tr>
      <w:tr w:rsidR="00D763A7" w:rsidRPr="002E0185" w:rsidTr="00CB6868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3A7" w:rsidRPr="00A335F1" w:rsidRDefault="00D763A7" w:rsidP="00CB6868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A7" w:rsidRPr="003031C0" w:rsidRDefault="00D763A7" w:rsidP="00F63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D763A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Приморский край, г.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763A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Владивосток, ул.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763A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Прапорщика Комарова, д.</w:t>
            </w:r>
            <w:r w:rsidR="00061B8F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763A7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A7" w:rsidRPr="003031C0" w:rsidRDefault="009E651F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51F" w:rsidRPr="009E651F" w:rsidRDefault="009E651F" w:rsidP="009E6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 помещение,</w:t>
            </w:r>
          </w:p>
          <w:p w:rsidR="00D763A7" w:rsidRDefault="009E651F" w:rsidP="009E6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этаж</w:t>
            </w:r>
          </w:p>
          <w:p w:rsidR="009E651F" w:rsidRPr="003031C0" w:rsidRDefault="009E651F" w:rsidP="009E6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25:28:020012:413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A7" w:rsidRPr="00D01E0A" w:rsidRDefault="00D763A7" w:rsidP="00CB6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763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свободное</w:t>
            </w:r>
            <w:proofErr w:type="gramEnd"/>
            <w:r w:rsidRPr="00D763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памятник истории и культуры</w:t>
            </w:r>
          </w:p>
        </w:tc>
      </w:tr>
      <w:tr w:rsidR="00D01E0A" w:rsidRPr="002E0185" w:rsidTr="00CB6868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E0A" w:rsidRPr="00A335F1" w:rsidRDefault="00D01E0A" w:rsidP="00CB6868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E0A" w:rsidRPr="003031C0" w:rsidRDefault="00D01E0A" w:rsidP="00F63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3031C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Приморский край, </w:t>
            </w:r>
            <w:r w:rsidRPr="003031C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br/>
              <w:t xml:space="preserve">г. Владивосток, о. Русский, </w:t>
            </w:r>
            <w:r w:rsidRPr="003031C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br/>
              <w:t>п. Рында, д</w:t>
            </w:r>
            <w:r w:rsidR="00940735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.</w:t>
            </w:r>
            <w:r w:rsidRPr="003031C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 73а, пом. 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E0A" w:rsidRPr="003031C0" w:rsidRDefault="00061B8F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E0A" w:rsidRPr="003031C0" w:rsidRDefault="00D01E0A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1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 помещение,</w:t>
            </w:r>
          </w:p>
          <w:p w:rsidR="00D01E0A" w:rsidRPr="003031C0" w:rsidRDefault="00D01E0A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1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этаж</w:t>
            </w:r>
          </w:p>
          <w:p w:rsidR="00D01E0A" w:rsidRPr="003031C0" w:rsidRDefault="00D01E0A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1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25:28:060133:146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E0A" w:rsidRPr="00202FD9" w:rsidRDefault="00D01E0A" w:rsidP="00CB6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1E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свободное</w:t>
            </w:r>
          </w:p>
        </w:tc>
      </w:tr>
      <w:tr w:rsidR="00CB6868" w:rsidRPr="002E0185" w:rsidTr="00CB6868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6868" w:rsidRPr="00A335F1" w:rsidRDefault="00CB6868" w:rsidP="00CB6868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8" w:rsidRPr="00956495" w:rsidRDefault="00CB6868" w:rsidP="00F63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495">
              <w:rPr>
                <w:rFonts w:ascii="Times New Roman" w:hAnsi="Times New Roman"/>
                <w:sz w:val="24"/>
                <w:szCs w:val="24"/>
              </w:rPr>
              <w:t>Приморский край,</w:t>
            </w:r>
          </w:p>
          <w:p w:rsidR="0040107C" w:rsidRDefault="00CB6868" w:rsidP="00F63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6495">
              <w:rPr>
                <w:rFonts w:ascii="Times New Roman" w:hAnsi="Times New Roman"/>
                <w:sz w:val="24"/>
                <w:szCs w:val="24"/>
              </w:rPr>
              <w:t xml:space="preserve">г. Владивосток, </w:t>
            </w:r>
            <w:r w:rsidR="0040107C">
              <w:rPr>
                <w:rFonts w:ascii="Times New Roman" w:hAnsi="Times New Roman"/>
                <w:sz w:val="24"/>
                <w:szCs w:val="24"/>
              </w:rPr>
              <w:t>остров</w:t>
            </w:r>
            <w:r w:rsidR="0040107C" w:rsidRPr="0040107C">
              <w:rPr>
                <w:rFonts w:ascii="Times New Roman" w:hAnsi="Times New Roman"/>
                <w:sz w:val="24"/>
                <w:szCs w:val="24"/>
              </w:rPr>
              <w:t xml:space="preserve"> Русский, </w:t>
            </w:r>
          </w:p>
          <w:p w:rsidR="00CB6868" w:rsidRPr="00956495" w:rsidRDefault="0040107C" w:rsidP="00F63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07C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40107C">
              <w:rPr>
                <w:rFonts w:ascii="Times New Roman" w:hAnsi="Times New Roman"/>
                <w:sz w:val="24"/>
                <w:szCs w:val="24"/>
              </w:rPr>
              <w:t>Шигино</w:t>
            </w:r>
            <w:proofErr w:type="spellEnd"/>
            <w:r w:rsidRPr="0040107C">
              <w:rPr>
                <w:rFonts w:ascii="Times New Roman" w:hAnsi="Times New Roman"/>
                <w:sz w:val="24"/>
                <w:szCs w:val="24"/>
              </w:rPr>
              <w:t>, д. 77, пом. 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8" w:rsidRPr="00956495" w:rsidRDefault="00CB6868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8" w:rsidRPr="00956495" w:rsidRDefault="00CB6868" w:rsidP="00F63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495">
              <w:rPr>
                <w:rFonts w:ascii="Times New Roman" w:hAnsi="Times New Roman"/>
                <w:sz w:val="24"/>
                <w:szCs w:val="24"/>
              </w:rPr>
              <w:t>нежилое помещение,</w:t>
            </w:r>
          </w:p>
          <w:p w:rsidR="00CB6868" w:rsidRPr="00956495" w:rsidRDefault="00CB6868" w:rsidP="00F63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495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  <w:p w:rsidR="00CB6868" w:rsidRPr="00956495" w:rsidRDefault="00CB6868" w:rsidP="00F63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495">
              <w:rPr>
                <w:rFonts w:ascii="Times New Roman" w:hAnsi="Times New Roman"/>
                <w:sz w:val="24"/>
                <w:szCs w:val="24"/>
              </w:rPr>
              <w:t>25:28:060131:237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8" w:rsidRDefault="00CB6868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F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свободное</w:t>
            </w:r>
          </w:p>
        </w:tc>
      </w:tr>
      <w:tr w:rsidR="00463EF4" w:rsidRPr="002E0185" w:rsidTr="00CB6868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EF4" w:rsidRPr="00A335F1" w:rsidRDefault="00463EF4" w:rsidP="00CB6868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F4" w:rsidRPr="00956495" w:rsidRDefault="00463EF4" w:rsidP="00F63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</w:t>
            </w:r>
            <w:r w:rsidR="007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орский край, </w:t>
            </w:r>
            <w:r w:rsidR="00736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Владивосток, остров</w:t>
            </w:r>
            <w:r w:rsidRPr="009564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Попова, </w:t>
            </w:r>
            <w:r w:rsidRPr="009564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Подгорная, д. 13а, пом. 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F4" w:rsidRPr="00956495" w:rsidRDefault="00061B8F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F4" w:rsidRPr="00956495" w:rsidRDefault="00463EF4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 помещение,</w:t>
            </w:r>
          </w:p>
          <w:p w:rsidR="00463EF4" w:rsidRPr="00956495" w:rsidRDefault="00463EF4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этаж </w:t>
            </w:r>
          </w:p>
          <w:p w:rsidR="00463EF4" w:rsidRPr="00956495" w:rsidRDefault="00463EF4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25:28:000000:46413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F4" w:rsidRPr="00202FD9" w:rsidRDefault="00BE225E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22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свободное</w:t>
            </w:r>
          </w:p>
        </w:tc>
      </w:tr>
      <w:tr w:rsidR="00463EF4" w:rsidRPr="002E0185" w:rsidTr="00CB6868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EF4" w:rsidRPr="00A335F1" w:rsidRDefault="00463EF4" w:rsidP="00CB6868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F4" w:rsidRPr="00956495" w:rsidRDefault="00463EF4" w:rsidP="00F63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Приморский край, </w:t>
            </w:r>
            <w:r w:rsidRPr="009564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г. Владивосток, п. Попова, </w:t>
            </w:r>
            <w:r w:rsidRPr="009564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Подгорная, д. 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F4" w:rsidRPr="00956495" w:rsidRDefault="00463EF4" w:rsidP="00061B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1254,6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F4" w:rsidRPr="00956495" w:rsidRDefault="00463EF4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 помещение,</w:t>
            </w:r>
          </w:p>
          <w:p w:rsidR="00463EF4" w:rsidRPr="00956495" w:rsidRDefault="00463EF4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 этажи</w:t>
            </w:r>
          </w:p>
          <w:p w:rsidR="00463EF4" w:rsidRPr="00956495" w:rsidRDefault="00463EF4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4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25:28:050026:2025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F4" w:rsidRPr="00202FD9" w:rsidRDefault="00BE225E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22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свободное</w:t>
            </w:r>
          </w:p>
        </w:tc>
      </w:tr>
      <w:tr w:rsidR="00CB6868" w:rsidRPr="00A051F0" w:rsidTr="00A051F0">
        <w:trPr>
          <w:gridAfter w:val="1"/>
          <w:wAfter w:w="54" w:type="dxa"/>
        </w:trPr>
        <w:tc>
          <w:tcPr>
            <w:tcW w:w="1001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6868" w:rsidRPr="00A051F0" w:rsidRDefault="00CB6868" w:rsidP="00972C7E">
            <w:pPr>
              <w:tabs>
                <w:tab w:val="left" w:pos="1134"/>
                <w:tab w:val="left" w:pos="1276"/>
              </w:tabs>
              <w:spacing w:after="0" w:line="360" w:lineRule="auto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D0F86" w:rsidRDefault="006D2965" w:rsidP="006D2965">
      <w:pPr>
        <w:spacing w:after="0" w:line="240" w:lineRule="auto"/>
        <w:ind w:left="4956" w:firstLine="708"/>
        <w:jc w:val="both"/>
      </w:pPr>
      <w:r>
        <w:tab/>
      </w:r>
    </w:p>
    <w:sectPr w:rsidR="004D0F86" w:rsidSect="005A5B4E">
      <w:headerReference w:type="default" r:id="rId10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B9F" w:rsidRDefault="00834B9F">
      <w:pPr>
        <w:spacing w:after="0" w:line="240" w:lineRule="auto"/>
      </w:pPr>
      <w:r>
        <w:separator/>
      </w:r>
    </w:p>
  </w:endnote>
  <w:endnote w:type="continuationSeparator" w:id="0">
    <w:p w:rsidR="00834B9F" w:rsidRDefault="00834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B9F" w:rsidRDefault="00834B9F">
      <w:pPr>
        <w:spacing w:after="0" w:line="240" w:lineRule="auto"/>
      </w:pPr>
      <w:r>
        <w:separator/>
      </w:r>
    </w:p>
  </w:footnote>
  <w:footnote w:type="continuationSeparator" w:id="0">
    <w:p w:rsidR="00834B9F" w:rsidRDefault="00834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E83" w:rsidRDefault="007B5E8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F1650">
      <w:rPr>
        <w:noProof/>
      </w:rPr>
      <w:t>6</w:t>
    </w:r>
    <w:r>
      <w:fldChar w:fldCharType="end"/>
    </w:r>
  </w:p>
  <w:p w:rsidR="007B5E83" w:rsidRDefault="007B5E8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7DDF"/>
    <w:multiLevelType w:val="hybridMultilevel"/>
    <w:tmpl w:val="6A743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7427D"/>
    <w:multiLevelType w:val="hybridMultilevel"/>
    <w:tmpl w:val="08309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20E85"/>
    <w:multiLevelType w:val="hybridMultilevel"/>
    <w:tmpl w:val="500C4F6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C3C94"/>
    <w:multiLevelType w:val="hybridMultilevel"/>
    <w:tmpl w:val="3C3297B0"/>
    <w:lvl w:ilvl="0" w:tplc="060C3302">
      <w:start w:val="1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2" w:hanging="360"/>
      </w:pPr>
    </w:lvl>
    <w:lvl w:ilvl="2" w:tplc="0419001B" w:tentative="1">
      <w:start w:val="1"/>
      <w:numFmt w:val="lowerRoman"/>
      <w:lvlText w:val="%3."/>
      <w:lvlJc w:val="right"/>
      <w:pPr>
        <w:ind w:left="3072" w:hanging="180"/>
      </w:pPr>
    </w:lvl>
    <w:lvl w:ilvl="3" w:tplc="0419000F" w:tentative="1">
      <w:start w:val="1"/>
      <w:numFmt w:val="decimal"/>
      <w:lvlText w:val="%4."/>
      <w:lvlJc w:val="left"/>
      <w:pPr>
        <w:ind w:left="3792" w:hanging="360"/>
      </w:pPr>
    </w:lvl>
    <w:lvl w:ilvl="4" w:tplc="04190019" w:tentative="1">
      <w:start w:val="1"/>
      <w:numFmt w:val="lowerLetter"/>
      <w:lvlText w:val="%5."/>
      <w:lvlJc w:val="left"/>
      <w:pPr>
        <w:ind w:left="4512" w:hanging="360"/>
      </w:pPr>
    </w:lvl>
    <w:lvl w:ilvl="5" w:tplc="0419001B" w:tentative="1">
      <w:start w:val="1"/>
      <w:numFmt w:val="lowerRoman"/>
      <w:lvlText w:val="%6."/>
      <w:lvlJc w:val="right"/>
      <w:pPr>
        <w:ind w:left="5232" w:hanging="180"/>
      </w:pPr>
    </w:lvl>
    <w:lvl w:ilvl="6" w:tplc="0419000F" w:tentative="1">
      <w:start w:val="1"/>
      <w:numFmt w:val="decimal"/>
      <w:lvlText w:val="%7."/>
      <w:lvlJc w:val="left"/>
      <w:pPr>
        <w:ind w:left="5952" w:hanging="360"/>
      </w:pPr>
    </w:lvl>
    <w:lvl w:ilvl="7" w:tplc="04190019" w:tentative="1">
      <w:start w:val="1"/>
      <w:numFmt w:val="lowerLetter"/>
      <w:lvlText w:val="%8."/>
      <w:lvlJc w:val="left"/>
      <w:pPr>
        <w:ind w:left="6672" w:hanging="360"/>
      </w:pPr>
    </w:lvl>
    <w:lvl w:ilvl="8" w:tplc="0419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">
    <w:nsid w:val="4BA715B3"/>
    <w:multiLevelType w:val="hybridMultilevel"/>
    <w:tmpl w:val="22BE1EE2"/>
    <w:lvl w:ilvl="0" w:tplc="AFA4DBAE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F1805E1"/>
    <w:multiLevelType w:val="hybridMultilevel"/>
    <w:tmpl w:val="313AE600"/>
    <w:lvl w:ilvl="0" w:tplc="45706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AFD"/>
    <w:rsid w:val="000025E2"/>
    <w:rsid w:val="000053AD"/>
    <w:rsid w:val="00005EC1"/>
    <w:rsid w:val="00020B17"/>
    <w:rsid w:val="00024B63"/>
    <w:rsid w:val="000253B4"/>
    <w:rsid w:val="000273C6"/>
    <w:rsid w:val="00032A35"/>
    <w:rsid w:val="00033D36"/>
    <w:rsid w:val="00035142"/>
    <w:rsid w:val="00035D30"/>
    <w:rsid w:val="00037137"/>
    <w:rsid w:val="00040ACC"/>
    <w:rsid w:val="00040CCD"/>
    <w:rsid w:val="00042CFF"/>
    <w:rsid w:val="00043963"/>
    <w:rsid w:val="000442F9"/>
    <w:rsid w:val="00044DCD"/>
    <w:rsid w:val="00045219"/>
    <w:rsid w:val="000502D0"/>
    <w:rsid w:val="0005104B"/>
    <w:rsid w:val="000516CA"/>
    <w:rsid w:val="00056168"/>
    <w:rsid w:val="0005762D"/>
    <w:rsid w:val="00057F2F"/>
    <w:rsid w:val="0006000B"/>
    <w:rsid w:val="00060EB8"/>
    <w:rsid w:val="0006182C"/>
    <w:rsid w:val="00061B8F"/>
    <w:rsid w:val="00062D2C"/>
    <w:rsid w:val="00063A9F"/>
    <w:rsid w:val="0007129B"/>
    <w:rsid w:val="000766D2"/>
    <w:rsid w:val="00076A77"/>
    <w:rsid w:val="000774C7"/>
    <w:rsid w:val="0008196D"/>
    <w:rsid w:val="00083887"/>
    <w:rsid w:val="00083BA6"/>
    <w:rsid w:val="00085001"/>
    <w:rsid w:val="00087FC1"/>
    <w:rsid w:val="000919A5"/>
    <w:rsid w:val="00091C57"/>
    <w:rsid w:val="000926CD"/>
    <w:rsid w:val="00097025"/>
    <w:rsid w:val="000A3A1C"/>
    <w:rsid w:val="000A3AAD"/>
    <w:rsid w:val="000A49EF"/>
    <w:rsid w:val="000A538F"/>
    <w:rsid w:val="000A5603"/>
    <w:rsid w:val="000A61DE"/>
    <w:rsid w:val="000A6853"/>
    <w:rsid w:val="000A6D41"/>
    <w:rsid w:val="000A6E78"/>
    <w:rsid w:val="000A7E8A"/>
    <w:rsid w:val="000B1B06"/>
    <w:rsid w:val="000B6B9B"/>
    <w:rsid w:val="000B7996"/>
    <w:rsid w:val="000C0714"/>
    <w:rsid w:val="000C0F65"/>
    <w:rsid w:val="000C1BC4"/>
    <w:rsid w:val="000C1E07"/>
    <w:rsid w:val="000C4610"/>
    <w:rsid w:val="000C464B"/>
    <w:rsid w:val="000C796B"/>
    <w:rsid w:val="000D033F"/>
    <w:rsid w:val="000D06CA"/>
    <w:rsid w:val="000D3B95"/>
    <w:rsid w:val="000D4134"/>
    <w:rsid w:val="000D604D"/>
    <w:rsid w:val="000D6AAE"/>
    <w:rsid w:val="000E03D7"/>
    <w:rsid w:val="000E13A5"/>
    <w:rsid w:val="000E13CE"/>
    <w:rsid w:val="000E3531"/>
    <w:rsid w:val="000E471D"/>
    <w:rsid w:val="000E4C76"/>
    <w:rsid w:val="000E5C5E"/>
    <w:rsid w:val="000E681E"/>
    <w:rsid w:val="000F3C3B"/>
    <w:rsid w:val="000F6D1C"/>
    <w:rsid w:val="00101353"/>
    <w:rsid w:val="00115BAB"/>
    <w:rsid w:val="00123779"/>
    <w:rsid w:val="001255A7"/>
    <w:rsid w:val="001273A2"/>
    <w:rsid w:val="001279EB"/>
    <w:rsid w:val="00131A76"/>
    <w:rsid w:val="0015099F"/>
    <w:rsid w:val="0015141B"/>
    <w:rsid w:val="001519A3"/>
    <w:rsid w:val="00154238"/>
    <w:rsid w:val="00154D8D"/>
    <w:rsid w:val="00156EA1"/>
    <w:rsid w:val="00165A90"/>
    <w:rsid w:val="00165C1B"/>
    <w:rsid w:val="00166874"/>
    <w:rsid w:val="00167F5B"/>
    <w:rsid w:val="00174579"/>
    <w:rsid w:val="001751B2"/>
    <w:rsid w:val="00180E58"/>
    <w:rsid w:val="00183C83"/>
    <w:rsid w:val="001860E5"/>
    <w:rsid w:val="0019001B"/>
    <w:rsid w:val="0019433F"/>
    <w:rsid w:val="00194374"/>
    <w:rsid w:val="00194AE5"/>
    <w:rsid w:val="00195253"/>
    <w:rsid w:val="001A32EC"/>
    <w:rsid w:val="001A636A"/>
    <w:rsid w:val="001B07F2"/>
    <w:rsid w:val="001B5C16"/>
    <w:rsid w:val="001B5EC0"/>
    <w:rsid w:val="001C0643"/>
    <w:rsid w:val="001C1070"/>
    <w:rsid w:val="001C2077"/>
    <w:rsid w:val="001C5865"/>
    <w:rsid w:val="001D0EF8"/>
    <w:rsid w:val="001D1B0A"/>
    <w:rsid w:val="001D35B9"/>
    <w:rsid w:val="001D3DE2"/>
    <w:rsid w:val="001D5A72"/>
    <w:rsid w:val="001E227B"/>
    <w:rsid w:val="001E5AE1"/>
    <w:rsid w:val="001F0F44"/>
    <w:rsid w:val="001F297C"/>
    <w:rsid w:val="001F5C74"/>
    <w:rsid w:val="001F7520"/>
    <w:rsid w:val="002006F7"/>
    <w:rsid w:val="0020242C"/>
    <w:rsid w:val="00202FD9"/>
    <w:rsid w:val="00203CAA"/>
    <w:rsid w:val="00204146"/>
    <w:rsid w:val="00207E67"/>
    <w:rsid w:val="00211207"/>
    <w:rsid w:val="00212DE7"/>
    <w:rsid w:val="002157D1"/>
    <w:rsid w:val="00215C76"/>
    <w:rsid w:val="0022088D"/>
    <w:rsid w:val="002214A0"/>
    <w:rsid w:val="00221D33"/>
    <w:rsid w:val="00222373"/>
    <w:rsid w:val="00223C89"/>
    <w:rsid w:val="00223DEC"/>
    <w:rsid w:val="002242F6"/>
    <w:rsid w:val="002254C6"/>
    <w:rsid w:val="0022550D"/>
    <w:rsid w:val="00226EBE"/>
    <w:rsid w:val="002304A6"/>
    <w:rsid w:val="0023151C"/>
    <w:rsid w:val="00233607"/>
    <w:rsid w:val="00236A4A"/>
    <w:rsid w:val="002432A3"/>
    <w:rsid w:val="002442F2"/>
    <w:rsid w:val="0024477F"/>
    <w:rsid w:val="00245782"/>
    <w:rsid w:val="002474F9"/>
    <w:rsid w:val="0025357C"/>
    <w:rsid w:val="00254664"/>
    <w:rsid w:val="00255F23"/>
    <w:rsid w:val="002577EC"/>
    <w:rsid w:val="00261D20"/>
    <w:rsid w:val="00261DF5"/>
    <w:rsid w:val="002628D1"/>
    <w:rsid w:val="00263E23"/>
    <w:rsid w:val="0026592C"/>
    <w:rsid w:val="00267002"/>
    <w:rsid w:val="00270DE9"/>
    <w:rsid w:val="00271332"/>
    <w:rsid w:val="0027407B"/>
    <w:rsid w:val="00274A26"/>
    <w:rsid w:val="002751C2"/>
    <w:rsid w:val="0027773A"/>
    <w:rsid w:val="0028040B"/>
    <w:rsid w:val="0028041A"/>
    <w:rsid w:val="002808DA"/>
    <w:rsid w:val="00282098"/>
    <w:rsid w:val="002839D1"/>
    <w:rsid w:val="002859BA"/>
    <w:rsid w:val="00285C2C"/>
    <w:rsid w:val="00286932"/>
    <w:rsid w:val="00287FB3"/>
    <w:rsid w:val="00293A9B"/>
    <w:rsid w:val="00294484"/>
    <w:rsid w:val="002974B5"/>
    <w:rsid w:val="002A00B7"/>
    <w:rsid w:val="002A095A"/>
    <w:rsid w:val="002A1FC5"/>
    <w:rsid w:val="002A7F87"/>
    <w:rsid w:val="002B1BDD"/>
    <w:rsid w:val="002B25F4"/>
    <w:rsid w:val="002B2B2E"/>
    <w:rsid w:val="002B64DC"/>
    <w:rsid w:val="002B77BF"/>
    <w:rsid w:val="002C1299"/>
    <w:rsid w:val="002C44E8"/>
    <w:rsid w:val="002C4C23"/>
    <w:rsid w:val="002C5795"/>
    <w:rsid w:val="002D1717"/>
    <w:rsid w:val="002D2CD1"/>
    <w:rsid w:val="002D39EE"/>
    <w:rsid w:val="002D4A0E"/>
    <w:rsid w:val="002D5192"/>
    <w:rsid w:val="002D5432"/>
    <w:rsid w:val="002D5FE6"/>
    <w:rsid w:val="002D6A9C"/>
    <w:rsid w:val="002E0185"/>
    <w:rsid w:val="002E04E0"/>
    <w:rsid w:val="002E06BC"/>
    <w:rsid w:val="002E2DF5"/>
    <w:rsid w:val="002E39E9"/>
    <w:rsid w:val="002E492C"/>
    <w:rsid w:val="002E4AC0"/>
    <w:rsid w:val="002E4C3A"/>
    <w:rsid w:val="002E5554"/>
    <w:rsid w:val="002E6151"/>
    <w:rsid w:val="002F0889"/>
    <w:rsid w:val="002F1412"/>
    <w:rsid w:val="002F1EB8"/>
    <w:rsid w:val="002F2021"/>
    <w:rsid w:val="002F202C"/>
    <w:rsid w:val="002F31A9"/>
    <w:rsid w:val="002F3631"/>
    <w:rsid w:val="002F3AD5"/>
    <w:rsid w:val="003070CC"/>
    <w:rsid w:val="00310BB9"/>
    <w:rsid w:val="0031473A"/>
    <w:rsid w:val="003160DF"/>
    <w:rsid w:val="003201B9"/>
    <w:rsid w:val="003210C7"/>
    <w:rsid w:val="00322A4A"/>
    <w:rsid w:val="003232AD"/>
    <w:rsid w:val="003234FB"/>
    <w:rsid w:val="00324CB9"/>
    <w:rsid w:val="00325C89"/>
    <w:rsid w:val="00330DEC"/>
    <w:rsid w:val="00334AB6"/>
    <w:rsid w:val="00335058"/>
    <w:rsid w:val="00335F91"/>
    <w:rsid w:val="00336807"/>
    <w:rsid w:val="003378B0"/>
    <w:rsid w:val="0034037D"/>
    <w:rsid w:val="00341D4C"/>
    <w:rsid w:val="00342206"/>
    <w:rsid w:val="00342C44"/>
    <w:rsid w:val="00342D4B"/>
    <w:rsid w:val="00343B41"/>
    <w:rsid w:val="00344319"/>
    <w:rsid w:val="003450C3"/>
    <w:rsid w:val="00345B9D"/>
    <w:rsid w:val="00345CF8"/>
    <w:rsid w:val="003510FC"/>
    <w:rsid w:val="00352FC1"/>
    <w:rsid w:val="00353FA4"/>
    <w:rsid w:val="0035430F"/>
    <w:rsid w:val="00355AA0"/>
    <w:rsid w:val="00355F08"/>
    <w:rsid w:val="003570BF"/>
    <w:rsid w:val="003613D8"/>
    <w:rsid w:val="0036296E"/>
    <w:rsid w:val="00362B63"/>
    <w:rsid w:val="00363F3C"/>
    <w:rsid w:val="00366FE2"/>
    <w:rsid w:val="0037196B"/>
    <w:rsid w:val="00373F31"/>
    <w:rsid w:val="0037433B"/>
    <w:rsid w:val="00374F5A"/>
    <w:rsid w:val="00375A64"/>
    <w:rsid w:val="00375F6F"/>
    <w:rsid w:val="00380591"/>
    <w:rsid w:val="0038471F"/>
    <w:rsid w:val="00384EC2"/>
    <w:rsid w:val="003866D8"/>
    <w:rsid w:val="00390B2F"/>
    <w:rsid w:val="00390F25"/>
    <w:rsid w:val="00393F61"/>
    <w:rsid w:val="00396127"/>
    <w:rsid w:val="00397EBE"/>
    <w:rsid w:val="003A28B1"/>
    <w:rsid w:val="003A78F9"/>
    <w:rsid w:val="003B0A94"/>
    <w:rsid w:val="003B4E3A"/>
    <w:rsid w:val="003B6088"/>
    <w:rsid w:val="003B680C"/>
    <w:rsid w:val="003C16E7"/>
    <w:rsid w:val="003C613C"/>
    <w:rsid w:val="003C62DE"/>
    <w:rsid w:val="003D1C4C"/>
    <w:rsid w:val="003D1D03"/>
    <w:rsid w:val="003D3A17"/>
    <w:rsid w:val="003D7B20"/>
    <w:rsid w:val="003E37E6"/>
    <w:rsid w:val="003E5EA5"/>
    <w:rsid w:val="003F4513"/>
    <w:rsid w:val="003F4B8C"/>
    <w:rsid w:val="003F61B0"/>
    <w:rsid w:val="003F6325"/>
    <w:rsid w:val="003F6A7D"/>
    <w:rsid w:val="003F79EE"/>
    <w:rsid w:val="0040107C"/>
    <w:rsid w:val="00403132"/>
    <w:rsid w:val="0040347B"/>
    <w:rsid w:val="004041E4"/>
    <w:rsid w:val="00405EF2"/>
    <w:rsid w:val="0040798E"/>
    <w:rsid w:val="00411811"/>
    <w:rsid w:val="004137B0"/>
    <w:rsid w:val="004139A8"/>
    <w:rsid w:val="00415D1E"/>
    <w:rsid w:val="00417250"/>
    <w:rsid w:val="00423493"/>
    <w:rsid w:val="00426977"/>
    <w:rsid w:val="00430281"/>
    <w:rsid w:val="0043386B"/>
    <w:rsid w:val="00434C29"/>
    <w:rsid w:val="00436B77"/>
    <w:rsid w:val="0043740A"/>
    <w:rsid w:val="00437C9A"/>
    <w:rsid w:val="004409F5"/>
    <w:rsid w:val="00440D51"/>
    <w:rsid w:val="00440FD0"/>
    <w:rsid w:val="004430ED"/>
    <w:rsid w:val="00443AD7"/>
    <w:rsid w:val="00445746"/>
    <w:rsid w:val="00447124"/>
    <w:rsid w:val="0045038E"/>
    <w:rsid w:val="00450506"/>
    <w:rsid w:val="004538D9"/>
    <w:rsid w:val="00454856"/>
    <w:rsid w:val="00455117"/>
    <w:rsid w:val="00455DA0"/>
    <w:rsid w:val="00457C17"/>
    <w:rsid w:val="00457C64"/>
    <w:rsid w:val="00460702"/>
    <w:rsid w:val="00460D09"/>
    <w:rsid w:val="00462FF2"/>
    <w:rsid w:val="00463EF4"/>
    <w:rsid w:val="00464529"/>
    <w:rsid w:val="0046589A"/>
    <w:rsid w:val="00467A28"/>
    <w:rsid w:val="004704BE"/>
    <w:rsid w:val="00471023"/>
    <w:rsid w:val="00472390"/>
    <w:rsid w:val="004734CB"/>
    <w:rsid w:val="0047791E"/>
    <w:rsid w:val="00480679"/>
    <w:rsid w:val="004838C3"/>
    <w:rsid w:val="00484A55"/>
    <w:rsid w:val="00484C1A"/>
    <w:rsid w:val="00487FAC"/>
    <w:rsid w:val="00490F8E"/>
    <w:rsid w:val="00491D7E"/>
    <w:rsid w:val="00491E1D"/>
    <w:rsid w:val="00495B0E"/>
    <w:rsid w:val="00495EC6"/>
    <w:rsid w:val="00496E28"/>
    <w:rsid w:val="004A144D"/>
    <w:rsid w:val="004A4D07"/>
    <w:rsid w:val="004A55F4"/>
    <w:rsid w:val="004A738B"/>
    <w:rsid w:val="004B18A6"/>
    <w:rsid w:val="004B2E89"/>
    <w:rsid w:val="004B37EC"/>
    <w:rsid w:val="004C1C9A"/>
    <w:rsid w:val="004C202E"/>
    <w:rsid w:val="004C7151"/>
    <w:rsid w:val="004C7491"/>
    <w:rsid w:val="004D0F86"/>
    <w:rsid w:val="004D2908"/>
    <w:rsid w:val="004D5F16"/>
    <w:rsid w:val="004D7009"/>
    <w:rsid w:val="004E278A"/>
    <w:rsid w:val="004E4499"/>
    <w:rsid w:val="004E65C4"/>
    <w:rsid w:val="004E6A64"/>
    <w:rsid w:val="004F0F84"/>
    <w:rsid w:val="004F1EE1"/>
    <w:rsid w:val="004F4FF8"/>
    <w:rsid w:val="004F6911"/>
    <w:rsid w:val="004F6D56"/>
    <w:rsid w:val="00500539"/>
    <w:rsid w:val="00500E36"/>
    <w:rsid w:val="00503CE4"/>
    <w:rsid w:val="00504F44"/>
    <w:rsid w:val="00505A9B"/>
    <w:rsid w:val="00510A94"/>
    <w:rsid w:val="005123E4"/>
    <w:rsid w:val="00513A72"/>
    <w:rsid w:val="005163D5"/>
    <w:rsid w:val="00517D48"/>
    <w:rsid w:val="0052049C"/>
    <w:rsid w:val="005239F6"/>
    <w:rsid w:val="00524588"/>
    <w:rsid w:val="0052581B"/>
    <w:rsid w:val="005369E6"/>
    <w:rsid w:val="00536F02"/>
    <w:rsid w:val="00540C9B"/>
    <w:rsid w:val="00544618"/>
    <w:rsid w:val="005447E6"/>
    <w:rsid w:val="00544880"/>
    <w:rsid w:val="00544D44"/>
    <w:rsid w:val="00544E0A"/>
    <w:rsid w:val="005454A0"/>
    <w:rsid w:val="00545BA9"/>
    <w:rsid w:val="0055021A"/>
    <w:rsid w:val="005505C7"/>
    <w:rsid w:val="00551038"/>
    <w:rsid w:val="0055237B"/>
    <w:rsid w:val="0055258B"/>
    <w:rsid w:val="00552CE5"/>
    <w:rsid w:val="00554829"/>
    <w:rsid w:val="005548F6"/>
    <w:rsid w:val="00554EEC"/>
    <w:rsid w:val="0055647D"/>
    <w:rsid w:val="005564F8"/>
    <w:rsid w:val="005625ED"/>
    <w:rsid w:val="00565C72"/>
    <w:rsid w:val="00571315"/>
    <w:rsid w:val="005716DF"/>
    <w:rsid w:val="0057772A"/>
    <w:rsid w:val="00583533"/>
    <w:rsid w:val="00587109"/>
    <w:rsid w:val="00590A1B"/>
    <w:rsid w:val="005919A6"/>
    <w:rsid w:val="00597BB4"/>
    <w:rsid w:val="005A1BA3"/>
    <w:rsid w:val="005A449B"/>
    <w:rsid w:val="005A4B6F"/>
    <w:rsid w:val="005A5B4E"/>
    <w:rsid w:val="005B2025"/>
    <w:rsid w:val="005B29F9"/>
    <w:rsid w:val="005B3C55"/>
    <w:rsid w:val="005B5EDF"/>
    <w:rsid w:val="005B7E88"/>
    <w:rsid w:val="005C0CB7"/>
    <w:rsid w:val="005C1C23"/>
    <w:rsid w:val="005C2AFC"/>
    <w:rsid w:val="005C32A2"/>
    <w:rsid w:val="005C357D"/>
    <w:rsid w:val="005C4C93"/>
    <w:rsid w:val="005C7A4B"/>
    <w:rsid w:val="005D1ABC"/>
    <w:rsid w:val="005D2B84"/>
    <w:rsid w:val="005D3475"/>
    <w:rsid w:val="005D46CE"/>
    <w:rsid w:val="005D6696"/>
    <w:rsid w:val="005D716E"/>
    <w:rsid w:val="005E11C7"/>
    <w:rsid w:val="005E2C1D"/>
    <w:rsid w:val="005E39A4"/>
    <w:rsid w:val="005E437B"/>
    <w:rsid w:val="005E4B68"/>
    <w:rsid w:val="005F474E"/>
    <w:rsid w:val="005F71CD"/>
    <w:rsid w:val="00600B50"/>
    <w:rsid w:val="00601466"/>
    <w:rsid w:val="0060203D"/>
    <w:rsid w:val="0060284B"/>
    <w:rsid w:val="00603CED"/>
    <w:rsid w:val="00604666"/>
    <w:rsid w:val="006062F4"/>
    <w:rsid w:val="0060639A"/>
    <w:rsid w:val="00610A56"/>
    <w:rsid w:val="006119CF"/>
    <w:rsid w:val="00612291"/>
    <w:rsid w:val="006133A9"/>
    <w:rsid w:val="00617486"/>
    <w:rsid w:val="0062332A"/>
    <w:rsid w:val="00624062"/>
    <w:rsid w:val="00624558"/>
    <w:rsid w:val="00624A26"/>
    <w:rsid w:val="0062505C"/>
    <w:rsid w:val="00626961"/>
    <w:rsid w:val="0063276E"/>
    <w:rsid w:val="00632D61"/>
    <w:rsid w:val="006338E1"/>
    <w:rsid w:val="006356F4"/>
    <w:rsid w:val="006420F6"/>
    <w:rsid w:val="0064347D"/>
    <w:rsid w:val="0065038D"/>
    <w:rsid w:val="00651DB5"/>
    <w:rsid w:val="00652021"/>
    <w:rsid w:val="00652512"/>
    <w:rsid w:val="00653AF1"/>
    <w:rsid w:val="00654F53"/>
    <w:rsid w:val="0065693B"/>
    <w:rsid w:val="00661240"/>
    <w:rsid w:val="00661378"/>
    <w:rsid w:val="00662EC3"/>
    <w:rsid w:val="00663DA9"/>
    <w:rsid w:val="00664705"/>
    <w:rsid w:val="00665A3E"/>
    <w:rsid w:val="006702D1"/>
    <w:rsid w:val="00672F9D"/>
    <w:rsid w:val="0068441D"/>
    <w:rsid w:val="006910DB"/>
    <w:rsid w:val="0069123A"/>
    <w:rsid w:val="00691AE6"/>
    <w:rsid w:val="00694DF8"/>
    <w:rsid w:val="00695B7D"/>
    <w:rsid w:val="006A03AD"/>
    <w:rsid w:val="006A17ED"/>
    <w:rsid w:val="006A31E9"/>
    <w:rsid w:val="006A5E40"/>
    <w:rsid w:val="006A760C"/>
    <w:rsid w:val="006A76B1"/>
    <w:rsid w:val="006A7EA5"/>
    <w:rsid w:val="006B28CC"/>
    <w:rsid w:val="006B41B9"/>
    <w:rsid w:val="006B49BD"/>
    <w:rsid w:val="006B4EF4"/>
    <w:rsid w:val="006B5750"/>
    <w:rsid w:val="006C1121"/>
    <w:rsid w:val="006C4046"/>
    <w:rsid w:val="006C5FEB"/>
    <w:rsid w:val="006C65ED"/>
    <w:rsid w:val="006D2965"/>
    <w:rsid w:val="006D3108"/>
    <w:rsid w:val="006E1033"/>
    <w:rsid w:val="006E142C"/>
    <w:rsid w:val="006E19BC"/>
    <w:rsid w:val="006E32A8"/>
    <w:rsid w:val="006F07E2"/>
    <w:rsid w:val="006F2AA0"/>
    <w:rsid w:val="006F4F3F"/>
    <w:rsid w:val="006F557B"/>
    <w:rsid w:val="006F7876"/>
    <w:rsid w:val="006F79C6"/>
    <w:rsid w:val="007011BB"/>
    <w:rsid w:val="007019E5"/>
    <w:rsid w:val="00701A11"/>
    <w:rsid w:val="00702259"/>
    <w:rsid w:val="00702715"/>
    <w:rsid w:val="00704276"/>
    <w:rsid w:val="00705D35"/>
    <w:rsid w:val="00707AA5"/>
    <w:rsid w:val="00714164"/>
    <w:rsid w:val="00717EEF"/>
    <w:rsid w:val="0072487D"/>
    <w:rsid w:val="00724B42"/>
    <w:rsid w:val="00725605"/>
    <w:rsid w:val="0073207D"/>
    <w:rsid w:val="00733246"/>
    <w:rsid w:val="0073335E"/>
    <w:rsid w:val="00733CAE"/>
    <w:rsid w:val="007352BD"/>
    <w:rsid w:val="00735AF6"/>
    <w:rsid w:val="00735B5D"/>
    <w:rsid w:val="007369C5"/>
    <w:rsid w:val="0073709B"/>
    <w:rsid w:val="00743EFB"/>
    <w:rsid w:val="007453F3"/>
    <w:rsid w:val="00746659"/>
    <w:rsid w:val="00756C50"/>
    <w:rsid w:val="0076348D"/>
    <w:rsid w:val="00763A02"/>
    <w:rsid w:val="00764BF5"/>
    <w:rsid w:val="00765CBD"/>
    <w:rsid w:val="007666C7"/>
    <w:rsid w:val="00767EA5"/>
    <w:rsid w:val="007701AA"/>
    <w:rsid w:val="0077120E"/>
    <w:rsid w:val="007722B1"/>
    <w:rsid w:val="00772958"/>
    <w:rsid w:val="00774DCC"/>
    <w:rsid w:val="0078240D"/>
    <w:rsid w:val="00787522"/>
    <w:rsid w:val="00792321"/>
    <w:rsid w:val="00792E94"/>
    <w:rsid w:val="00795E22"/>
    <w:rsid w:val="007972F9"/>
    <w:rsid w:val="007A1B0C"/>
    <w:rsid w:val="007A1D65"/>
    <w:rsid w:val="007A2CF1"/>
    <w:rsid w:val="007A31D8"/>
    <w:rsid w:val="007A55DC"/>
    <w:rsid w:val="007B06C4"/>
    <w:rsid w:val="007B0D10"/>
    <w:rsid w:val="007B0EE0"/>
    <w:rsid w:val="007B2BBB"/>
    <w:rsid w:val="007B4630"/>
    <w:rsid w:val="007B4B59"/>
    <w:rsid w:val="007B5E83"/>
    <w:rsid w:val="007C48AC"/>
    <w:rsid w:val="007C6519"/>
    <w:rsid w:val="007C6A3D"/>
    <w:rsid w:val="007C74FB"/>
    <w:rsid w:val="007D03B0"/>
    <w:rsid w:val="007D25EE"/>
    <w:rsid w:val="007D40B5"/>
    <w:rsid w:val="007D6099"/>
    <w:rsid w:val="007D74D1"/>
    <w:rsid w:val="007E11E1"/>
    <w:rsid w:val="007E1D03"/>
    <w:rsid w:val="007E262D"/>
    <w:rsid w:val="007E2736"/>
    <w:rsid w:val="007E3303"/>
    <w:rsid w:val="007E35D0"/>
    <w:rsid w:val="007E3945"/>
    <w:rsid w:val="007E7C97"/>
    <w:rsid w:val="007F0793"/>
    <w:rsid w:val="007F08ED"/>
    <w:rsid w:val="007F3AFD"/>
    <w:rsid w:val="007F58E0"/>
    <w:rsid w:val="007F6012"/>
    <w:rsid w:val="007F6DD1"/>
    <w:rsid w:val="007F77CD"/>
    <w:rsid w:val="008029B2"/>
    <w:rsid w:val="0080790A"/>
    <w:rsid w:val="0081068A"/>
    <w:rsid w:val="008153EE"/>
    <w:rsid w:val="00821169"/>
    <w:rsid w:val="00821369"/>
    <w:rsid w:val="008218CD"/>
    <w:rsid w:val="00823A6A"/>
    <w:rsid w:val="008255E2"/>
    <w:rsid w:val="0082600E"/>
    <w:rsid w:val="00827778"/>
    <w:rsid w:val="008318EF"/>
    <w:rsid w:val="00831FB5"/>
    <w:rsid w:val="00832223"/>
    <w:rsid w:val="00832D9F"/>
    <w:rsid w:val="00833AAA"/>
    <w:rsid w:val="00834B9F"/>
    <w:rsid w:val="00835A3E"/>
    <w:rsid w:val="00836A02"/>
    <w:rsid w:val="00836EB3"/>
    <w:rsid w:val="00837335"/>
    <w:rsid w:val="008377FA"/>
    <w:rsid w:val="00841D50"/>
    <w:rsid w:val="00844702"/>
    <w:rsid w:val="00852B1E"/>
    <w:rsid w:val="00854D0D"/>
    <w:rsid w:val="00854DAC"/>
    <w:rsid w:val="008554B1"/>
    <w:rsid w:val="00856F73"/>
    <w:rsid w:val="0086499F"/>
    <w:rsid w:val="00867A8C"/>
    <w:rsid w:val="00872159"/>
    <w:rsid w:val="0087286A"/>
    <w:rsid w:val="00874387"/>
    <w:rsid w:val="00874630"/>
    <w:rsid w:val="00874AB5"/>
    <w:rsid w:val="00881802"/>
    <w:rsid w:val="00882755"/>
    <w:rsid w:val="00885179"/>
    <w:rsid w:val="0088599E"/>
    <w:rsid w:val="00887962"/>
    <w:rsid w:val="00887F8B"/>
    <w:rsid w:val="00890AED"/>
    <w:rsid w:val="00893E13"/>
    <w:rsid w:val="008955D9"/>
    <w:rsid w:val="008A6BEA"/>
    <w:rsid w:val="008B0993"/>
    <w:rsid w:val="008B29B6"/>
    <w:rsid w:val="008B4C4B"/>
    <w:rsid w:val="008C1C77"/>
    <w:rsid w:val="008C3409"/>
    <w:rsid w:val="008C368B"/>
    <w:rsid w:val="008C7479"/>
    <w:rsid w:val="008D02A6"/>
    <w:rsid w:val="008D0E7B"/>
    <w:rsid w:val="008D1E7C"/>
    <w:rsid w:val="008D1E8F"/>
    <w:rsid w:val="008D238F"/>
    <w:rsid w:val="008D32EF"/>
    <w:rsid w:val="008D7490"/>
    <w:rsid w:val="008E029C"/>
    <w:rsid w:val="008E0EBB"/>
    <w:rsid w:val="008E5C3F"/>
    <w:rsid w:val="008E61D7"/>
    <w:rsid w:val="008E6578"/>
    <w:rsid w:val="008F2E30"/>
    <w:rsid w:val="00901EA3"/>
    <w:rsid w:val="0090465C"/>
    <w:rsid w:val="009048D6"/>
    <w:rsid w:val="009055CC"/>
    <w:rsid w:val="009069F8"/>
    <w:rsid w:val="0090739B"/>
    <w:rsid w:val="00912797"/>
    <w:rsid w:val="0091424E"/>
    <w:rsid w:val="00914B69"/>
    <w:rsid w:val="00914C72"/>
    <w:rsid w:val="009153C7"/>
    <w:rsid w:val="00915584"/>
    <w:rsid w:val="00915B0E"/>
    <w:rsid w:val="00915DC1"/>
    <w:rsid w:val="00923831"/>
    <w:rsid w:val="00924869"/>
    <w:rsid w:val="00924CE0"/>
    <w:rsid w:val="00931245"/>
    <w:rsid w:val="00933FFB"/>
    <w:rsid w:val="00935DB1"/>
    <w:rsid w:val="009373F8"/>
    <w:rsid w:val="00940735"/>
    <w:rsid w:val="009408C2"/>
    <w:rsid w:val="00947183"/>
    <w:rsid w:val="00947513"/>
    <w:rsid w:val="00947B1F"/>
    <w:rsid w:val="009511B5"/>
    <w:rsid w:val="00956495"/>
    <w:rsid w:val="00960593"/>
    <w:rsid w:val="00961702"/>
    <w:rsid w:val="00962FFC"/>
    <w:rsid w:val="0096340C"/>
    <w:rsid w:val="009642D3"/>
    <w:rsid w:val="00966E95"/>
    <w:rsid w:val="00971658"/>
    <w:rsid w:val="00972C7E"/>
    <w:rsid w:val="0097436E"/>
    <w:rsid w:val="00976DC1"/>
    <w:rsid w:val="0097712F"/>
    <w:rsid w:val="00977CD9"/>
    <w:rsid w:val="009814BF"/>
    <w:rsid w:val="00981D00"/>
    <w:rsid w:val="00990E22"/>
    <w:rsid w:val="00991A4E"/>
    <w:rsid w:val="00996E0B"/>
    <w:rsid w:val="009A3566"/>
    <w:rsid w:val="009A3F23"/>
    <w:rsid w:val="009A6EA5"/>
    <w:rsid w:val="009A7B79"/>
    <w:rsid w:val="009B1209"/>
    <w:rsid w:val="009B4910"/>
    <w:rsid w:val="009C2D66"/>
    <w:rsid w:val="009C32EC"/>
    <w:rsid w:val="009C4E65"/>
    <w:rsid w:val="009C55F7"/>
    <w:rsid w:val="009C588D"/>
    <w:rsid w:val="009D149D"/>
    <w:rsid w:val="009D1622"/>
    <w:rsid w:val="009D18C3"/>
    <w:rsid w:val="009D1B64"/>
    <w:rsid w:val="009D29D6"/>
    <w:rsid w:val="009D5435"/>
    <w:rsid w:val="009D5BA1"/>
    <w:rsid w:val="009D74FB"/>
    <w:rsid w:val="009E17B4"/>
    <w:rsid w:val="009E2088"/>
    <w:rsid w:val="009E2CA6"/>
    <w:rsid w:val="009E42A7"/>
    <w:rsid w:val="009E55D7"/>
    <w:rsid w:val="009E55F2"/>
    <w:rsid w:val="009E5C61"/>
    <w:rsid w:val="009E6156"/>
    <w:rsid w:val="009E651F"/>
    <w:rsid w:val="009F129F"/>
    <w:rsid w:val="009F32E3"/>
    <w:rsid w:val="009F7223"/>
    <w:rsid w:val="009F7AA6"/>
    <w:rsid w:val="009F7F1E"/>
    <w:rsid w:val="00A010A0"/>
    <w:rsid w:val="00A0277A"/>
    <w:rsid w:val="00A0411C"/>
    <w:rsid w:val="00A051F0"/>
    <w:rsid w:val="00A067DB"/>
    <w:rsid w:val="00A07707"/>
    <w:rsid w:val="00A10B0C"/>
    <w:rsid w:val="00A1175F"/>
    <w:rsid w:val="00A121AB"/>
    <w:rsid w:val="00A136AF"/>
    <w:rsid w:val="00A147C1"/>
    <w:rsid w:val="00A16CB1"/>
    <w:rsid w:val="00A205F2"/>
    <w:rsid w:val="00A20C91"/>
    <w:rsid w:val="00A22FB9"/>
    <w:rsid w:val="00A26CE3"/>
    <w:rsid w:val="00A26F9A"/>
    <w:rsid w:val="00A302A5"/>
    <w:rsid w:val="00A335F1"/>
    <w:rsid w:val="00A33B46"/>
    <w:rsid w:val="00A353AC"/>
    <w:rsid w:val="00A36383"/>
    <w:rsid w:val="00A3786D"/>
    <w:rsid w:val="00A3795B"/>
    <w:rsid w:val="00A42141"/>
    <w:rsid w:val="00A44E9A"/>
    <w:rsid w:val="00A51D70"/>
    <w:rsid w:val="00A52431"/>
    <w:rsid w:val="00A53831"/>
    <w:rsid w:val="00A53BD8"/>
    <w:rsid w:val="00A5570F"/>
    <w:rsid w:val="00A563C2"/>
    <w:rsid w:val="00A57118"/>
    <w:rsid w:val="00A5734E"/>
    <w:rsid w:val="00A606EE"/>
    <w:rsid w:val="00A60ABD"/>
    <w:rsid w:val="00A61921"/>
    <w:rsid w:val="00A6302D"/>
    <w:rsid w:val="00A64688"/>
    <w:rsid w:val="00A65943"/>
    <w:rsid w:val="00A733B4"/>
    <w:rsid w:val="00A74175"/>
    <w:rsid w:val="00A8010D"/>
    <w:rsid w:val="00A857D8"/>
    <w:rsid w:val="00A87B05"/>
    <w:rsid w:val="00A91157"/>
    <w:rsid w:val="00A92D0F"/>
    <w:rsid w:val="00A92DF2"/>
    <w:rsid w:val="00A947BB"/>
    <w:rsid w:val="00A97D7F"/>
    <w:rsid w:val="00AA1BC3"/>
    <w:rsid w:val="00AA1D35"/>
    <w:rsid w:val="00AA281D"/>
    <w:rsid w:val="00AA666C"/>
    <w:rsid w:val="00AA6EA5"/>
    <w:rsid w:val="00AA7294"/>
    <w:rsid w:val="00AB0C20"/>
    <w:rsid w:val="00AB1001"/>
    <w:rsid w:val="00AB1719"/>
    <w:rsid w:val="00AB494B"/>
    <w:rsid w:val="00AB51C5"/>
    <w:rsid w:val="00AB6896"/>
    <w:rsid w:val="00AB778F"/>
    <w:rsid w:val="00AC5D44"/>
    <w:rsid w:val="00AD1377"/>
    <w:rsid w:val="00AD2F73"/>
    <w:rsid w:val="00AD740B"/>
    <w:rsid w:val="00AE24FF"/>
    <w:rsid w:val="00AE6943"/>
    <w:rsid w:val="00AF1650"/>
    <w:rsid w:val="00AF2424"/>
    <w:rsid w:val="00AF38A8"/>
    <w:rsid w:val="00AF440A"/>
    <w:rsid w:val="00AF4466"/>
    <w:rsid w:val="00AF4B54"/>
    <w:rsid w:val="00AF4D14"/>
    <w:rsid w:val="00B000FD"/>
    <w:rsid w:val="00B02841"/>
    <w:rsid w:val="00B04CDF"/>
    <w:rsid w:val="00B07223"/>
    <w:rsid w:val="00B10FF9"/>
    <w:rsid w:val="00B14847"/>
    <w:rsid w:val="00B17703"/>
    <w:rsid w:val="00B1779D"/>
    <w:rsid w:val="00B179F9"/>
    <w:rsid w:val="00B21E66"/>
    <w:rsid w:val="00B22BEA"/>
    <w:rsid w:val="00B268E4"/>
    <w:rsid w:val="00B26A50"/>
    <w:rsid w:val="00B31198"/>
    <w:rsid w:val="00B35853"/>
    <w:rsid w:val="00B37DBD"/>
    <w:rsid w:val="00B40A78"/>
    <w:rsid w:val="00B4192A"/>
    <w:rsid w:val="00B441CB"/>
    <w:rsid w:val="00B47449"/>
    <w:rsid w:val="00B503A3"/>
    <w:rsid w:val="00B5074D"/>
    <w:rsid w:val="00B51760"/>
    <w:rsid w:val="00B55FD3"/>
    <w:rsid w:val="00B603F8"/>
    <w:rsid w:val="00B61FE9"/>
    <w:rsid w:val="00B62741"/>
    <w:rsid w:val="00B66DEE"/>
    <w:rsid w:val="00B73F7D"/>
    <w:rsid w:val="00B7418D"/>
    <w:rsid w:val="00B744AD"/>
    <w:rsid w:val="00B74DDD"/>
    <w:rsid w:val="00B75518"/>
    <w:rsid w:val="00B77EE8"/>
    <w:rsid w:val="00B8008D"/>
    <w:rsid w:val="00B83261"/>
    <w:rsid w:val="00B832FA"/>
    <w:rsid w:val="00B8363B"/>
    <w:rsid w:val="00B8572B"/>
    <w:rsid w:val="00B8589B"/>
    <w:rsid w:val="00B8599B"/>
    <w:rsid w:val="00B908E1"/>
    <w:rsid w:val="00B92431"/>
    <w:rsid w:val="00B93275"/>
    <w:rsid w:val="00B95AF0"/>
    <w:rsid w:val="00B97A48"/>
    <w:rsid w:val="00BA11D7"/>
    <w:rsid w:val="00BA4290"/>
    <w:rsid w:val="00BA4A18"/>
    <w:rsid w:val="00BB28B0"/>
    <w:rsid w:val="00BB5629"/>
    <w:rsid w:val="00BB592B"/>
    <w:rsid w:val="00BB618B"/>
    <w:rsid w:val="00BB6FDE"/>
    <w:rsid w:val="00BC2974"/>
    <w:rsid w:val="00BC412E"/>
    <w:rsid w:val="00BC4386"/>
    <w:rsid w:val="00BC4A87"/>
    <w:rsid w:val="00BC4E0D"/>
    <w:rsid w:val="00BC596A"/>
    <w:rsid w:val="00BC6F2C"/>
    <w:rsid w:val="00BC7851"/>
    <w:rsid w:val="00BD08AA"/>
    <w:rsid w:val="00BD1366"/>
    <w:rsid w:val="00BD1CB7"/>
    <w:rsid w:val="00BD5C1F"/>
    <w:rsid w:val="00BD67F1"/>
    <w:rsid w:val="00BD6C18"/>
    <w:rsid w:val="00BE0AAC"/>
    <w:rsid w:val="00BE113B"/>
    <w:rsid w:val="00BE225E"/>
    <w:rsid w:val="00BE255B"/>
    <w:rsid w:val="00BE47B2"/>
    <w:rsid w:val="00BF2CD0"/>
    <w:rsid w:val="00BF62CB"/>
    <w:rsid w:val="00BF762B"/>
    <w:rsid w:val="00BF7DA5"/>
    <w:rsid w:val="00C00CE2"/>
    <w:rsid w:val="00C012BC"/>
    <w:rsid w:val="00C02753"/>
    <w:rsid w:val="00C03246"/>
    <w:rsid w:val="00C05A53"/>
    <w:rsid w:val="00C12664"/>
    <w:rsid w:val="00C12F03"/>
    <w:rsid w:val="00C13197"/>
    <w:rsid w:val="00C169F2"/>
    <w:rsid w:val="00C173C9"/>
    <w:rsid w:val="00C21790"/>
    <w:rsid w:val="00C260B7"/>
    <w:rsid w:val="00C33613"/>
    <w:rsid w:val="00C350FA"/>
    <w:rsid w:val="00C35F54"/>
    <w:rsid w:val="00C35FA2"/>
    <w:rsid w:val="00C365C6"/>
    <w:rsid w:val="00C367EA"/>
    <w:rsid w:val="00C36A83"/>
    <w:rsid w:val="00C37771"/>
    <w:rsid w:val="00C37889"/>
    <w:rsid w:val="00C37E20"/>
    <w:rsid w:val="00C421F8"/>
    <w:rsid w:val="00C433EA"/>
    <w:rsid w:val="00C4527A"/>
    <w:rsid w:val="00C46106"/>
    <w:rsid w:val="00C606F3"/>
    <w:rsid w:val="00C636C6"/>
    <w:rsid w:val="00C67DCB"/>
    <w:rsid w:val="00C71D05"/>
    <w:rsid w:val="00C73F98"/>
    <w:rsid w:val="00C742F1"/>
    <w:rsid w:val="00C76193"/>
    <w:rsid w:val="00C76EF3"/>
    <w:rsid w:val="00C817CE"/>
    <w:rsid w:val="00C82164"/>
    <w:rsid w:val="00C8327A"/>
    <w:rsid w:val="00C835C7"/>
    <w:rsid w:val="00C837BE"/>
    <w:rsid w:val="00C8642A"/>
    <w:rsid w:val="00C90AE4"/>
    <w:rsid w:val="00C91EB7"/>
    <w:rsid w:val="00C94B7A"/>
    <w:rsid w:val="00C979E3"/>
    <w:rsid w:val="00CA1C0B"/>
    <w:rsid w:val="00CA2175"/>
    <w:rsid w:val="00CA3408"/>
    <w:rsid w:val="00CA45A9"/>
    <w:rsid w:val="00CA4D3A"/>
    <w:rsid w:val="00CA57B3"/>
    <w:rsid w:val="00CA7247"/>
    <w:rsid w:val="00CB181C"/>
    <w:rsid w:val="00CB6868"/>
    <w:rsid w:val="00CB784D"/>
    <w:rsid w:val="00CC1348"/>
    <w:rsid w:val="00CC20B2"/>
    <w:rsid w:val="00CC22E4"/>
    <w:rsid w:val="00CC43AE"/>
    <w:rsid w:val="00CC5414"/>
    <w:rsid w:val="00CC6500"/>
    <w:rsid w:val="00CD242B"/>
    <w:rsid w:val="00CD3DD7"/>
    <w:rsid w:val="00CD4A77"/>
    <w:rsid w:val="00CD4D6A"/>
    <w:rsid w:val="00CD57D7"/>
    <w:rsid w:val="00CD5857"/>
    <w:rsid w:val="00CD5D8B"/>
    <w:rsid w:val="00CD6181"/>
    <w:rsid w:val="00CE2D0A"/>
    <w:rsid w:val="00CE2FAF"/>
    <w:rsid w:val="00CE7D7F"/>
    <w:rsid w:val="00CF0D5E"/>
    <w:rsid w:val="00CF2FBA"/>
    <w:rsid w:val="00CF2FF3"/>
    <w:rsid w:val="00CF67AE"/>
    <w:rsid w:val="00CF7476"/>
    <w:rsid w:val="00CF755D"/>
    <w:rsid w:val="00D01BD1"/>
    <w:rsid w:val="00D01E0A"/>
    <w:rsid w:val="00D066C9"/>
    <w:rsid w:val="00D07897"/>
    <w:rsid w:val="00D104F1"/>
    <w:rsid w:val="00D10B83"/>
    <w:rsid w:val="00D128CC"/>
    <w:rsid w:val="00D13052"/>
    <w:rsid w:val="00D15F96"/>
    <w:rsid w:val="00D1638B"/>
    <w:rsid w:val="00D17978"/>
    <w:rsid w:val="00D24778"/>
    <w:rsid w:val="00D24F72"/>
    <w:rsid w:val="00D263D0"/>
    <w:rsid w:val="00D26BA5"/>
    <w:rsid w:val="00D26BB0"/>
    <w:rsid w:val="00D27D24"/>
    <w:rsid w:val="00D30AD8"/>
    <w:rsid w:val="00D32A0D"/>
    <w:rsid w:val="00D34B75"/>
    <w:rsid w:val="00D408BD"/>
    <w:rsid w:val="00D40D10"/>
    <w:rsid w:val="00D42A2B"/>
    <w:rsid w:val="00D431DD"/>
    <w:rsid w:val="00D43A51"/>
    <w:rsid w:val="00D455F4"/>
    <w:rsid w:val="00D515C1"/>
    <w:rsid w:val="00D61C94"/>
    <w:rsid w:val="00D622FD"/>
    <w:rsid w:val="00D634AD"/>
    <w:rsid w:val="00D66209"/>
    <w:rsid w:val="00D668DF"/>
    <w:rsid w:val="00D72770"/>
    <w:rsid w:val="00D72E0F"/>
    <w:rsid w:val="00D74B9D"/>
    <w:rsid w:val="00D763A7"/>
    <w:rsid w:val="00D7729A"/>
    <w:rsid w:val="00D77499"/>
    <w:rsid w:val="00D77FAA"/>
    <w:rsid w:val="00D82FC6"/>
    <w:rsid w:val="00D877AF"/>
    <w:rsid w:val="00D92016"/>
    <w:rsid w:val="00D921CB"/>
    <w:rsid w:val="00D93926"/>
    <w:rsid w:val="00D95343"/>
    <w:rsid w:val="00D960F7"/>
    <w:rsid w:val="00D97F2F"/>
    <w:rsid w:val="00DA215B"/>
    <w:rsid w:val="00DA3D72"/>
    <w:rsid w:val="00DA52C7"/>
    <w:rsid w:val="00DA5400"/>
    <w:rsid w:val="00DA6D27"/>
    <w:rsid w:val="00DB7216"/>
    <w:rsid w:val="00DB72BF"/>
    <w:rsid w:val="00DC45F9"/>
    <w:rsid w:val="00DC5799"/>
    <w:rsid w:val="00DD16B0"/>
    <w:rsid w:val="00DD201A"/>
    <w:rsid w:val="00DD5099"/>
    <w:rsid w:val="00DD60FD"/>
    <w:rsid w:val="00DD7312"/>
    <w:rsid w:val="00DD7390"/>
    <w:rsid w:val="00DE1079"/>
    <w:rsid w:val="00DE1081"/>
    <w:rsid w:val="00DE1D42"/>
    <w:rsid w:val="00DE6A7E"/>
    <w:rsid w:val="00DF1B4B"/>
    <w:rsid w:val="00DF5013"/>
    <w:rsid w:val="00E044EF"/>
    <w:rsid w:val="00E050B5"/>
    <w:rsid w:val="00E10AE9"/>
    <w:rsid w:val="00E14A1E"/>
    <w:rsid w:val="00E14FC2"/>
    <w:rsid w:val="00E15655"/>
    <w:rsid w:val="00E2044C"/>
    <w:rsid w:val="00E21674"/>
    <w:rsid w:val="00E216E7"/>
    <w:rsid w:val="00E224A6"/>
    <w:rsid w:val="00E22904"/>
    <w:rsid w:val="00E24DA8"/>
    <w:rsid w:val="00E25260"/>
    <w:rsid w:val="00E27CBE"/>
    <w:rsid w:val="00E27CFB"/>
    <w:rsid w:val="00E32355"/>
    <w:rsid w:val="00E32928"/>
    <w:rsid w:val="00E34A5F"/>
    <w:rsid w:val="00E35A72"/>
    <w:rsid w:val="00E42939"/>
    <w:rsid w:val="00E42CD6"/>
    <w:rsid w:val="00E47525"/>
    <w:rsid w:val="00E50B43"/>
    <w:rsid w:val="00E51E64"/>
    <w:rsid w:val="00E53F77"/>
    <w:rsid w:val="00E56F2A"/>
    <w:rsid w:val="00E63BDD"/>
    <w:rsid w:val="00E63F4D"/>
    <w:rsid w:val="00E645C7"/>
    <w:rsid w:val="00E64849"/>
    <w:rsid w:val="00E65683"/>
    <w:rsid w:val="00E83992"/>
    <w:rsid w:val="00E84164"/>
    <w:rsid w:val="00E84D47"/>
    <w:rsid w:val="00E85181"/>
    <w:rsid w:val="00E86F6E"/>
    <w:rsid w:val="00E875F5"/>
    <w:rsid w:val="00E8789E"/>
    <w:rsid w:val="00E93E3D"/>
    <w:rsid w:val="00E97D39"/>
    <w:rsid w:val="00EA39E5"/>
    <w:rsid w:val="00EA64A1"/>
    <w:rsid w:val="00EA699B"/>
    <w:rsid w:val="00EB190C"/>
    <w:rsid w:val="00EC269E"/>
    <w:rsid w:val="00EC3B13"/>
    <w:rsid w:val="00EC7FAB"/>
    <w:rsid w:val="00ED26CB"/>
    <w:rsid w:val="00ED354B"/>
    <w:rsid w:val="00ED4198"/>
    <w:rsid w:val="00ED4920"/>
    <w:rsid w:val="00ED5569"/>
    <w:rsid w:val="00ED6AD6"/>
    <w:rsid w:val="00ED76FC"/>
    <w:rsid w:val="00EE3AAE"/>
    <w:rsid w:val="00EE4E3D"/>
    <w:rsid w:val="00EF3794"/>
    <w:rsid w:val="00EF3EE5"/>
    <w:rsid w:val="00EF4B9E"/>
    <w:rsid w:val="00EF5161"/>
    <w:rsid w:val="00EF7E69"/>
    <w:rsid w:val="00F015FE"/>
    <w:rsid w:val="00F05605"/>
    <w:rsid w:val="00F05B88"/>
    <w:rsid w:val="00F108D0"/>
    <w:rsid w:val="00F114FD"/>
    <w:rsid w:val="00F1387C"/>
    <w:rsid w:val="00F2071E"/>
    <w:rsid w:val="00F25B0B"/>
    <w:rsid w:val="00F27223"/>
    <w:rsid w:val="00F3557C"/>
    <w:rsid w:val="00F368C0"/>
    <w:rsid w:val="00F3787C"/>
    <w:rsid w:val="00F429C4"/>
    <w:rsid w:val="00F42BCC"/>
    <w:rsid w:val="00F4319D"/>
    <w:rsid w:val="00F459E0"/>
    <w:rsid w:val="00F50831"/>
    <w:rsid w:val="00F51EE3"/>
    <w:rsid w:val="00F5244B"/>
    <w:rsid w:val="00F524E2"/>
    <w:rsid w:val="00F52A82"/>
    <w:rsid w:val="00F55EDC"/>
    <w:rsid w:val="00F55F51"/>
    <w:rsid w:val="00F579E0"/>
    <w:rsid w:val="00F60C4F"/>
    <w:rsid w:val="00F631D7"/>
    <w:rsid w:val="00F63BAF"/>
    <w:rsid w:val="00F64CFF"/>
    <w:rsid w:val="00F66869"/>
    <w:rsid w:val="00F710D5"/>
    <w:rsid w:val="00F71B93"/>
    <w:rsid w:val="00F72A1E"/>
    <w:rsid w:val="00F73D98"/>
    <w:rsid w:val="00F747FB"/>
    <w:rsid w:val="00F7523C"/>
    <w:rsid w:val="00F75A5D"/>
    <w:rsid w:val="00F75D63"/>
    <w:rsid w:val="00F7675F"/>
    <w:rsid w:val="00F81641"/>
    <w:rsid w:val="00F84982"/>
    <w:rsid w:val="00F85961"/>
    <w:rsid w:val="00F86F1B"/>
    <w:rsid w:val="00F873FC"/>
    <w:rsid w:val="00F8790C"/>
    <w:rsid w:val="00F91DB7"/>
    <w:rsid w:val="00F93DBB"/>
    <w:rsid w:val="00F94521"/>
    <w:rsid w:val="00F94E52"/>
    <w:rsid w:val="00F95278"/>
    <w:rsid w:val="00FA4699"/>
    <w:rsid w:val="00FA6E23"/>
    <w:rsid w:val="00FB09C1"/>
    <w:rsid w:val="00FB2546"/>
    <w:rsid w:val="00FB51F5"/>
    <w:rsid w:val="00FC1E37"/>
    <w:rsid w:val="00FC53E2"/>
    <w:rsid w:val="00FC68CD"/>
    <w:rsid w:val="00FC69D4"/>
    <w:rsid w:val="00FD08FF"/>
    <w:rsid w:val="00FD09B0"/>
    <w:rsid w:val="00FD11F1"/>
    <w:rsid w:val="00FD4360"/>
    <w:rsid w:val="00FD445A"/>
    <w:rsid w:val="00FD68E5"/>
    <w:rsid w:val="00FD7D08"/>
    <w:rsid w:val="00FE2346"/>
    <w:rsid w:val="00FE36A8"/>
    <w:rsid w:val="00FE590D"/>
    <w:rsid w:val="00FE6F63"/>
    <w:rsid w:val="00FF016E"/>
    <w:rsid w:val="00FF10D8"/>
    <w:rsid w:val="00FF1819"/>
    <w:rsid w:val="00FF22FB"/>
    <w:rsid w:val="00FF2714"/>
    <w:rsid w:val="00F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F3A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link w:val="22"/>
    <w:rsid w:val="007F3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772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7729A"/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unhideWhenUsed/>
    <w:rsid w:val="00D7729A"/>
    <w:pPr>
      <w:spacing w:after="120"/>
    </w:pPr>
  </w:style>
  <w:style w:type="character" w:customStyle="1" w:styleId="ab">
    <w:name w:val="Основной текст Знак"/>
    <w:link w:val="aa"/>
    <w:uiPriority w:val="99"/>
    <w:rsid w:val="00D7729A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D7729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D7729A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7729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E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6943"/>
    <w:rPr>
      <w:rFonts w:ascii="Tahoma" w:hAnsi="Tahoma" w:cs="Tahoma"/>
      <w:sz w:val="16"/>
      <w:szCs w:val="16"/>
      <w:lang w:eastAsia="en-US"/>
    </w:rPr>
  </w:style>
  <w:style w:type="character" w:customStyle="1" w:styleId="22">
    <w:name w:val="Основной текст с отступом 2 Знак"/>
    <w:link w:val="21"/>
    <w:rsid w:val="00F72A1E"/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D63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uiPriority w:val="99"/>
    <w:unhideWhenUsed/>
    <w:rsid w:val="00CA45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F3A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link w:val="22"/>
    <w:rsid w:val="007F3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772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7729A"/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unhideWhenUsed/>
    <w:rsid w:val="00D7729A"/>
    <w:pPr>
      <w:spacing w:after="120"/>
    </w:pPr>
  </w:style>
  <w:style w:type="character" w:customStyle="1" w:styleId="ab">
    <w:name w:val="Основной текст Знак"/>
    <w:link w:val="aa"/>
    <w:uiPriority w:val="99"/>
    <w:rsid w:val="00D7729A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D7729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D7729A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7729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E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6943"/>
    <w:rPr>
      <w:rFonts w:ascii="Tahoma" w:hAnsi="Tahoma" w:cs="Tahoma"/>
      <w:sz w:val="16"/>
      <w:szCs w:val="16"/>
      <w:lang w:eastAsia="en-US"/>
    </w:rPr>
  </w:style>
  <w:style w:type="character" w:customStyle="1" w:styleId="22">
    <w:name w:val="Основной текст с отступом 2 Знак"/>
    <w:link w:val="21"/>
    <w:rsid w:val="00F72A1E"/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D63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uiPriority w:val="99"/>
    <w:unhideWhenUsed/>
    <w:rsid w:val="00CA45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hno\Desktop\&#1055;&#1056;&#1054;&#1043;&#1056;&#1040;&#1052;&#1052;&#1040;%202016-2018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63FAE-0FB8-48E8-B889-3A85B5516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</Template>
  <TotalTime>13</TotalTime>
  <Pages>1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ums</Company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lehno</dc:creator>
  <cp:lastModifiedBy>Яна Владимировна Подольская</cp:lastModifiedBy>
  <cp:revision>14</cp:revision>
  <cp:lastPrinted>2021-01-29T04:29:00Z</cp:lastPrinted>
  <dcterms:created xsi:type="dcterms:W3CDTF">2024-09-20T01:13:00Z</dcterms:created>
  <dcterms:modified xsi:type="dcterms:W3CDTF">2024-09-30T01:44:00Z</dcterms:modified>
</cp:coreProperties>
</file>