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9A9" w:rsidRDefault="00AA59A9" w:rsidP="00AA59A9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87A" w:rsidRDefault="001848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87A" w:rsidRDefault="001848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horzAnchor="margin" w:tblpY="720"/>
        <w:tblW w:w="9889" w:type="dxa"/>
        <w:tblLayout w:type="fixed"/>
        <w:tblLook w:val="00A0" w:firstRow="1" w:lastRow="0" w:firstColumn="1" w:lastColumn="0" w:noHBand="0" w:noVBand="0"/>
      </w:tblPr>
      <w:tblGrid>
        <w:gridCol w:w="5070"/>
        <w:gridCol w:w="4819"/>
      </w:tblGrid>
      <w:tr w:rsidR="0018487A" w:rsidRPr="00442588" w:rsidTr="009710BC">
        <w:trPr>
          <w:trHeight w:val="1798"/>
        </w:trPr>
        <w:tc>
          <w:tcPr>
            <w:tcW w:w="5070" w:type="dxa"/>
          </w:tcPr>
          <w:p w:rsidR="0018487A" w:rsidRPr="00442588" w:rsidRDefault="0018487A" w:rsidP="009710BC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18487A" w:rsidRPr="00442588" w:rsidRDefault="0018487A" w:rsidP="009710BC">
            <w:pPr>
              <w:pStyle w:val="2"/>
              <w:keepNext w:val="0"/>
              <w:widowControl w:val="0"/>
              <w:jc w:val="left"/>
              <w:rPr>
                <w:b w:val="0"/>
                <w:bCs w:val="0"/>
              </w:rPr>
            </w:pPr>
            <w:r w:rsidRPr="00442588">
              <w:rPr>
                <w:b w:val="0"/>
                <w:bCs w:val="0"/>
              </w:rPr>
              <w:t xml:space="preserve">Приложение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главы города Владивостока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                            №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8487A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роект подготовлен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главой города Владивостока</w:t>
            </w:r>
          </w:p>
        </w:tc>
      </w:tr>
    </w:tbl>
    <w:p w:rsidR="003C5A85" w:rsidRP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2588">
        <w:rPr>
          <w:rFonts w:ascii="Times New Roman" w:hAnsi="Times New Roman" w:cs="Times New Roman"/>
          <w:b w:val="0"/>
          <w:sz w:val="28"/>
          <w:szCs w:val="28"/>
        </w:rPr>
        <w:t>ДУМА ГОРОДА ВЛАДИВОСТОКА</w:t>
      </w:r>
    </w:p>
    <w:p w:rsidR="003C5A85" w:rsidRPr="00442588" w:rsidRDefault="003C5A85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5A85" w:rsidRP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C5A85" w:rsidRDefault="003C5A85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42588" w:rsidRPr="0001043A" w:rsidTr="00442588">
        <w:tc>
          <w:tcPr>
            <w:tcW w:w="4927" w:type="dxa"/>
          </w:tcPr>
          <w:p w:rsidR="00442588" w:rsidRDefault="00442588" w:rsidP="0090339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принятии муниципального пра</w:t>
            </w:r>
            <w:r w:rsidR="0090339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вового акта города Владивостока </w:t>
            </w:r>
            <w:r w:rsidRPr="00E152D6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муниципальный правовой акт города Владивостока от 20.12.2006 </w:t>
            </w:r>
            <w:r w:rsidR="0090339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</w:t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>№ 67-МПА «О медали «За безупречный труд</w:t>
            </w:r>
            <w:r w:rsidR="00E31250" w:rsidRPr="00E152D6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4927" w:type="dxa"/>
          </w:tcPr>
          <w:p w:rsidR="00442588" w:rsidRDefault="00442588" w:rsidP="00082B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Pr="007713A7" w:rsidRDefault="00E31250" w:rsidP="00E31250">
      <w:pPr>
        <w:pStyle w:val="ConsPlusTit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 xml:space="preserve">В соответствии с Федеральным </w:t>
      </w:r>
      <w:hyperlink r:id="rId9" w:history="1">
        <w:r w:rsidRPr="007806AC">
          <w:rPr>
            <w:rFonts w:ascii="Times New Roman" w:eastAsia="Calibri" w:hAnsi="Times New Roman" w:cs="Times New Roman"/>
            <w:b w:val="0"/>
            <w:sz w:val="28"/>
            <w:szCs w:val="28"/>
          </w:rPr>
          <w:t>законом</w:t>
        </w:r>
      </w:hyperlink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 06.10.2003 № 131-ФЗ </w:t>
      </w: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статьей 40 Регламента Думы города Вла</w:t>
      </w:r>
      <w:r w:rsidRPr="007713A7">
        <w:rPr>
          <w:rFonts w:ascii="Times New Roman" w:eastAsia="Calibri" w:hAnsi="Times New Roman" w:cs="Times New Roman"/>
          <w:b w:val="0"/>
          <w:sz w:val="28"/>
          <w:szCs w:val="28"/>
        </w:rPr>
        <w:t>див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остока</w:t>
      </w:r>
      <w:r w:rsidR="00332CC9">
        <w:rPr>
          <w:rFonts w:ascii="Times New Roman" w:eastAsia="Calibri" w:hAnsi="Times New Roman" w:cs="Times New Roman"/>
          <w:b w:val="0"/>
          <w:sz w:val="28"/>
          <w:szCs w:val="28"/>
        </w:rPr>
        <w:t xml:space="preserve"> Дума города Владивостока</w:t>
      </w:r>
    </w:p>
    <w:p w:rsidR="00754991" w:rsidRDefault="00754991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E31250" w:rsidRDefault="00E31250" w:rsidP="00332CC9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Принять муниципальный правовой акт города Владивостока </w:t>
      </w:r>
      <w:r w:rsidR="0001043A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8167A" w:rsidRPr="0048167A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муниципальный правовой акт города Владивостока от 20.12.2006 № 67-МПА «О медали «За безупречный труд</w:t>
      </w:r>
      <w:r w:rsidRPr="00E3125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Направить указанный муниципальный правовой акт главе города Владивостока для подписания и обнародования.</w:t>
      </w: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 его принятия.</w:t>
      </w:r>
    </w:p>
    <w:p w:rsidR="00AA59A9" w:rsidRDefault="00AA59A9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41B35" w:rsidRDefault="00641B35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167A" w:rsidRDefault="0048167A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41B35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>А.П.</w:t>
      </w:r>
      <w:r w:rsidR="007C1F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Брик</w:t>
      </w:r>
    </w:p>
    <w:p w:rsidR="0048167A" w:rsidRDefault="004816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8230F" w:rsidRDefault="0008230F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F0382" w:rsidRDefault="00CF0382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МУНИЦИПАЛЬНЫЙ ПРАВОВОЙ АКТ</w:t>
      </w:r>
    </w:p>
    <w:p w:rsidR="00E31250" w:rsidRDefault="00CF0382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ГОРОДА ВЛАДИВОСТОКА</w:t>
      </w: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167A" w:rsidRDefault="0048167A" w:rsidP="00082B5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48167A">
        <w:rPr>
          <w:rFonts w:ascii="Times New Roman" w:hAnsi="Times New Roman"/>
          <w:b w:val="0"/>
          <w:sz w:val="28"/>
          <w:szCs w:val="28"/>
        </w:rPr>
        <w:t xml:space="preserve">О внесении изменений в муниципальный правовой акт города Владивостока </w:t>
      </w:r>
    </w:p>
    <w:p w:rsidR="00E31250" w:rsidRPr="0048167A" w:rsidRDefault="004816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8167A">
        <w:rPr>
          <w:rFonts w:ascii="Times New Roman" w:hAnsi="Times New Roman"/>
          <w:b w:val="0"/>
          <w:sz w:val="28"/>
          <w:szCs w:val="28"/>
        </w:rPr>
        <w:t>от 20.12.2006 № 67-МПА «О медали «За безупречный труд</w:t>
      </w:r>
      <w:r w:rsidR="00153D44" w:rsidRPr="0048167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CF0382" w:rsidP="00CF038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Принят Думой города Владивостока «___» _______________ 20</w:t>
      </w:r>
      <w:r w:rsidR="0048167A">
        <w:rPr>
          <w:rFonts w:ascii="Times New Roman" w:hAnsi="Times New Roman" w:cs="Times New Roman"/>
          <w:b w:val="0"/>
          <w:sz w:val="28"/>
          <w:szCs w:val="28"/>
        </w:rPr>
        <w:t>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2F721D" w:rsidRDefault="002F721D" w:rsidP="002F721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21D" w:rsidRDefault="002F721D" w:rsidP="002F721D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21D" w:rsidRPr="002F721D" w:rsidRDefault="002F721D" w:rsidP="002F721D">
      <w:pPr>
        <w:pStyle w:val="ConsPlusTitle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21D">
        <w:rPr>
          <w:rFonts w:ascii="Times New Roman" w:hAnsi="Times New Roman" w:cs="Times New Roman"/>
          <w:b w:val="0"/>
          <w:sz w:val="28"/>
          <w:szCs w:val="28"/>
        </w:rPr>
        <w:t xml:space="preserve">Внести в муниципальный правовой акт города Владивостока                             от 20.12.2006 № 67-МПА «О медали «За безупречный труд» следующие изменения: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приложение 1 изложить в следующей редакции</w:t>
      </w:r>
      <w:r w:rsidR="00641B35">
        <w:rPr>
          <w:rFonts w:ascii="Times New Roman" w:hAnsi="Times New Roman" w:cs="Times New Roman"/>
          <w:b w:val="0"/>
          <w:sz w:val="28"/>
          <w:szCs w:val="28"/>
        </w:rPr>
        <w:t xml:space="preserve"> (приложение).</w:t>
      </w:r>
    </w:p>
    <w:p w:rsidR="00856DB8" w:rsidRDefault="00856DB8" w:rsidP="002F721D">
      <w:pPr>
        <w:pStyle w:val="ConsPlusTitle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>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 xml:space="preserve">муниципальный правовой акт </w:t>
      </w:r>
      <w:r>
        <w:rPr>
          <w:rFonts w:ascii="Times New Roman" w:hAnsi="Times New Roman" w:cs="Times New Roman"/>
          <w:b w:val="0"/>
          <w:sz w:val="28"/>
          <w:szCs w:val="28"/>
        </w:rPr>
        <w:t>вступает в силу с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 xml:space="preserve">о дня его </w:t>
      </w:r>
      <w:r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опубликования.</w:t>
      </w:r>
    </w:p>
    <w:p w:rsidR="00E31250" w:rsidRDefault="00E31250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56DB8" w:rsidRDefault="00856DB8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856DB8" w:rsidP="0078387C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города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8387C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2F721D">
        <w:rPr>
          <w:rFonts w:ascii="Times New Roman" w:hAnsi="Times New Roman" w:cs="Times New Roman"/>
          <w:b w:val="0"/>
          <w:sz w:val="28"/>
          <w:szCs w:val="28"/>
        </w:rPr>
        <w:t>К.В. Шестаков</w:t>
      </w: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0339E" w:rsidRDefault="0090339E" w:rsidP="00322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6F0" w:rsidRPr="00D74FFB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г. Владивосток</w:t>
      </w:r>
    </w:p>
    <w:p w:rsidR="003226F0" w:rsidRPr="00D74FFB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____________ 20</w:t>
      </w:r>
      <w:r w:rsidR="002F721D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E31250" w:rsidRDefault="003226F0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№ __________</w:t>
      </w: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A85" w:rsidRPr="0090339E" w:rsidRDefault="00131A85" w:rsidP="0090339E">
      <w:pPr>
        <w:widowControl w:val="0"/>
        <w:autoSpaceDE w:val="0"/>
        <w:autoSpaceDN w:val="0"/>
        <w:spacing w:after="0" w:line="240" w:lineRule="auto"/>
        <w:jc w:val="both"/>
        <w:rPr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F721D" w:rsidTr="00796E10">
        <w:tc>
          <w:tcPr>
            <w:tcW w:w="4927" w:type="dxa"/>
            <w:shd w:val="clear" w:color="auto" w:fill="auto"/>
          </w:tcPr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F721D" w:rsidRPr="00A7759F" w:rsidRDefault="002F721D" w:rsidP="00A108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F721D" w:rsidRPr="00A7759F" w:rsidRDefault="002F721D" w:rsidP="00A108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муниципальному правовому акту</w:t>
            </w: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Владивостока</w:t>
            </w:r>
          </w:p>
          <w:p w:rsidR="002F721D" w:rsidRDefault="002F721D" w:rsidP="00A108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№ </w:t>
            </w:r>
          </w:p>
          <w:p w:rsidR="002F721D" w:rsidRDefault="002F721D" w:rsidP="00A108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8D9" w:rsidRDefault="002F721D" w:rsidP="00A108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1 </w:t>
            </w:r>
          </w:p>
          <w:p w:rsidR="002F721D" w:rsidRDefault="002F721D" w:rsidP="00A108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муниципальному правовому акту города Владивостока </w:t>
            </w:r>
          </w:p>
          <w:p w:rsidR="002F721D" w:rsidRPr="00A7759F" w:rsidRDefault="002F721D" w:rsidP="00A108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67-МПА</w:t>
            </w:r>
          </w:p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0695" w:rsidRDefault="00660695" w:rsidP="002F721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F721D" w:rsidRDefault="002F721D" w:rsidP="002F721D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67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Положение </w:t>
      </w:r>
    </w:p>
    <w:p w:rsidR="002F721D" w:rsidRDefault="002F721D" w:rsidP="002F721D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67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медали «За безупречный труд»</w:t>
      </w:r>
      <w:r w:rsidRPr="003567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F721D" w:rsidRPr="00460136" w:rsidRDefault="002F721D" w:rsidP="002F721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F721D" w:rsidRPr="00460136" w:rsidRDefault="002F721D" w:rsidP="002F721D">
      <w:pPr>
        <w:pStyle w:val="ConsPlusNormal"/>
        <w:numPr>
          <w:ilvl w:val="0"/>
          <w:numId w:val="13"/>
        </w:numPr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013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F721D" w:rsidRPr="00460136" w:rsidRDefault="002F721D" w:rsidP="002F721D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F721D" w:rsidRDefault="002F721D" w:rsidP="004609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5B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8045BC">
        <w:rPr>
          <w:rFonts w:ascii="Times New Roman" w:hAnsi="Times New Roman" w:cs="Times New Roman"/>
          <w:sz w:val="28"/>
          <w:szCs w:val="28"/>
        </w:rPr>
        <w:t xml:space="preserve"> </w:t>
      </w:r>
      <w:r w:rsidRPr="002F721D">
        <w:rPr>
          <w:rFonts w:ascii="Times New Roman" w:hAnsi="Times New Roman" w:cs="Times New Roman"/>
          <w:sz w:val="28"/>
          <w:szCs w:val="28"/>
        </w:rPr>
        <w:t xml:space="preserve">Медалью «За безупречный труд» </w:t>
      </w:r>
      <w:r w:rsidR="00345F59">
        <w:rPr>
          <w:rFonts w:ascii="Times New Roman" w:hAnsi="Times New Roman" w:cs="Times New Roman"/>
          <w:sz w:val="28"/>
          <w:szCs w:val="28"/>
        </w:rPr>
        <w:t xml:space="preserve">(далее – Медаль) </w:t>
      </w:r>
      <w:r w:rsidRPr="002F721D">
        <w:rPr>
          <w:rFonts w:ascii="Times New Roman" w:hAnsi="Times New Roman" w:cs="Times New Roman"/>
          <w:sz w:val="28"/>
          <w:szCs w:val="28"/>
        </w:rPr>
        <w:t xml:space="preserve">награждаются </w:t>
      </w:r>
      <w:r w:rsidRPr="008045BC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045B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 иностранны</w:t>
      </w:r>
      <w:r w:rsidR="00641B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641B35">
        <w:rPr>
          <w:rFonts w:ascii="Times New Roman" w:hAnsi="Times New Roman" w:cs="Times New Roman"/>
          <w:sz w:val="28"/>
          <w:szCs w:val="28"/>
        </w:rPr>
        <w:t>е и лица</w:t>
      </w:r>
      <w:r>
        <w:rPr>
          <w:rFonts w:ascii="Times New Roman" w:hAnsi="Times New Roman" w:cs="Times New Roman"/>
          <w:sz w:val="28"/>
          <w:szCs w:val="28"/>
        </w:rPr>
        <w:t xml:space="preserve"> без гражданства </w:t>
      </w:r>
      <w:r w:rsidR="00207170">
        <w:rPr>
          <w:rFonts w:ascii="Times New Roman" w:hAnsi="Times New Roman" w:cs="Times New Roman"/>
          <w:sz w:val="28"/>
          <w:szCs w:val="28"/>
        </w:rPr>
        <w:t xml:space="preserve">(далее – граждане) </w:t>
      </w:r>
      <w:r w:rsidRPr="008045BC">
        <w:rPr>
          <w:rFonts w:ascii="Times New Roman" w:hAnsi="Times New Roman" w:cs="Times New Roman"/>
          <w:sz w:val="28"/>
          <w:szCs w:val="28"/>
        </w:rPr>
        <w:t xml:space="preserve">за </w:t>
      </w:r>
      <w:r w:rsidR="00E61D15" w:rsidRPr="00E61D15">
        <w:rPr>
          <w:rFonts w:ascii="Times New Roman" w:hAnsi="Times New Roman" w:cs="Times New Roman"/>
          <w:sz w:val="28"/>
          <w:szCs w:val="28"/>
        </w:rPr>
        <w:t>значительные трудовые достижения в различных сферах города Владивостока</w:t>
      </w:r>
      <w:r w:rsidRPr="00E702B3">
        <w:rPr>
          <w:rFonts w:ascii="Times New Roman" w:hAnsi="Times New Roman" w:cs="Times New Roman"/>
          <w:sz w:val="28"/>
          <w:szCs w:val="28"/>
        </w:rPr>
        <w:t>.</w:t>
      </w:r>
    </w:p>
    <w:p w:rsidR="002F721D" w:rsidRDefault="002F721D" w:rsidP="0046090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36D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 Н</w:t>
      </w:r>
      <w:r w:rsidRPr="00F536D1">
        <w:rPr>
          <w:rFonts w:ascii="Times New Roman" w:hAnsi="Times New Roman"/>
          <w:sz w:val="28"/>
          <w:szCs w:val="28"/>
        </w:rPr>
        <w:t xml:space="preserve">аграждение </w:t>
      </w:r>
      <w:r w:rsidR="00345F59">
        <w:rPr>
          <w:rFonts w:ascii="Times New Roman" w:hAnsi="Times New Roman"/>
          <w:sz w:val="28"/>
          <w:szCs w:val="28"/>
        </w:rPr>
        <w:t>М</w:t>
      </w:r>
      <w:r w:rsidR="00345F59" w:rsidRPr="002F721D">
        <w:rPr>
          <w:rFonts w:ascii="Times New Roman" w:hAnsi="Times New Roman"/>
          <w:sz w:val="28"/>
          <w:szCs w:val="28"/>
        </w:rPr>
        <w:t xml:space="preserve">едалью </w:t>
      </w:r>
      <w:r w:rsidRPr="00F536D1">
        <w:rPr>
          <w:rFonts w:ascii="Times New Roman" w:hAnsi="Times New Roman"/>
          <w:sz w:val="28"/>
          <w:szCs w:val="28"/>
        </w:rPr>
        <w:t xml:space="preserve">производится </w:t>
      </w:r>
      <w:r>
        <w:rPr>
          <w:rFonts w:ascii="Times New Roman" w:hAnsi="Times New Roman"/>
          <w:sz w:val="28"/>
          <w:szCs w:val="28"/>
        </w:rPr>
        <w:t>в</w:t>
      </w:r>
      <w:r w:rsidRPr="00F536D1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6D1">
        <w:rPr>
          <w:rFonts w:ascii="Times New Roman" w:hAnsi="Times New Roman"/>
          <w:sz w:val="28"/>
          <w:szCs w:val="28"/>
        </w:rPr>
        <w:t>завис</w:t>
      </w:r>
      <w:r>
        <w:rPr>
          <w:rFonts w:ascii="Times New Roman" w:hAnsi="Times New Roman"/>
          <w:sz w:val="28"/>
          <w:szCs w:val="28"/>
        </w:rPr>
        <w:t>имос</w:t>
      </w:r>
      <w:r w:rsidRPr="00F536D1">
        <w:rPr>
          <w:rFonts w:ascii="Times New Roman" w:hAnsi="Times New Roman"/>
          <w:sz w:val="28"/>
          <w:szCs w:val="28"/>
        </w:rPr>
        <w:t xml:space="preserve">ти от факта рождения </w:t>
      </w:r>
      <w:r>
        <w:rPr>
          <w:rFonts w:ascii="Times New Roman" w:hAnsi="Times New Roman"/>
          <w:sz w:val="28"/>
          <w:szCs w:val="28"/>
        </w:rPr>
        <w:t>и (</w:t>
      </w:r>
      <w:r w:rsidRPr="00F536D1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F536D1">
        <w:rPr>
          <w:rFonts w:ascii="Times New Roman" w:hAnsi="Times New Roman"/>
          <w:sz w:val="28"/>
          <w:szCs w:val="28"/>
        </w:rPr>
        <w:t xml:space="preserve"> проживания в городе</w:t>
      </w:r>
      <w:r w:rsidRPr="00A60107">
        <w:rPr>
          <w:rFonts w:ascii="Times New Roman" w:hAnsi="Times New Roman"/>
          <w:sz w:val="28"/>
          <w:szCs w:val="28"/>
        </w:rPr>
        <w:t xml:space="preserve"> Владивостоке представляемых к награждению лиц.</w:t>
      </w:r>
    </w:p>
    <w:p w:rsidR="00345F59" w:rsidRDefault="00345F59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F36EB">
        <w:rPr>
          <w:rFonts w:ascii="Times New Roman" w:hAnsi="Times New Roman" w:cs="Times New Roman"/>
          <w:sz w:val="28"/>
          <w:szCs w:val="28"/>
        </w:rPr>
        <w:t xml:space="preserve">. </w:t>
      </w:r>
      <w:r w:rsidR="00FE528E">
        <w:rPr>
          <w:rFonts w:ascii="Times New Roman" w:hAnsi="Times New Roman" w:cs="Times New Roman"/>
          <w:sz w:val="28"/>
          <w:szCs w:val="28"/>
        </w:rPr>
        <w:t xml:space="preserve">Медалью награждаются за </w:t>
      </w:r>
      <w:r w:rsidR="004243C2">
        <w:rPr>
          <w:rFonts w:ascii="Times New Roman" w:hAnsi="Times New Roman" w:cs="Times New Roman"/>
          <w:sz w:val="28"/>
          <w:szCs w:val="28"/>
        </w:rPr>
        <w:t xml:space="preserve">многолетний </w:t>
      </w:r>
      <w:r w:rsidRPr="009E50A8">
        <w:rPr>
          <w:rFonts w:ascii="Times New Roman" w:hAnsi="Times New Roman" w:cs="Times New Roman"/>
          <w:sz w:val="28"/>
          <w:szCs w:val="28"/>
        </w:rPr>
        <w:t xml:space="preserve">добросовестный и безупречный труд в сферах экономики, науки, культуры, искусства, спорта, </w:t>
      </w:r>
      <w:r w:rsidR="004243C2" w:rsidRPr="009E50A8">
        <w:rPr>
          <w:rFonts w:ascii="Times New Roman" w:hAnsi="Times New Roman" w:cs="Times New Roman"/>
          <w:sz w:val="28"/>
          <w:szCs w:val="28"/>
        </w:rPr>
        <w:t xml:space="preserve">здравоохранения, </w:t>
      </w:r>
      <w:r w:rsidRPr="009E50A8">
        <w:rPr>
          <w:rFonts w:ascii="Times New Roman" w:hAnsi="Times New Roman" w:cs="Times New Roman"/>
          <w:sz w:val="28"/>
          <w:szCs w:val="28"/>
        </w:rPr>
        <w:t xml:space="preserve">образования и просвещения, местного самоуправления, архитектуры и градостроительства, транспортной отрасли, жилищно-коммунального хозяйства, экологии и </w:t>
      </w:r>
      <w:r w:rsidR="004243C2" w:rsidRPr="009E50A8">
        <w:rPr>
          <w:rFonts w:ascii="Times New Roman" w:hAnsi="Times New Roman" w:cs="Times New Roman"/>
          <w:sz w:val="28"/>
          <w:szCs w:val="28"/>
        </w:rPr>
        <w:t xml:space="preserve">значительный </w:t>
      </w:r>
      <w:r w:rsidRPr="009E50A8">
        <w:rPr>
          <w:rFonts w:ascii="Times New Roman" w:hAnsi="Times New Roman" w:cs="Times New Roman"/>
          <w:sz w:val="28"/>
          <w:szCs w:val="28"/>
        </w:rPr>
        <w:t xml:space="preserve">вклад в их развитие, </w:t>
      </w:r>
      <w:r w:rsidR="003A2F97">
        <w:rPr>
          <w:rFonts w:ascii="Times New Roman" w:hAnsi="Times New Roman" w:cs="Times New Roman"/>
          <w:sz w:val="28"/>
          <w:szCs w:val="28"/>
        </w:rPr>
        <w:br/>
      </w:r>
      <w:r w:rsidRPr="009E50A8">
        <w:rPr>
          <w:rFonts w:ascii="Times New Roman" w:hAnsi="Times New Roman" w:cs="Times New Roman"/>
          <w:sz w:val="28"/>
          <w:szCs w:val="28"/>
        </w:rPr>
        <w:t xml:space="preserve">а также высокие достижения в сфере защиты прав и свобод граждан, укрепление законности и правопорядка на территории города Владивостока, охраны жизни и здоровья, </w:t>
      </w:r>
      <w:r w:rsidR="00170158" w:rsidRPr="00170158">
        <w:rPr>
          <w:rFonts w:ascii="Times New Roman" w:hAnsi="Times New Roman" w:cs="Times New Roman"/>
          <w:sz w:val="28"/>
          <w:szCs w:val="28"/>
        </w:rPr>
        <w:t>активную деятельность по сохранению, приумножению и популяризации культурного и исторического наследия России,</w:t>
      </w:r>
      <w:r w:rsidR="00170158" w:rsidRPr="009E50A8">
        <w:rPr>
          <w:rFonts w:ascii="Times New Roman" w:hAnsi="Times New Roman" w:cs="Times New Roman"/>
          <w:sz w:val="28"/>
          <w:szCs w:val="28"/>
        </w:rPr>
        <w:t xml:space="preserve"> </w:t>
      </w:r>
      <w:r w:rsidRPr="009E50A8">
        <w:rPr>
          <w:rFonts w:ascii="Times New Roman" w:hAnsi="Times New Roman" w:cs="Times New Roman"/>
          <w:sz w:val="28"/>
          <w:szCs w:val="28"/>
        </w:rPr>
        <w:t>успехи в воспитании детей, укрепление культурных</w:t>
      </w:r>
      <w:r w:rsidR="00B46257">
        <w:rPr>
          <w:rFonts w:ascii="Times New Roman" w:hAnsi="Times New Roman" w:cs="Times New Roman"/>
          <w:sz w:val="28"/>
          <w:szCs w:val="28"/>
        </w:rPr>
        <w:t>, международных</w:t>
      </w:r>
      <w:r w:rsidRPr="009E50A8">
        <w:rPr>
          <w:rFonts w:ascii="Times New Roman" w:hAnsi="Times New Roman" w:cs="Times New Roman"/>
          <w:sz w:val="28"/>
          <w:szCs w:val="28"/>
        </w:rPr>
        <w:t xml:space="preserve"> и внешнеэкономических связей города Владивостока</w:t>
      </w:r>
      <w:r w:rsidR="00660695">
        <w:rPr>
          <w:rFonts w:ascii="Times New Roman" w:hAnsi="Times New Roman" w:cs="Times New Roman"/>
          <w:sz w:val="28"/>
          <w:szCs w:val="28"/>
        </w:rPr>
        <w:t xml:space="preserve"> </w:t>
      </w:r>
      <w:r w:rsidR="009E50A8" w:rsidRPr="009E50A8">
        <w:rPr>
          <w:rFonts w:ascii="Times New Roman" w:hAnsi="Times New Roman" w:cs="Times New Roman"/>
          <w:sz w:val="28"/>
          <w:szCs w:val="28"/>
        </w:rPr>
        <w:t xml:space="preserve">и </w:t>
      </w:r>
      <w:r w:rsidRPr="009E50A8">
        <w:rPr>
          <w:rFonts w:ascii="Times New Roman" w:hAnsi="Times New Roman" w:cs="Times New Roman"/>
          <w:sz w:val="28"/>
          <w:szCs w:val="28"/>
        </w:rPr>
        <w:t xml:space="preserve">другие </w:t>
      </w:r>
      <w:r w:rsidR="009E50A8" w:rsidRPr="009E50A8">
        <w:rPr>
          <w:rFonts w:ascii="Times New Roman" w:hAnsi="Times New Roman" w:cs="Times New Roman"/>
          <w:sz w:val="28"/>
          <w:szCs w:val="28"/>
        </w:rPr>
        <w:t xml:space="preserve">значимые </w:t>
      </w:r>
      <w:r w:rsidR="003A2F97">
        <w:rPr>
          <w:rFonts w:ascii="Times New Roman" w:hAnsi="Times New Roman" w:cs="Times New Roman"/>
          <w:sz w:val="28"/>
          <w:szCs w:val="28"/>
        </w:rPr>
        <w:t xml:space="preserve">трудовые </w:t>
      </w:r>
      <w:r w:rsidRPr="009E50A8">
        <w:rPr>
          <w:rFonts w:ascii="Times New Roman" w:hAnsi="Times New Roman" w:cs="Times New Roman"/>
          <w:sz w:val="28"/>
          <w:szCs w:val="28"/>
        </w:rPr>
        <w:t>заслуги перед городом Владивостоком в иных сферах деятельности</w:t>
      </w:r>
      <w:r w:rsidR="00201C20">
        <w:rPr>
          <w:rFonts w:ascii="Times New Roman" w:hAnsi="Times New Roman" w:cs="Times New Roman"/>
          <w:sz w:val="28"/>
          <w:szCs w:val="28"/>
        </w:rPr>
        <w:t>.</w:t>
      </w:r>
    </w:p>
    <w:p w:rsidR="00345F59" w:rsidRDefault="00345F59" w:rsidP="00E7400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1F33">
        <w:rPr>
          <w:rFonts w:ascii="Times New Roman" w:hAnsi="Times New Roman" w:cs="Times New Roman"/>
          <w:b w:val="0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>Медалью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 xml:space="preserve"> награждаются </w:t>
      </w:r>
      <w:r w:rsidR="00207170">
        <w:rPr>
          <w:rFonts w:ascii="Times New Roman" w:hAnsi="Times New Roman" w:cs="Times New Roman"/>
          <w:b w:val="0"/>
          <w:sz w:val="28"/>
          <w:szCs w:val="28"/>
        </w:rPr>
        <w:t>граждане</w:t>
      </w:r>
      <w:r w:rsidR="004A1B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>за</w:t>
      </w:r>
      <w:r w:rsidR="004243C2">
        <w:rPr>
          <w:rFonts w:ascii="Times New Roman" w:hAnsi="Times New Roman" w:cs="Times New Roman"/>
          <w:b w:val="0"/>
          <w:sz w:val="28"/>
          <w:szCs w:val="28"/>
        </w:rPr>
        <w:t xml:space="preserve"> многолетний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 xml:space="preserve"> добросовестный и безупречный труд (не менее </w:t>
      </w:r>
      <w:r>
        <w:rPr>
          <w:rFonts w:ascii="Times New Roman" w:hAnsi="Times New Roman" w:cs="Times New Roman"/>
          <w:b w:val="0"/>
          <w:sz w:val="28"/>
          <w:szCs w:val="28"/>
        </w:rPr>
        <w:t>15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 xml:space="preserve"> лет работы в одной из сфер, указанных в </w:t>
      </w:r>
      <w:hyperlink r:id="rId10" w:anchor="P42" w:history="1">
        <w:r w:rsidRPr="006F1F33">
          <w:rPr>
            <w:rFonts w:ascii="Times New Roman" w:hAnsi="Times New Roman" w:cs="Times New Roman"/>
            <w:b w:val="0"/>
            <w:sz w:val="28"/>
            <w:szCs w:val="28"/>
          </w:rPr>
          <w:t>пункт</w:t>
        </w:r>
        <w:r w:rsidR="00FE528E">
          <w:rPr>
            <w:rFonts w:ascii="Times New Roman" w:hAnsi="Times New Roman" w:cs="Times New Roman"/>
            <w:b w:val="0"/>
            <w:sz w:val="28"/>
            <w:szCs w:val="28"/>
          </w:rPr>
          <w:t>е</w:t>
        </w:r>
        <w:r w:rsidRPr="006F1F33">
          <w:rPr>
            <w:rFonts w:ascii="Times New Roman" w:hAnsi="Times New Roman" w:cs="Times New Roman"/>
            <w:b w:val="0"/>
            <w:sz w:val="28"/>
            <w:szCs w:val="28"/>
          </w:rPr>
          <w:t xml:space="preserve"> 1.3</w:t>
        </w:r>
      </w:hyperlink>
      <w:r w:rsidRPr="006F1F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8D9" w:rsidRPr="006F1F33">
        <w:rPr>
          <w:rFonts w:ascii="Times New Roman" w:hAnsi="Times New Roman" w:cs="Times New Roman"/>
          <w:b w:val="0"/>
          <w:sz w:val="28"/>
          <w:szCs w:val="28"/>
        </w:rPr>
        <w:t xml:space="preserve">настоящего 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>раздела Положения), активн</w:t>
      </w:r>
      <w:r w:rsidR="00CE5EFB">
        <w:rPr>
          <w:rFonts w:ascii="Times New Roman" w:hAnsi="Times New Roman" w:cs="Times New Roman"/>
          <w:b w:val="0"/>
          <w:sz w:val="28"/>
          <w:szCs w:val="28"/>
        </w:rPr>
        <w:t xml:space="preserve">ую профессиональную деятельность и в связи с 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>профессиональны</w:t>
      </w:r>
      <w:r w:rsidR="00CE5EFB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 xml:space="preserve"> и государственны</w:t>
      </w:r>
      <w:r w:rsidR="00CE5EFB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 xml:space="preserve"> праздник</w:t>
      </w:r>
      <w:r w:rsidR="00CE5EFB"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6F1F3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DA64EE" w:rsidRPr="00D430E2" w:rsidRDefault="00345F59" w:rsidP="00E7400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Медалью награждаются 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>сотрудник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Владивостока, а также руководител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учреждений и предприятий города Владивостока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д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>обросовестность и безупречность работы</w:t>
      </w:r>
      <w:r>
        <w:rPr>
          <w:rFonts w:ascii="Times New Roman" w:hAnsi="Times New Roman" w:cs="Times New Roman"/>
          <w:b w:val="0"/>
          <w:sz w:val="28"/>
          <w:szCs w:val="28"/>
        </w:rPr>
        <w:t>, которая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 xml:space="preserve"> заключается в неукоснительном исполнении сотрудником,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 xml:space="preserve">уководителем возложенных на них должностных обязанностей и отсутствии </w:t>
      </w:r>
      <w:r w:rsidR="00DA64EE" w:rsidRPr="00CD3C60">
        <w:rPr>
          <w:rFonts w:ascii="Times New Roman" w:hAnsi="Times New Roman" w:cs="Times New Roman"/>
          <w:b w:val="0"/>
          <w:sz w:val="28"/>
          <w:szCs w:val="28"/>
        </w:rPr>
        <w:t>дисциплинарных взысканий на дату представления к награждению.</w:t>
      </w:r>
    </w:p>
    <w:p w:rsidR="009C6CB3" w:rsidRDefault="00201C20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9C6CB3">
        <w:rPr>
          <w:rFonts w:ascii="Times New Roman" w:hAnsi="Times New Roman" w:cs="Times New Roman"/>
          <w:sz w:val="28"/>
          <w:szCs w:val="28"/>
        </w:rPr>
        <w:t>.</w:t>
      </w:r>
      <w:r w:rsidR="009C6CB3" w:rsidRPr="009C6CB3">
        <w:rPr>
          <w:rFonts w:ascii="Times New Roman" w:hAnsi="Times New Roman" w:cs="Times New Roman"/>
          <w:sz w:val="28"/>
          <w:szCs w:val="28"/>
        </w:rPr>
        <w:t xml:space="preserve"> Повторное награждение </w:t>
      </w:r>
      <w:r w:rsidR="00A108D9">
        <w:rPr>
          <w:rFonts w:ascii="Times New Roman" w:hAnsi="Times New Roman" w:cs="Times New Roman"/>
          <w:sz w:val="28"/>
          <w:szCs w:val="28"/>
        </w:rPr>
        <w:t>М</w:t>
      </w:r>
      <w:r w:rsidR="009C6CB3" w:rsidRPr="009C6CB3">
        <w:rPr>
          <w:rFonts w:ascii="Times New Roman" w:hAnsi="Times New Roman" w:cs="Times New Roman"/>
          <w:sz w:val="28"/>
          <w:szCs w:val="28"/>
        </w:rPr>
        <w:t>едалью не осуществляется.</w:t>
      </w:r>
    </w:p>
    <w:p w:rsidR="009C6CB3" w:rsidRPr="009C6CB3" w:rsidRDefault="00201C20" w:rsidP="00E7400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1.6</w:t>
      </w:r>
      <w:r w:rsidR="009C6CB3" w:rsidRPr="009C6CB3">
        <w:rPr>
          <w:rFonts w:ascii="Times New Roman" w:eastAsia="Times New Roman" w:hAnsi="Times New Roman"/>
          <w:sz w:val="28"/>
          <w:szCs w:val="28"/>
          <w:lang w:eastAsia="ru-RU"/>
        </w:rPr>
        <w:t>. Медаль носится на левой стороне груди.</w:t>
      </w:r>
    </w:p>
    <w:p w:rsidR="00345F59" w:rsidRDefault="00345F59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94B23">
        <w:rPr>
          <w:rFonts w:ascii="Times New Roman" w:hAnsi="Times New Roman" w:cs="Times New Roman"/>
          <w:sz w:val="28"/>
          <w:szCs w:val="28"/>
        </w:rPr>
        <w:t>.</w:t>
      </w:r>
      <w:r w:rsidR="00201C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4B23">
        <w:rPr>
          <w:rFonts w:ascii="Times New Roman" w:hAnsi="Times New Roman" w:cs="Times New Roman"/>
          <w:sz w:val="28"/>
          <w:szCs w:val="28"/>
        </w:rPr>
        <w:t xml:space="preserve"> При утере </w:t>
      </w:r>
      <w:r w:rsidR="00A108D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едали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 ее вручения </w:t>
      </w:r>
      <w:r w:rsidRPr="00D94B23">
        <w:rPr>
          <w:rFonts w:ascii="Times New Roman" w:hAnsi="Times New Roman" w:cs="Times New Roman"/>
          <w:sz w:val="28"/>
          <w:szCs w:val="28"/>
        </w:rPr>
        <w:t>дубликат не выдается.</w:t>
      </w:r>
    </w:p>
    <w:p w:rsidR="00345F59" w:rsidRDefault="00345F59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01C2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0B21">
        <w:rPr>
          <w:rFonts w:ascii="Times New Roman" w:hAnsi="Times New Roman" w:cs="Times New Roman"/>
          <w:sz w:val="28"/>
          <w:szCs w:val="28"/>
        </w:rPr>
        <w:t xml:space="preserve"> </w:t>
      </w:r>
      <w:r w:rsidR="00A108D9">
        <w:rPr>
          <w:rFonts w:ascii="Times New Roman" w:hAnsi="Times New Roman" w:cs="Times New Roman"/>
          <w:sz w:val="28"/>
          <w:szCs w:val="28"/>
        </w:rPr>
        <w:t>Сведения о М</w:t>
      </w:r>
      <w:r>
        <w:rPr>
          <w:rFonts w:ascii="Times New Roman" w:hAnsi="Times New Roman" w:cs="Times New Roman"/>
          <w:sz w:val="28"/>
          <w:szCs w:val="28"/>
        </w:rPr>
        <w:t>едали вносятся в трудовую книжку награжденного лица в соответствии с действующим трудовым законодательством Российской Федерации</w:t>
      </w:r>
      <w:r w:rsidRPr="00240B21">
        <w:rPr>
          <w:rFonts w:ascii="Times New Roman" w:hAnsi="Times New Roman" w:cs="Times New Roman"/>
          <w:sz w:val="28"/>
          <w:szCs w:val="28"/>
        </w:rPr>
        <w:t>.</w:t>
      </w:r>
    </w:p>
    <w:p w:rsidR="00A17660" w:rsidRDefault="00A17660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721D" w:rsidRDefault="00345F59" w:rsidP="00E7400B">
      <w:pPr>
        <w:pStyle w:val="ConsPlusNormal"/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Порядок представления к награждению </w:t>
      </w:r>
      <w:r w:rsidR="00B546C7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DA64EE">
        <w:rPr>
          <w:rFonts w:ascii="Times New Roman" w:eastAsia="Calibri" w:hAnsi="Times New Roman" w:cs="Times New Roman"/>
          <w:sz w:val="28"/>
          <w:szCs w:val="28"/>
          <w:lang w:eastAsia="en-US"/>
        </w:rPr>
        <w:t>едал</w:t>
      </w:r>
      <w:r w:rsidR="00C36A7E">
        <w:rPr>
          <w:rFonts w:ascii="Times New Roman" w:eastAsia="Calibri" w:hAnsi="Times New Roman" w:cs="Times New Roman"/>
          <w:sz w:val="28"/>
          <w:szCs w:val="28"/>
          <w:lang w:eastAsia="en-US"/>
        </w:rPr>
        <w:t>ью</w:t>
      </w:r>
    </w:p>
    <w:p w:rsidR="0046090F" w:rsidRDefault="0046090F" w:rsidP="00E7400B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45F59" w:rsidRPr="00D34428" w:rsidRDefault="00345F59" w:rsidP="00E740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 С ходатайством о награждении </w:t>
      </w:r>
      <w:r w:rsidR="00B546C7">
        <w:rPr>
          <w:rFonts w:ascii="Times New Roman" w:hAnsi="Times New Roman"/>
          <w:sz w:val="28"/>
          <w:szCs w:val="28"/>
        </w:rPr>
        <w:t>Медалью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 главой города Владивостока могут выступать:</w:t>
      </w:r>
    </w:p>
    <w:p w:rsidR="00345F59" w:rsidRDefault="00345F59" w:rsidP="00E740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- руководители федеральных органов государственной власти Российской Федерации и их территориальных органов;</w:t>
      </w:r>
    </w:p>
    <w:p w:rsidR="00345F59" w:rsidRDefault="00345F59" w:rsidP="00E740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t>- руководители органов государственной власти субъект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207170" w:rsidRDefault="00207170" w:rsidP="002071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t>- руководители государственн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субъект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345F59" w:rsidRDefault="00345F59" w:rsidP="00E740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- руководители органов местного самоуправления города Владивостока;</w:t>
      </w:r>
    </w:p>
    <w:p w:rsidR="00345F59" w:rsidRDefault="00345F59" w:rsidP="00E740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депутаты Думы города Владивостока;</w:t>
      </w:r>
    </w:p>
    <w:p w:rsidR="00345F59" w:rsidRPr="00D34428" w:rsidRDefault="00345F59" w:rsidP="00E740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первый заместитель главы администрации, заместители главы администрации города Владивостока, руководители органов администрации города Владивостока;</w:t>
      </w:r>
    </w:p>
    <w:p w:rsidR="00345F59" w:rsidRPr="00D34428" w:rsidRDefault="00345F59" w:rsidP="00E740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- руководители общественных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организаций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45F59" w:rsidRPr="00D34428" w:rsidRDefault="00345F59" w:rsidP="00E740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- руководители организаций всех организационно-правовых форм.</w:t>
      </w:r>
    </w:p>
    <w:p w:rsidR="00DA64EE" w:rsidRPr="002A3632" w:rsidRDefault="00DA64EE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2A3632">
        <w:rPr>
          <w:rFonts w:ascii="Times New Roman" w:hAnsi="Times New Roman" w:cs="Times New Roman"/>
          <w:sz w:val="28"/>
          <w:szCs w:val="28"/>
        </w:rPr>
        <w:t xml:space="preserve"> Ходатайство о награждении </w:t>
      </w:r>
      <w:r w:rsidR="00B546C7">
        <w:rPr>
          <w:rFonts w:ascii="Times New Roman" w:hAnsi="Times New Roman" w:cs="Times New Roman"/>
          <w:sz w:val="28"/>
          <w:szCs w:val="28"/>
        </w:rPr>
        <w:t>Медалью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632">
        <w:rPr>
          <w:rFonts w:ascii="Times New Roman" w:hAnsi="Times New Roman" w:cs="Times New Roman"/>
          <w:sz w:val="28"/>
          <w:szCs w:val="28"/>
        </w:rPr>
        <w:t xml:space="preserve">подается не позднее чем </w:t>
      </w:r>
      <w:r w:rsidR="00B546C7">
        <w:rPr>
          <w:rFonts w:ascii="Times New Roman" w:hAnsi="Times New Roman" w:cs="Times New Roman"/>
          <w:sz w:val="28"/>
          <w:szCs w:val="28"/>
        </w:rPr>
        <w:br/>
      </w:r>
      <w:r w:rsidRPr="002A3632">
        <w:rPr>
          <w:rFonts w:ascii="Times New Roman" w:hAnsi="Times New Roman" w:cs="Times New Roman"/>
          <w:sz w:val="28"/>
          <w:szCs w:val="28"/>
        </w:rPr>
        <w:t>за 45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A3632">
        <w:rPr>
          <w:rFonts w:ascii="Times New Roman" w:hAnsi="Times New Roman" w:cs="Times New Roman"/>
          <w:sz w:val="28"/>
          <w:szCs w:val="28"/>
        </w:rPr>
        <w:t xml:space="preserve"> до даты награждения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632">
        <w:rPr>
          <w:rFonts w:ascii="Times New Roman" w:hAnsi="Times New Roman" w:cs="Times New Roman"/>
          <w:sz w:val="28"/>
          <w:szCs w:val="28"/>
        </w:rPr>
        <w:t>и включает в себя:</w:t>
      </w:r>
    </w:p>
    <w:p w:rsidR="00DA64EE" w:rsidRPr="00D34428" w:rsidRDefault="00DA64EE" w:rsidP="00E740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3632">
        <w:rPr>
          <w:rFonts w:ascii="Times New Roman" w:eastAsia="Times New Roman" w:hAnsi="Times New Roman"/>
          <w:sz w:val="28"/>
          <w:szCs w:val="28"/>
          <w:lang w:eastAsia="ru-RU"/>
        </w:rPr>
        <w:t>- инициативное письмо, содержащее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ичину представления 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A3632">
        <w:rPr>
          <w:rFonts w:ascii="Times New Roman" w:eastAsia="Times New Roman" w:hAnsi="Times New Roman"/>
          <w:sz w:val="28"/>
          <w:szCs w:val="28"/>
          <w:lang w:eastAsia="ru-RU"/>
        </w:rPr>
        <w:t>к награждению,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дату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адрес места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вручения Медали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61D15" w:rsidRDefault="00DA64EE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ED2">
        <w:rPr>
          <w:rFonts w:ascii="Times New Roman" w:hAnsi="Times New Roman" w:cs="Times New Roman"/>
          <w:sz w:val="28"/>
          <w:szCs w:val="28"/>
        </w:rPr>
        <w:t>- сведения</w:t>
      </w:r>
      <w:r w:rsidR="006043EF" w:rsidRPr="006043EF">
        <w:rPr>
          <w:rFonts w:ascii="Times New Roman" w:hAnsi="Times New Roman" w:cs="Times New Roman"/>
          <w:sz w:val="28"/>
          <w:szCs w:val="28"/>
        </w:rPr>
        <w:t xml:space="preserve"> </w:t>
      </w:r>
      <w:r w:rsidR="006043EF">
        <w:rPr>
          <w:rFonts w:ascii="Times New Roman" w:hAnsi="Times New Roman" w:cs="Times New Roman"/>
          <w:sz w:val="28"/>
          <w:szCs w:val="28"/>
        </w:rPr>
        <w:t>и характеристик</w:t>
      </w:r>
      <w:r w:rsidR="005E313A">
        <w:rPr>
          <w:rFonts w:ascii="Times New Roman" w:hAnsi="Times New Roman" w:cs="Times New Roman"/>
          <w:sz w:val="28"/>
          <w:szCs w:val="28"/>
        </w:rPr>
        <w:t>у</w:t>
      </w:r>
      <w:r w:rsidRPr="004B2ED2">
        <w:rPr>
          <w:rFonts w:ascii="Times New Roman" w:hAnsi="Times New Roman" w:cs="Times New Roman"/>
          <w:sz w:val="28"/>
          <w:szCs w:val="28"/>
        </w:rPr>
        <w:t xml:space="preserve"> о представляемом к награждению </w:t>
      </w:r>
      <w:r>
        <w:rPr>
          <w:rFonts w:ascii="Times New Roman" w:hAnsi="Times New Roman"/>
          <w:sz w:val="28"/>
          <w:szCs w:val="28"/>
        </w:rPr>
        <w:t>Медал</w:t>
      </w:r>
      <w:r w:rsidR="00C36A7E">
        <w:rPr>
          <w:rFonts w:ascii="Times New Roman" w:hAnsi="Times New Roman"/>
          <w:sz w:val="28"/>
          <w:szCs w:val="28"/>
        </w:rPr>
        <w:t>ью</w:t>
      </w:r>
      <w:r w:rsidRPr="004B2ED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85" w:history="1">
        <w:r w:rsidRPr="004B2ED2">
          <w:rPr>
            <w:rFonts w:ascii="Times New Roman" w:hAnsi="Times New Roman" w:cs="Times New Roman"/>
            <w:sz w:val="28"/>
            <w:szCs w:val="28"/>
          </w:rPr>
          <w:t>(форма)</w:t>
        </w:r>
      </w:hyperlink>
      <w:r w:rsidR="00E61D15">
        <w:rPr>
          <w:rFonts w:ascii="Times New Roman" w:hAnsi="Times New Roman" w:cs="Times New Roman"/>
          <w:sz w:val="28"/>
          <w:szCs w:val="28"/>
        </w:rPr>
        <w:t>;</w:t>
      </w:r>
    </w:p>
    <w:p w:rsidR="00E61D15" w:rsidRDefault="00E61D15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реквизиты расчетного счета награждаемого (название банка, ИНН, КПП, БИК, корреспондентский счет, счет получателя) для перечисления единовременного денежного поощрения;</w:t>
      </w:r>
    </w:p>
    <w:p w:rsidR="00DA64EE" w:rsidRPr="004B2ED2" w:rsidRDefault="00E61D15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ИНН награждаемого, данные документа, удостоверяющего личность: серия, номер и дата выдачи</w:t>
      </w:r>
      <w:r w:rsidR="00536785">
        <w:rPr>
          <w:rFonts w:ascii="Times New Roman" w:hAnsi="Times New Roman" w:cs="Times New Roman"/>
          <w:sz w:val="28"/>
          <w:szCs w:val="28"/>
        </w:rPr>
        <w:t>.</w:t>
      </w:r>
    </w:p>
    <w:p w:rsidR="00DA64EE" w:rsidRDefault="00DA64EE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B23">
        <w:rPr>
          <w:rFonts w:ascii="Times New Roman" w:hAnsi="Times New Roman" w:cs="Times New Roman"/>
          <w:sz w:val="28"/>
          <w:szCs w:val="28"/>
        </w:rPr>
        <w:t>Документы, представленные с нарушением указанного срока</w:t>
      </w:r>
      <w:r>
        <w:rPr>
          <w:rFonts w:ascii="Times New Roman" w:hAnsi="Times New Roman" w:cs="Times New Roman"/>
          <w:sz w:val="28"/>
          <w:szCs w:val="28"/>
        </w:rPr>
        <w:t xml:space="preserve"> и (или) не соответствующие требованиям, предъявляемым к их оформлению</w:t>
      </w:r>
      <w:r w:rsidRPr="00D94B23">
        <w:rPr>
          <w:rFonts w:ascii="Times New Roman" w:hAnsi="Times New Roman" w:cs="Times New Roman"/>
          <w:sz w:val="28"/>
          <w:szCs w:val="28"/>
        </w:rPr>
        <w:t>, рассмотрению не подлежат.</w:t>
      </w:r>
    </w:p>
    <w:p w:rsidR="00DA64EE" w:rsidRDefault="00DA64EE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На основании ходатайства о награждении </w:t>
      </w:r>
      <w:r>
        <w:rPr>
          <w:rFonts w:ascii="Times New Roman" w:hAnsi="Times New Roman"/>
          <w:sz w:val="28"/>
          <w:szCs w:val="28"/>
        </w:rPr>
        <w:t>Медал</w:t>
      </w:r>
      <w:r w:rsidR="00C36A7E">
        <w:rPr>
          <w:rFonts w:ascii="Times New Roman" w:hAnsi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к награждению </w:t>
      </w:r>
      <w:r>
        <w:rPr>
          <w:rFonts w:ascii="Times New Roman" w:hAnsi="Times New Roman"/>
          <w:sz w:val="28"/>
          <w:szCs w:val="28"/>
        </w:rPr>
        <w:t>Медал</w:t>
      </w:r>
      <w:r w:rsidR="00A108D9">
        <w:rPr>
          <w:rFonts w:ascii="Times New Roman" w:hAnsi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 вносится </w:t>
      </w:r>
      <w:r w:rsidRPr="00D94B23">
        <w:rPr>
          <w:rFonts w:ascii="Times New Roman" w:hAnsi="Times New Roman" w:cs="Times New Roman"/>
          <w:sz w:val="28"/>
          <w:szCs w:val="28"/>
        </w:rPr>
        <w:t>главе города Владивостока первы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B23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91EA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Pr="00D94B23">
        <w:rPr>
          <w:rFonts w:ascii="Times New Roman" w:hAnsi="Times New Roman" w:cs="Times New Roman"/>
          <w:sz w:val="28"/>
          <w:szCs w:val="28"/>
        </w:rPr>
        <w:t>, заместител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EAB">
        <w:rPr>
          <w:rFonts w:ascii="Times New Roman" w:hAnsi="Times New Roman" w:cs="Times New Roman"/>
          <w:sz w:val="28"/>
          <w:szCs w:val="28"/>
        </w:rPr>
        <w:t>города Владивосток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4B23">
        <w:rPr>
          <w:rFonts w:ascii="Times New Roman" w:hAnsi="Times New Roman" w:cs="Times New Roman"/>
          <w:sz w:val="28"/>
          <w:szCs w:val="28"/>
        </w:rPr>
        <w:t>, руководител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органов администрации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 w:rsidR="00B46257">
        <w:rPr>
          <w:rFonts w:ascii="Times New Roman" w:hAnsi="Times New Roman" w:cs="Times New Roman"/>
          <w:sz w:val="28"/>
          <w:szCs w:val="28"/>
        </w:rPr>
        <w:br/>
      </w:r>
      <w:r w:rsidRPr="00F91EAB">
        <w:rPr>
          <w:rFonts w:ascii="Times New Roman" w:hAnsi="Times New Roman" w:cs="Times New Roman"/>
          <w:sz w:val="28"/>
          <w:szCs w:val="28"/>
        </w:rPr>
        <w:t>города Владивосток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1EAB">
        <w:rPr>
          <w:rFonts w:ascii="Times New Roman" w:hAnsi="Times New Roman" w:cs="Times New Roman"/>
          <w:sz w:val="28"/>
          <w:szCs w:val="28"/>
        </w:rPr>
        <w:t xml:space="preserve"> </w:t>
      </w:r>
      <w:r w:rsidRPr="00D94B23">
        <w:rPr>
          <w:rFonts w:ascii="Times New Roman" w:hAnsi="Times New Roman" w:cs="Times New Roman"/>
          <w:sz w:val="28"/>
          <w:szCs w:val="28"/>
        </w:rPr>
        <w:t>по согласованию с заместителем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94B23">
        <w:rPr>
          <w:rFonts w:ascii="Times New Roman" w:hAnsi="Times New Roman" w:cs="Times New Roman"/>
          <w:sz w:val="28"/>
          <w:szCs w:val="28"/>
        </w:rPr>
        <w:t xml:space="preserve">курирующим </w:t>
      </w:r>
      <w:r w:rsidR="00E61D15" w:rsidRPr="00E61D15">
        <w:rPr>
          <w:rFonts w:ascii="Times New Roman" w:hAnsi="Times New Roman" w:cs="Times New Roman"/>
          <w:sz w:val="28"/>
          <w:szCs w:val="28"/>
        </w:rPr>
        <w:t>соответствующее</w:t>
      </w:r>
      <w:r w:rsidRPr="00D94B23">
        <w:rPr>
          <w:rFonts w:ascii="Times New Roman" w:hAnsi="Times New Roman" w:cs="Times New Roman"/>
          <w:sz w:val="28"/>
          <w:szCs w:val="28"/>
        </w:rPr>
        <w:t xml:space="preserve"> направление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07170">
        <w:rPr>
          <w:rFonts w:ascii="Times New Roman" w:hAnsi="Times New Roman" w:cs="Times New Roman"/>
          <w:sz w:val="28"/>
          <w:szCs w:val="28"/>
        </w:rPr>
        <w:t>орган</w:t>
      </w:r>
      <w:r w:rsidR="005C6F3F">
        <w:rPr>
          <w:rFonts w:ascii="Times New Roman" w:hAnsi="Times New Roman" w:cs="Times New Roman"/>
          <w:sz w:val="28"/>
          <w:szCs w:val="28"/>
        </w:rPr>
        <w:t>ом</w:t>
      </w:r>
      <w:r w:rsidR="00207170">
        <w:rPr>
          <w:rFonts w:ascii="Times New Roman" w:hAnsi="Times New Roman" w:cs="Times New Roman"/>
          <w:sz w:val="28"/>
          <w:szCs w:val="28"/>
        </w:rPr>
        <w:t xml:space="preserve"> администрации города Владивостока, уполномоченны</w:t>
      </w:r>
      <w:r w:rsidR="00C913D7">
        <w:rPr>
          <w:rFonts w:ascii="Times New Roman" w:hAnsi="Times New Roman" w:cs="Times New Roman"/>
          <w:sz w:val="28"/>
          <w:szCs w:val="28"/>
        </w:rPr>
        <w:t>м</w:t>
      </w:r>
      <w:r w:rsidR="00207170">
        <w:rPr>
          <w:rFonts w:ascii="Times New Roman" w:hAnsi="Times New Roman" w:cs="Times New Roman"/>
          <w:sz w:val="28"/>
          <w:szCs w:val="28"/>
        </w:rPr>
        <w:t xml:space="preserve"> </w:t>
      </w:r>
      <w:r w:rsidR="00A17660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сфере награждения </w:t>
      </w:r>
      <w:r w:rsidR="00B4625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526DF8">
        <w:rPr>
          <w:rFonts w:ascii="Times New Roman" w:hAnsi="Times New Roman" w:cs="Times New Roman"/>
          <w:sz w:val="28"/>
          <w:szCs w:val="28"/>
        </w:rPr>
        <w:t>Орган</w:t>
      </w:r>
      <w:r w:rsidR="00B46257">
        <w:rPr>
          <w:rFonts w:ascii="Times New Roman" w:hAnsi="Times New Roman" w:cs="Times New Roman"/>
          <w:sz w:val="28"/>
          <w:szCs w:val="28"/>
        </w:rPr>
        <w:t>)</w:t>
      </w:r>
      <w:r w:rsidR="00BB2150">
        <w:rPr>
          <w:rFonts w:ascii="Times New Roman" w:hAnsi="Times New Roman" w:cs="Times New Roman"/>
          <w:sz w:val="28"/>
          <w:szCs w:val="28"/>
        </w:rPr>
        <w:t>,</w:t>
      </w:r>
      <w:r w:rsidR="00B46257">
        <w:rPr>
          <w:rFonts w:ascii="Times New Roman" w:hAnsi="Times New Roman" w:cs="Times New Roman"/>
          <w:sz w:val="28"/>
          <w:szCs w:val="28"/>
        </w:rPr>
        <w:t xml:space="preserve"> </w:t>
      </w:r>
      <w:r w:rsidRPr="00D94B23">
        <w:rPr>
          <w:rFonts w:ascii="Times New Roman" w:hAnsi="Times New Roman" w:cs="Times New Roman"/>
          <w:sz w:val="28"/>
          <w:szCs w:val="28"/>
        </w:rPr>
        <w:t xml:space="preserve">не позднее чем </w:t>
      </w:r>
      <w:r w:rsidR="00207170">
        <w:rPr>
          <w:rFonts w:ascii="Times New Roman" w:hAnsi="Times New Roman" w:cs="Times New Roman"/>
          <w:sz w:val="28"/>
          <w:szCs w:val="28"/>
        </w:rPr>
        <w:br/>
      </w:r>
      <w:r w:rsidRPr="00D94B23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30 дней </w:t>
      </w:r>
      <w:r w:rsidRPr="00D94B23">
        <w:rPr>
          <w:rFonts w:ascii="Times New Roman" w:hAnsi="Times New Roman" w:cs="Times New Roman"/>
          <w:sz w:val="28"/>
          <w:szCs w:val="28"/>
        </w:rPr>
        <w:t xml:space="preserve">до даты </w:t>
      </w:r>
      <w:r>
        <w:rPr>
          <w:rFonts w:ascii="Times New Roman" w:hAnsi="Times New Roman" w:cs="Times New Roman"/>
          <w:sz w:val="28"/>
          <w:szCs w:val="28"/>
        </w:rPr>
        <w:t xml:space="preserve">награждения </w:t>
      </w:r>
      <w:r>
        <w:rPr>
          <w:rFonts w:ascii="Times New Roman" w:hAnsi="Times New Roman"/>
          <w:sz w:val="28"/>
          <w:szCs w:val="28"/>
        </w:rPr>
        <w:t>Медал</w:t>
      </w:r>
      <w:r w:rsidR="00A108D9">
        <w:rPr>
          <w:rFonts w:ascii="Times New Roman" w:hAnsi="Times New Roman"/>
          <w:sz w:val="28"/>
          <w:szCs w:val="28"/>
        </w:rPr>
        <w:t>ью</w:t>
      </w:r>
      <w:r w:rsidRPr="00D94B23">
        <w:rPr>
          <w:rFonts w:ascii="Times New Roman" w:hAnsi="Times New Roman" w:cs="Times New Roman"/>
          <w:sz w:val="28"/>
          <w:szCs w:val="28"/>
        </w:rPr>
        <w:t>.</w:t>
      </w:r>
    </w:p>
    <w:p w:rsidR="00DA64EE" w:rsidRPr="00D94B23" w:rsidRDefault="00DA64EE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D94B23">
        <w:rPr>
          <w:rFonts w:ascii="Times New Roman" w:hAnsi="Times New Roman" w:cs="Times New Roman"/>
          <w:sz w:val="28"/>
          <w:szCs w:val="28"/>
        </w:rPr>
        <w:t xml:space="preserve"> 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к награждению </w:t>
      </w:r>
      <w:r w:rsidR="00C36A7E">
        <w:rPr>
          <w:rFonts w:ascii="Times New Roman" w:hAnsi="Times New Roman" w:cs="Times New Roman"/>
          <w:sz w:val="28"/>
          <w:szCs w:val="28"/>
        </w:rPr>
        <w:t>Медалью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B23">
        <w:rPr>
          <w:rFonts w:ascii="Times New Roman" w:hAnsi="Times New Roman" w:cs="Times New Roman"/>
          <w:sz w:val="28"/>
          <w:szCs w:val="28"/>
        </w:rPr>
        <w:t>содержит:</w:t>
      </w:r>
    </w:p>
    <w:p w:rsidR="00DA64EE" w:rsidRPr="00D94B23" w:rsidRDefault="00DA64EE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B23">
        <w:rPr>
          <w:rFonts w:ascii="Times New Roman" w:hAnsi="Times New Roman" w:cs="Times New Roman"/>
          <w:sz w:val="28"/>
          <w:szCs w:val="28"/>
        </w:rPr>
        <w:t>- служебную записку с указанием</w:t>
      </w:r>
      <w:r w:rsidRPr="00836576">
        <w:rPr>
          <w:rFonts w:ascii="Times New Roman" w:hAnsi="Times New Roman" w:cs="Times New Roman"/>
          <w:sz w:val="28"/>
          <w:szCs w:val="28"/>
        </w:rPr>
        <w:t xml:space="preserve"> причины представления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836576">
        <w:rPr>
          <w:rFonts w:ascii="Times New Roman" w:hAnsi="Times New Roman" w:cs="Times New Roman"/>
          <w:sz w:val="28"/>
          <w:szCs w:val="28"/>
        </w:rPr>
        <w:lastRenderedPageBreak/>
        <w:t xml:space="preserve">к </w:t>
      </w:r>
      <w:r>
        <w:rPr>
          <w:rFonts w:ascii="Times New Roman" w:hAnsi="Times New Roman" w:cs="Times New Roman"/>
          <w:sz w:val="28"/>
          <w:szCs w:val="28"/>
        </w:rPr>
        <w:t>награждению</w:t>
      </w:r>
      <w:r w:rsidRPr="00836576">
        <w:rPr>
          <w:rFonts w:ascii="Times New Roman" w:hAnsi="Times New Roman" w:cs="Times New Roman"/>
          <w:sz w:val="28"/>
          <w:szCs w:val="28"/>
        </w:rPr>
        <w:t>,</w:t>
      </w:r>
      <w:r w:rsidRPr="00D94B23">
        <w:rPr>
          <w:rFonts w:ascii="Times New Roman" w:hAnsi="Times New Roman" w:cs="Times New Roman"/>
          <w:sz w:val="28"/>
          <w:szCs w:val="28"/>
        </w:rPr>
        <w:t xml:space="preserve"> даты, </w:t>
      </w:r>
      <w:r>
        <w:rPr>
          <w:rFonts w:ascii="Times New Roman" w:hAnsi="Times New Roman" w:cs="Times New Roman"/>
          <w:sz w:val="28"/>
          <w:szCs w:val="28"/>
        </w:rPr>
        <w:t xml:space="preserve">адреса </w:t>
      </w:r>
      <w:r w:rsidRPr="00D94B23">
        <w:rPr>
          <w:rFonts w:ascii="Times New Roman" w:hAnsi="Times New Roman" w:cs="Times New Roman"/>
          <w:sz w:val="28"/>
          <w:szCs w:val="28"/>
        </w:rPr>
        <w:t xml:space="preserve">места </w:t>
      </w:r>
      <w:r>
        <w:rPr>
          <w:rFonts w:ascii="Times New Roman" w:hAnsi="Times New Roman" w:cs="Times New Roman"/>
          <w:sz w:val="28"/>
          <w:szCs w:val="28"/>
        </w:rPr>
        <w:t xml:space="preserve">вручения </w:t>
      </w:r>
      <w:r w:rsidR="00A108D9">
        <w:rPr>
          <w:rFonts w:ascii="Times New Roman" w:hAnsi="Times New Roman" w:cs="Times New Roman"/>
          <w:sz w:val="28"/>
          <w:szCs w:val="28"/>
        </w:rPr>
        <w:t>Медали</w:t>
      </w:r>
      <w:r w:rsidRPr="00D94B23">
        <w:rPr>
          <w:rFonts w:ascii="Times New Roman" w:hAnsi="Times New Roman" w:cs="Times New Roman"/>
          <w:sz w:val="28"/>
          <w:szCs w:val="28"/>
        </w:rPr>
        <w:t xml:space="preserve">, </w:t>
      </w:r>
      <w:r w:rsidRPr="006023CB">
        <w:rPr>
          <w:rFonts w:ascii="Times New Roman" w:hAnsi="Times New Roman" w:cs="Times New Roman"/>
          <w:sz w:val="28"/>
          <w:szCs w:val="28"/>
        </w:rPr>
        <w:t>фамилии, имени, отчества (при наличии)</w:t>
      </w:r>
      <w:r w:rsidRPr="00D94B23">
        <w:rPr>
          <w:rFonts w:ascii="Times New Roman" w:hAnsi="Times New Roman" w:cs="Times New Roman"/>
          <w:sz w:val="28"/>
          <w:szCs w:val="28"/>
        </w:rPr>
        <w:t>,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лица, ответственного за проведение мероприятия от администрации города Владивостока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4B23">
        <w:rPr>
          <w:rFonts w:ascii="Times New Roman" w:hAnsi="Times New Roman" w:cs="Times New Roman"/>
          <w:sz w:val="28"/>
          <w:szCs w:val="28"/>
        </w:rPr>
        <w:t xml:space="preserve"> и предполагаемы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94B23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94B23">
        <w:rPr>
          <w:rFonts w:ascii="Times New Roman" w:hAnsi="Times New Roman" w:cs="Times New Roman"/>
          <w:sz w:val="28"/>
          <w:szCs w:val="28"/>
        </w:rPr>
        <w:t xml:space="preserve"> на организацию </w:t>
      </w:r>
      <w:r w:rsidRPr="00497271">
        <w:rPr>
          <w:rFonts w:ascii="Times New Roman" w:hAnsi="Times New Roman" w:cs="Times New Roman"/>
          <w:sz w:val="28"/>
          <w:szCs w:val="28"/>
        </w:rPr>
        <w:t xml:space="preserve">вручения </w:t>
      </w:r>
      <w:r w:rsidR="00A108D9">
        <w:rPr>
          <w:rFonts w:ascii="Times New Roman" w:hAnsi="Times New Roman" w:cs="Times New Roman"/>
          <w:sz w:val="28"/>
          <w:szCs w:val="28"/>
        </w:rPr>
        <w:t>Медали</w:t>
      </w:r>
      <w:r w:rsidRPr="00D94B23">
        <w:rPr>
          <w:rFonts w:ascii="Times New Roman" w:hAnsi="Times New Roman" w:cs="Times New Roman"/>
          <w:sz w:val="28"/>
          <w:szCs w:val="28"/>
        </w:rPr>
        <w:t>;</w:t>
      </w:r>
    </w:p>
    <w:p w:rsidR="00536785" w:rsidRDefault="00DA64EE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B23">
        <w:rPr>
          <w:rFonts w:ascii="Times New Roman" w:hAnsi="Times New Roman" w:cs="Times New Roman"/>
          <w:sz w:val="28"/>
          <w:szCs w:val="28"/>
        </w:rPr>
        <w:t xml:space="preserve">- </w:t>
      </w:r>
      <w:r w:rsidRPr="00836576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6043EF">
        <w:rPr>
          <w:rFonts w:ascii="Times New Roman" w:hAnsi="Times New Roman" w:cs="Times New Roman"/>
          <w:sz w:val="28"/>
          <w:szCs w:val="28"/>
        </w:rPr>
        <w:t>и характеристик</w:t>
      </w:r>
      <w:r w:rsidR="005E313A">
        <w:rPr>
          <w:rFonts w:ascii="Times New Roman" w:hAnsi="Times New Roman" w:cs="Times New Roman"/>
          <w:sz w:val="28"/>
          <w:szCs w:val="28"/>
        </w:rPr>
        <w:t>у</w:t>
      </w:r>
      <w:r w:rsidR="006043EF">
        <w:rPr>
          <w:rFonts w:ascii="Times New Roman" w:hAnsi="Times New Roman" w:cs="Times New Roman"/>
          <w:sz w:val="28"/>
          <w:szCs w:val="28"/>
        </w:rPr>
        <w:t xml:space="preserve"> </w:t>
      </w:r>
      <w:r w:rsidRPr="00836576">
        <w:rPr>
          <w:rFonts w:ascii="Times New Roman" w:hAnsi="Times New Roman" w:cs="Times New Roman"/>
          <w:sz w:val="28"/>
          <w:szCs w:val="28"/>
        </w:rPr>
        <w:t xml:space="preserve">о представляемом к </w:t>
      </w:r>
      <w:r>
        <w:rPr>
          <w:rFonts w:ascii="Times New Roman" w:hAnsi="Times New Roman" w:cs="Times New Roman"/>
          <w:sz w:val="28"/>
          <w:szCs w:val="28"/>
        </w:rPr>
        <w:t xml:space="preserve">награждению </w:t>
      </w:r>
      <w:r>
        <w:rPr>
          <w:rFonts w:ascii="Times New Roman" w:hAnsi="Times New Roman"/>
          <w:sz w:val="28"/>
          <w:szCs w:val="28"/>
        </w:rPr>
        <w:t>Медал</w:t>
      </w:r>
      <w:r w:rsidR="00A108D9">
        <w:rPr>
          <w:rFonts w:ascii="Times New Roman" w:hAnsi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185" w:history="1">
        <w:r w:rsidRPr="00836576">
          <w:rPr>
            <w:rFonts w:ascii="Times New Roman" w:hAnsi="Times New Roman" w:cs="Times New Roman"/>
            <w:sz w:val="28"/>
            <w:szCs w:val="28"/>
          </w:rPr>
          <w:t>(</w:t>
        </w:r>
        <w:r>
          <w:rPr>
            <w:rFonts w:ascii="Times New Roman" w:hAnsi="Times New Roman" w:cs="Times New Roman"/>
            <w:sz w:val="28"/>
            <w:szCs w:val="28"/>
          </w:rPr>
          <w:t>ф</w:t>
        </w:r>
        <w:r w:rsidRPr="00836576">
          <w:rPr>
            <w:rFonts w:ascii="Times New Roman" w:hAnsi="Times New Roman" w:cs="Times New Roman"/>
            <w:sz w:val="28"/>
            <w:szCs w:val="28"/>
          </w:rPr>
          <w:t>орм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 w:rsidRPr="00836576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36785">
        <w:rPr>
          <w:rFonts w:ascii="Times New Roman" w:hAnsi="Times New Roman" w:cs="Times New Roman"/>
          <w:sz w:val="28"/>
          <w:szCs w:val="28"/>
        </w:rPr>
        <w:t>;</w:t>
      </w:r>
    </w:p>
    <w:p w:rsidR="00536785" w:rsidRDefault="00536785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реквизиты расчетного счета награждаемого (название банка, ИНН, КПП, БИК, корреспондентский счет, счет получателя) для перечисления единовременного денежного поощрения;</w:t>
      </w:r>
    </w:p>
    <w:p w:rsidR="008160ED" w:rsidRDefault="00536785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ИНН награждаемого, данные документа, удостоверяющего личность: серия, номер и дата выдачи</w:t>
      </w:r>
      <w:r w:rsidR="008160ED">
        <w:rPr>
          <w:rFonts w:ascii="Times New Roman" w:hAnsi="Times New Roman" w:cs="Times New Roman"/>
          <w:sz w:val="28"/>
          <w:szCs w:val="28"/>
        </w:rPr>
        <w:t>.</w:t>
      </w:r>
    </w:p>
    <w:p w:rsidR="00DA64EE" w:rsidRPr="00497271" w:rsidRDefault="00DA64EE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27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497271">
        <w:rPr>
          <w:rFonts w:ascii="Times New Roman" w:hAnsi="Times New Roman" w:cs="Times New Roman"/>
          <w:sz w:val="28"/>
          <w:szCs w:val="28"/>
        </w:rPr>
        <w:t xml:space="preserve"> </w:t>
      </w:r>
      <w:r w:rsidR="00F82CDB" w:rsidRPr="00497271">
        <w:rPr>
          <w:rFonts w:ascii="Times New Roman" w:hAnsi="Times New Roman" w:cs="Times New Roman"/>
          <w:sz w:val="28"/>
          <w:szCs w:val="28"/>
        </w:rPr>
        <w:t xml:space="preserve">Ходатайство </w:t>
      </w:r>
      <w:r w:rsidR="00F82CDB">
        <w:rPr>
          <w:rFonts w:ascii="Times New Roman" w:hAnsi="Times New Roman" w:cs="Times New Roman"/>
          <w:sz w:val="28"/>
          <w:szCs w:val="28"/>
        </w:rPr>
        <w:t>о награждении Медалью и представление к</w:t>
      </w:r>
      <w:r w:rsidR="00F82CDB" w:rsidRPr="00497271">
        <w:rPr>
          <w:rFonts w:ascii="Times New Roman" w:hAnsi="Times New Roman" w:cs="Times New Roman"/>
          <w:sz w:val="28"/>
          <w:szCs w:val="28"/>
        </w:rPr>
        <w:t xml:space="preserve"> награждени</w:t>
      </w:r>
      <w:r w:rsidR="00F82CDB">
        <w:rPr>
          <w:rFonts w:ascii="Times New Roman" w:hAnsi="Times New Roman" w:cs="Times New Roman"/>
          <w:sz w:val="28"/>
          <w:szCs w:val="28"/>
        </w:rPr>
        <w:t>ю</w:t>
      </w:r>
      <w:r w:rsidR="00F82CDB" w:rsidRPr="00497271">
        <w:rPr>
          <w:rFonts w:ascii="Times New Roman" w:hAnsi="Times New Roman" w:cs="Times New Roman"/>
          <w:sz w:val="28"/>
          <w:szCs w:val="28"/>
        </w:rPr>
        <w:t xml:space="preserve"> </w:t>
      </w:r>
      <w:r w:rsidR="00F82CDB">
        <w:rPr>
          <w:rFonts w:ascii="Times New Roman" w:hAnsi="Times New Roman"/>
          <w:sz w:val="28"/>
          <w:szCs w:val="28"/>
        </w:rPr>
        <w:t>Медалью</w:t>
      </w:r>
      <w:r w:rsidR="00F82CDB" w:rsidRPr="00497271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F82CDB">
        <w:rPr>
          <w:rFonts w:ascii="Times New Roman" w:hAnsi="Times New Roman" w:cs="Times New Roman"/>
          <w:sz w:val="28"/>
          <w:szCs w:val="28"/>
        </w:rPr>
        <w:t>ю</w:t>
      </w:r>
      <w:r w:rsidR="00F82CDB" w:rsidRPr="00497271">
        <w:rPr>
          <w:rFonts w:ascii="Times New Roman" w:hAnsi="Times New Roman" w:cs="Times New Roman"/>
          <w:sz w:val="28"/>
          <w:szCs w:val="28"/>
        </w:rPr>
        <w:t xml:space="preserve">тся на заседании комиссии по наградам города Владивостока, созданной </w:t>
      </w:r>
      <w:hyperlink r:id="rId11" w:history="1">
        <w:r w:rsidR="00F82CDB" w:rsidRPr="00497271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F82CDB" w:rsidRPr="00497271">
        <w:rPr>
          <w:rFonts w:ascii="Times New Roman" w:hAnsi="Times New Roman" w:cs="Times New Roman"/>
          <w:sz w:val="28"/>
          <w:szCs w:val="28"/>
        </w:rPr>
        <w:t xml:space="preserve"> главы города</w:t>
      </w:r>
      <w:r w:rsidR="00F82CDB">
        <w:rPr>
          <w:rFonts w:ascii="Times New Roman" w:hAnsi="Times New Roman" w:cs="Times New Roman"/>
          <w:sz w:val="28"/>
          <w:szCs w:val="28"/>
        </w:rPr>
        <w:t xml:space="preserve"> Владивостока </w:t>
      </w:r>
      <w:r w:rsidR="00BB2150">
        <w:rPr>
          <w:rFonts w:ascii="Times New Roman" w:hAnsi="Times New Roman" w:cs="Times New Roman"/>
          <w:sz w:val="28"/>
          <w:szCs w:val="28"/>
        </w:rPr>
        <w:br/>
      </w:r>
      <w:r w:rsidR="00F82CDB">
        <w:rPr>
          <w:rFonts w:ascii="Times New Roman" w:hAnsi="Times New Roman" w:cs="Times New Roman"/>
          <w:sz w:val="28"/>
          <w:szCs w:val="28"/>
        </w:rPr>
        <w:t>от 28.04.2009 №</w:t>
      </w:r>
      <w:r w:rsidR="00F82CDB" w:rsidRPr="00497271">
        <w:rPr>
          <w:rFonts w:ascii="Times New Roman" w:hAnsi="Times New Roman" w:cs="Times New Roman"/>
          <w:sz w:val="28"/>
          <w:szCs w:val="28"/>
        </w:rPr>
        <w:t xml:space="preserve"> 389-р.</w:t>
      </w:r>
    </w:p>
    <w:p w:rsidR="002C7B59" w:rsidRDefault="002C7B59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</w:t>
      </w:r>
      <w:r w:rsidRPr="00497271">
        <w:rPr>
          <w:rFonts w:ascii="Times New Roman" w:hAnsi="Times New Roman" w:cs="Times New Roman"/>
          <w:sz w:val="28"/>
          <w:szCs w:val="28"/>
        </w:rPr>
        <w:t xml:space="preserve">новании протокола заседания комиссии по наградам города Владивостока </w:t>
      </w:r>
      <w:r w:rsidR="00991D0D">
        <w:rPr>
          <w:rFonts w:ascii="Times New Roman" w:hAnsi="Times New Roman" w:cs="Times New Roman"/>
          <w:sz w:val="28"/>
          <w:szCs w:val="28"/>
        </w:rPr>
        <w:t>Орган</w:t>
      </w:r>
      <w:r w:rsidRPr="00497271">
        <w:rPr>
          <w:rFonts w:ascii="Times New Roman" w:hAnsi="Times New Roman" w:cs="Times New Roman"/>
          <w:sz w:val="28"/>
          <w:szCs w:val="28"/>
        </w:rPr>
        <w:t xml:space="preserve"> готовит проект распоряжения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497271">
        <w:rPr>
          <w:rFonts w:ascii="Times New Roman" w:hAnsi="Times New Roman" w:cs="Times New Roman"/>
          <w:sz w:val="28"/>
          <w:szCs w:val="28"/>
        </w:rPr>
        <w:t xml:space="preserve"> города Владивостока о награждении </w:t>
      </w:r>
      <w:r>
        <w:rPr>
          <w:rFonts w:ascii="Times New Roman" w:hAnsi="Times New Roman"/>
          <w:sz w:val="28"/>
          <w:szCs w:val="28"/>
        </w:rPr>
        <w:t>Медал</w:t>
      </w:r>
      <w:r w:rsidR="006861EE">
        <w:rPr>
          <w:rFonts w:ascii="Times New Roman" w:hAnsi="Times New Roman"/>
          <w:sz w:val="28"/>
          <w:szCs w:val="28"/>
        </w:rPr>
        <w:t>ью</w:t>
      </w:r>
      <w:r w:rsidRPr="00497271">
        <w:rPr>
          <w:rFonts w:ascii="Times New Roman" w:hAnsi="Times New Roman" w:cs="Times New Roman"/>
          <w:sz w:val="28"/>
          <w:szCs w:val="28"/>
        </w:rPr>
        <w:t>.</w:t>
      </w:r>
      <w:r w:rsidR="00CE5EFB">
        <w:rPr>
          <w:rFonts w:ascii="Times New Roman" w:hAnsi="Times New Roman" w:cs="Times New Roman"/>
          <w:sz w:val="28"/>
          <w:szCs w:val="28"/>
        </w:rPr>
        <w:t xml:space="preserve"> Решение о награждении Медалью принимается в форме распоряжения главы города Владивостока.</w:t>
      </w:r>
    </w:p>
    <w:p w:rsidR="00A17660" w:rsidRPr="00497271" w:rsidRDefault="00A17660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F59" w:rsidRPr="009277CC" w:rsidRDefault="00345F59" w:rsidP="00E7400B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E7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62D">
        <w:rPr>
          <w:rFonts w:ascii="Times New Roman" w:hAnsi="Times New Roman" w:cs="Times New Roman"/>
          <w:sz w:val="28"/>
          <w:szCs w:val="28"/>
        </w:rPr>
        <w:t xml:space="preserve">Вручение </w:t>
      </w:r>
      <w:r w:rsidR="00DA64EE">
        <w:rPr>
          <w:rFonts w:ascii="Times New Roman" w:hAnsi="Times New Roman" w:cs="Times New Roman"/>
          <w:sz w:val="28"/>
          <w:szCs w:val="28"/>
        </w:rPr>
        <w:t>Медали</w:t>
      </w:r>
      <w:r w:rsidRPr="00927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F59" w:rsidRDefault="00345F59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5D707F">
        <w:rPr>
          <w:rFonts w:ascii="Times New Roman" w:hAnsi="Times New Roman" w:cs="Times New Roman"/>
          <w:sz w:val="28"/>
          <w:szCs w:val="28"/>
        </w:rPr>
        <w:t xml:space="preserve">. Вручение </w:t>
      </w:r>
      <w:r w:rsidR="009C6CB3">
        <w:rPr>
          <w:rFonts w:ascii="Times New Roman" w:hAnsi="Times New Roman" w:cs="Times New Roman"/>
          <w:sz w:val="28"/>
          <w:szCs w:val="28"/>
        </w:rPr>
        <w:t>Медали</w:t>
      </w:r>
      <w:r w:rsidR="009C6CB3" w:rsidRPr="005D707F">
        <w:rPr>
          <w:rFonts w:ascii="Times New Roman" w:hAnsi="Times New Roman" w:cs="Times New Roman"/>
          <w:sz w:val="28"/>
          <w:szCs w:val="28"/>
        </w:rPr>
        <w:t xml:space="preserve"> </w:t>
      </w:r>
      <w:r w:rsidRPr="005D707F">
        <w:rPr>
          <w:rFonts w:ascii="Times New Roman" w:hAnsi="Times New Roman" w:cs="Times New Roman"/>
          <w:sz w:val="28"/>
          <w:szCs w:val="28"/>
        </w:rPr>
        <w:t>проводится в торжественной обстановке главой города Владивостока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5F59" w:rsidRDefault="00345F59" w:rsidP="00E740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5D707F">
        <w:rPr>
          <w:rFonts w:ascii="Times New Roman" w:hAnsi="Times New Roman" w:cs="Times New Roman"/>
          <w:sz w:val="28"/>
          <w:szCs w:val="28"/>
        </w:rPr>
        <w:t xml:space="preserve"> </w:t>
      </w:r>
      <w:r w:rsidRPr="006B0A9E">
        <w:rPr>
          <w:rFonts w:ascii="Times New Roman" w:hAnsi="Times New Roman" w:cs="Times New Roman"/>
          <w:sz w:val="28"/>
          <w:szCs w:val="28"/>
        </w:rPr>
        <w:t>По поруч</w:t>
      </w:r>
      <w:r>
        <w:rPr>
          <w:rFonts w:ascii="Times New Roman" w:hAnsi="Times New Roman" w:cs="Times New Roman"/>
          <w:sz w:val="28"/>
          <w:szCs w:val="28"/>
        </w:rPr>
        <w:t>ению главы города Владивостока</w:t>
      </w:r>
      <w:r w:rsidRPr="006B0A9E">
        <w:rPr>
          <w:rFonts w:ascii="Times New Roman" w:hAnsi="Times New Roman" w:cs="Times New Roman"/>
          <w:sz w:val="28"/>
          <w:szCs w:val="28"/>
        </w:rPr>
        <w:t xml:space="preserve"> от его имени </w:t>
      </w:r>
      <w:r w:rsidR="009C6CB3">
        <w:rPr>
          <w:rFonts w:ascii="Times New Roman" w:hAnsi="Times New Roman" w:cs="Times New Roman"/>
          <w:sz w:val="28"/>
          <w:szCs w:val="28"/>
        </w:rPr>
        <w:t>Медал</w:t>
      </w:r>
      <w:r w:rsidR="00A108D9">
        <w:rPr>
          <w:rFonts w:ascii="Times New Roman" w:hAnsi="Times New Roman" w:cs="Times New Roman"/>
          <w:sz w:val="28"/>
          <w:szCs w:val="28"/>
        </w:rPr>
        <w:t>ь</w:t>
      </w:r>
      <w:r w:rsidRPr="009277CC">
        <w:rPr>
          <w:rFonts w:ascii="Times New Roman" w:hAnsi="Times New Roman" w:cs="Times New Roman"/>
          <w:sz w:val="28"/>
          <w:szCs w:val="28"/>
        </w:rPr>
        <w:t xml:space="preserve"> </w:t>
      </w:r>
      <w:r w:rsidRPr="006B0A9E">
        <w:rPr>
          <w:rFonts w:ascii="Times New Roman" w:hAnsi="Times New Roman" w:cs="Times New Roman"/>
          <w:sz w:val="28"/>
          <w:szCs w:val="28"/>
        </w:rPr>
        <w:t>могут вручать: п</w:t>
      </w:r>
      <w:r w:rsidRPr="005D707F">
        <w:rPr>
          <w:rFonts w:ascii="Times New Roman" w:hAnsi="Times New Roman" w:cs="Times New Roman"/>
          <w:sz w:val="28"/>
          <w:szCs w:val="28"/>
        </w:rPr>
        <w:t>ервы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D707F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D707F">
        <w:rPr>
          <w:rFonts w:ascii="Times New Roman" w:hAnsi="Times New Roman" w:cs="Times New Roman"/>
          <w:sz w:val="28"/>
          <w:szCs w:val="28"/>
        </w:rPr>
        <w:t xml:space="preserve"> главы администрации, заместители главы администрации города Владивостока, руководители органов администрации города Владивостока.</w:t>
      </w:r>
    </w:p>
    <w:p w:rsidR="004E08FB" w:rsidRPr="008160ED" w:rsidRDefault="008160ED" w:rsidP="004E08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6257" w:rsidRPr="008160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46257" w:rsidRPr="008160ED">
        <w:rPr>
          <w:rFonts w:ascii="Times New Roman" w:hAnsi="Times New Roman" w:cs="Times New Roman"/>
          <w:sz w:val="28"/>
          <w:szCs w:val="28"/>
        </w:rPr>
        <w:t xml:space="preserve">. Лицам, награжденным Медалью, </w:t>
      </w:r>
      <w:r w:rsidR="004E08FB" w:rsidRPr="008160ED">
        <w:rPr>
          <w:rFonts w:ascii="Times New Roman" w:hAnsi="Times New Roman" w:cs="Times New Roman"/>
          <w:sz w:val="28"/>
          <w:szCs w:val="28"/>
        </w:rPr>
        <w:t>выплачивается единовременное денежное поощрение в сумме 6 000 рублей</w:t>
      </w:r>
      <w:r w:rsidR="00365743">
        <w:rPr>
          <w:rFonts w:ascii="Times New Roman" w:hAnsi="Times New Roman" w:cs="Times New Roman"/>
          <w:sz w:val="28"/>
          <w:szCs w:val="28"/>
        </w:rPr>
        <w:t>; л</w:t>
      </w:r>
      <w:r w:rsidR="00365743" w:rsidRPr="00365743">
        <w:rPr>
          <w:rFonts w:ascii="Times New Roman" w:hAnsi="Times New Roman" w:cs="Times New Roman"/>
          <w:sz w:val="28"/>
          <w:szCs w:val="28"/>
        </w:rPr>
        <w:t xml:space="preserve">ицам, замещающим государственные должности Российской Федерации, государственные </w:t>
      </w:r>
      <w:r w:rsidR="00365743" w:rsidRPr="00365743">
        <w:rPr>
          <w:rFonts w:ascii="Times New Roman" w:hAnsi="Times New Roman" w:cs="Times New Roman"/>
          <w:sz w:val="28"/>
          <w:szCs w:val="28"/>
        </w:rPr>
        <w:lastRenderedPageBreak/>
        <w:t xml:space="preserve">должности субъектов Российской Федерации, муниципальные должности, государственным служащим, муниципальным служащим, служащим Банка России - </w:t>
      </w:r>
      <w:r w:rsidR="004E08FB">
        <w:rPr>
          <w:rFonts w:ascii="Times New Roman" w:hAnsi="Times New Roman" w:cs="Times New Roman"/>
          <w:sz w:val="28"/>
          <w:szCs w:val="28"/>
        </w:rPr>
        <w:t>в сумме 3 000 рублей</w:t>
      </w:r>
      <w:r w:rsidR="004E08FB" w:rsidRPr="008160ED">
        <w:rPr>
          <w:rFonts w:ascii="Times New Roman" w:hAnsi="Times New Roman" w:cs="Times New Roman"/>
          <w:sz w:val="28"/>
          <w:szCs w:val="28"/>
        </w:rPr>
        <w:t>.</w:t>
      </w:r>
    </w:p>
    <w:p w:rsidR="008E4036" w:rsidRDefault="008E4036" w:rsidP="008E40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ED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E61D15" w:rsidRPr="00E61D15">
        <w:rPr>
          <w:rFonts w:ascii="Times New Roman" w:hAnsi="Times New Roman" w:cs="Times New Roman"/>
          <w:sz w:val="28"/>
          <w:szCs w:val="28"/>
        </w:rPr>
        <w:t>единовременного денежного поощрения</w:t>
      </w:r>
      <w:r w:rsidR="00E61D15" w:rsidRPr="008160ED">
        <w:rPr>
          <w:rFonts w:ascii="Times New Roman" w:hAnsi="Times New Roman" w:cs="Times New Roman"/>
          <w:sz w:val="28"/>
          <w:szCs w:val="28"/>
        </w:rPr>
        <w:t xml:space="preserve"> </w:t>
      </w:r>
      <w:r w:rsidRPr="008160ED">
        <w:rPr>
          <w:rFonts w:ascii="Times New Roman" w:hAnsi="Times New Roman" w:cs="Times New Roman"/>
          <w:sz w:val="28"/>
          <w:szCs w:val="28"/>
        </w:rPr>
        <w:t>осуществляется за счет средств бюджета Владивостокского городского округа.</w:t>
      </w:r>
    </w:p>
    <w:p w:rsidR="00616C13" w:rsidRDefault="00616C13" w:rsidP="0061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F59" w:rsidRPr="009C6CB3" w:rsidRDefault="00345F59" w:rsidP="0046090F">
      <w:pPr>
        <w:pStyle w:val="ConsPlusNormal"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C6CB3">
        <w:rPr>
          <w:rFonts w:ascii="Times New Roman" w:hAnsi="Times New Roman" w:cs="Times New Roman"/>
          <w:sz w:val="28"/>
          <w:szCs w:val="28"/>
        </w:rPr>
        <w:t xml:space="preserve">Организация изготовления, приобретения и оформления </w:t>
      </w:r>
      <w:r w:rsidR="009C6CB3" w:rsidRPr="009C6CB3">
        <w:rPr>
          <w:rFonts w:ascii="Times New Roman" w:hAnsi="Times New Roman" w:cs="Times New Roman"/>
          <w:sz w:val="28"/>
          <w:szCs w:val="28"/>
        </w:rPr>
        <w:t>Медали</w:t>
      </w:r>
    </w:p>
    <w:p w:rsidR="00345F59" w:rsidRDefault="00345F59" w:rsidP="004609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FD10A9">
        <w:rPr>
          <w:rFonts w:ascii="Times New Roman" w:hAnsi="Times New Roman" w:cs="Times New Roman"/>
          <w:sz w:val="28"/>
          <w:szCs w:val="28"/>
        </w:rPr>
        <w:t xml:space="preserve"> </w:t>
      </w:r>
      <w:r w:rsidRPr="00C15D7C">
        <w:rPr>
          <w:rFonts w:ascii="Times New Roman" w:hAnsi="Times New Roman" w:cs="Times New Roman"/>
          <w:sz w:val="28"/>
          <w:szCs w:val="28"/>
        </w:rPr>
        <w:t>изготовления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D94B23">
        <w:rPr>
          <w:rFonts w:ascii="Times New Roman" w:hAnsi="Times New Roman" w:cs="Times New Roman"/>
          <w:sz w:val="28"/>
          <w:szCs w:val="28"/>
        </w:rPr>
        <w:t>риобретени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D94B23">
        <w:rPr>
          <w:rFonts w:ascii="Times New Roman" w:hAnsi="Times New Roman" w:cs="Times New Roman"/>
          <w:sz w:val="28"/>
          <w:szCs w:val="28"/>
        </w:rPr>
        <w:t>и оформлени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 w:rsidR="009C6CB3">
        <w:rPr>
          <w:rFonts w:ascii="Times New Roman" w:hAnsi="Times New Roman" w:cs="Times New Roman"/>
          <w:sz w:val="28"/>
          <w:szCs w:val="28"/>
        </w:rPr>
        <w:t>Медали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 w:rsidR="00526DF8">
        <w:rPr>
          <w:rFonts w:ascii="Times New Roman" w:hAnsi="Times New Roman" w:cs="Times New Roman"/>
          <w:sz w:val="28"/>
          <w:szCs w:val="28"/>
        </w:rPr>
        <w:t>Органо</w:t>
      </w:r>
      <w:r w:rsidR="00CE5EFB">
        <w:rPr>
          <w:rFonts w:ascii="Times New Roman" w:hAnsi="Times New Roman" w:cs="Times New Roman"/>
          <w:sz w:val="28"/>
          <w:szCs w:val="28"/>
        </w:rPr>
        <w:t>м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 w:rsidRPr="00FD10A9">
        <w:rPr>
          <w:rFonts w:ascii="Times New Roman" w:hAnsi="Times New Roman" w:cs="Times New Roman"/>
          <w:sz w:val="28"/>
          <w:szCs w:val="28"/>
        </w:rPr>
        <w:t>за счет средств бюджета Владивостокского городского округа.</w:t>
      </w:r>
    </w:p>
    <w:p w:rsidR="00345F59" w:rsidRDefault="00345F59" w:rsidP="00345F5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7170" w:rsidRDefault="0020717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A17660" w:rsidRDefault="00A17660" w:rsidP="004A1B0A">
      <w:pPr>
        <w:spacing w:after="0" w:line="360" w:lineRule="auto"/>
        <w:jc w:val="both"/>
      </w:pPr>
    </w:p>
    <w:p w:rsidR="009C6CB3" w:rsidRPr="00A108D9" w:rsidRDefault="002F721D" w:rsidP="004A1B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lastRenderedPageBreak/>
        <w:tab/>
      </w:r>
      <w:r w:rsidR="004A1B0A">
        <w:tab/>
      </w:r>
      <w:r w:rsidR="004A1B0A">
        <w:tab/>
      </w:r>
      <w:r w:rsidR="004A1B0A">
        <w:tab/>
      </w:r>
      <w:r w:rsidR="004A1B0A">
        <w:tab/>
      </w:r>
      <w:r w:rsidR="004A1B0A">
        <w:tab/>
      </w:r>
      <w:r w:rsidR="004A1B0A">
        <w:tab/>
      </w:r>
      <w:r w:rsidR="004A1B0A">
        <w:tab/>
      </w:r>
      <w:r w:rsidR="004A1B0A">
        <w:tab/>
      </w:r>
      <w:r w:rsidR="004A1B0A">
        <w:tab/>
      </w:r>
      <w:r w:rsidR="004A1B0A">
        <w:tab/>
      </w:r>
      <w:r w:rsidR="004A1B0A">
        <w:tab/>
      </w:r>
      <w:r w:rsidR="009C6CB3" w:rsidRPr="00A108D9">
        <w:rPr>
          <w:rFonts w:ascii="Times New Roman" w:hAnsi="Times New Roman"/>
          <w:sz w:val="28"/>
          <w:szCs w:val="28"/>
        </w:rPr>
        <w:t>Форма</w:t>
      </w:r>
    </w:p>
    <w:p w:rsidR="009C6CB3" w:rsidRPr="00A108D9" w:rsidRDefault="009C6CB3" w:rsidP="009C6CB3">
      <w:pPr>
        <w:shd w:val="clear" w:color="auto" w:fill="FFFFFF"/>
        <w:spacing w:after="0" w:line="240" w:lineRule="auto"/>
        <w:jc w:val="center"/>
        <w:rPr>
          <w:rFonts w:ascii="Bodoni MT Black" w:hAnsi="Bodoni MT Black"/>
          <w:sz w:val="28"/>
          <w:szCs w:val="28"/>
        </w:rPr>
      </w:pPr>
      <w:r w:rsidRPr="00A108D9">
        <w:rPr>
          <w:rFonts w:ascii="Times New Roman" w:hAnsi="Times New Roman"/>
          <w:sz w:val="28"/>
          <w:szCs w:val="28"/>
        </w:rPr>
        <w:t xml:space="preserve">Сведения о представляемом </w:t>
      </w:r>
    </w:p>
    <w:p w:rsidR="009C6CB3" w:rsidRPr="00A108D9" w:rsidRDefault="009C6CB3" w:rsidP="009C6CB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108D9">
        <w:rPr>
          <w:rFonts w:ascii="Times New Roman" w:hAnsi="Times New Roman"/>
          <w:color w:val="000000"/>
          <w:sz w:val="28"/>
          <w:szCs w:val="28"/>
        </w:rPr>
        <w:t>к награждению медалью «За безупречный труд»</w:t>
      </w:r>
    </w:p>
    <w:p w:rsidR="009C6CB3" w:rsidRPr="00A108D9" w:rsidRDefault="009C6CB3" w:rsidP="009C6C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6CB3" w:rsidRPr="00A108D9" w:rsidRDefault="009C6CB3" w:rsidP="009C6C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6CB3" w:rsidRPr="00A108D9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8D9">
        <w:rPr>
          <w:rFonts w:ascii="Times New Roman" w:hAnsi="Times New Roman"/>
          <w:sz w:val="28"/>
          <w:szCs w:val="28"/>
        </w:rPr>
        <w:t xml:space="preserve">1. Фамилия, имя, отчество: </w:t>
      </w:r>
    </w:p>
    <w:p w:rsidR="009C6CB3" w:rsidRPr="00A108D9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8D9">
        <w:rPr>
          <w:rFonts w:ascii="Times New Roman" w:hAnsi="Times New Roman"/>
          <w:sz w:val="28"/>
          <w:szCs w:val="28"/>
        </w:rPr>
        <w:t xml:space="preserve">2. Специальное звание (при наличии):  </w:t>
      </w:r>
    </w:p>
    <w:p w:rsidR="009C6CB3" w:rsidRPr="00A108D9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8D9">
        <w:rPr>
          <w:rFonts w:ascii="Times New Roman" w:hAnsi="Times New Roman"/>
          <w:sz w:val="28"/>
          <w:szCs w:val="28"/>
        </w:rPr>
        <w:t xml:space="preserve">3. Должность (социальный статус): </w:t>
      </w:r>
    </w:p>
    <w:p w:rsidR="009C6CB3" w:rsidRPr="00A108D9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8D9">
        <w:rPr>
          <w:rFonts w:ascii="Times New Roman" w:hAnsi="Times New Roman"/>
          <w:sz w:val="28"/>
          <w:szCs w:val="28"/>
        </w:rPr>
        <w:t xml:space="preserve">4. Пол:            </w:t>
      </w:r>
    </w:p>
    <w:p w:rsidR="009C6CB3" w:rsidRPr="00A108D9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8D9">
        <w:rPr>
          <w:rFonts w:ascii="Times New Roman" w:hAnsi="Times New Roman"/>
          <w:sz w:val="28"/>
          <w:szCs w:val="28"/>
        </w:rPr>
        <w:t xml:space="preserve">5. Дата рождения: </w:t>
      </w:r>
    </w:p>
    <w:p w:rsidR="009C6CB3" w:rsidRPr="00A108D9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8D9">
        <w:rPr>
          <w:rFonts w:ascii="Times New Roman" w:hAnsi="Times New Roman"/>
          <w:sz w:val="28"/>
          <w:szCs w:val="28"/>
        </w:rPr>
        <w:t xml:space="preserve">6. Какими </w:t>
      </w:r>
      <w:r w:rsidR="00170158" w:rsidRPr="00A108D9">
        <w:rPr>
          <w:rFonts w:ascii="Times New Roman" w:hAnsi="Times New Roman"/>
          <w:sz w:val="28"/>
          <w:szCs w:val="28"/>
        </w:rPr>
        <w:t>государственными, ведомственными</w:t>
      </w:r>
      <w:r w:rsidR="00A17660">
        <w:rPr>
          <w:rFonts w:ascii="Times New Roman" w:hAnsi="Times New Roman"/>
          <w:sz w:val="28"/>
          <w:szCs w:val="28"/>
        </w:rPr>
        <w:t>,</w:t>
      </w:r>
      <w:r w:rsidR="00170158" w:rsidRPr="00A108D9">
        <w:rPr>
          <w:rFonts w:ascii="Times New Roman" w:hAnsi="Times New Roman"/>
          <w:sz w:val="28"/>
          <w:szCs w:val="28"/>
        </w:rPr>
        <w:t xml:space="preserve"> наградами а</w:t>
      </w:r>
      <w:r w:rsidRPr="00A108D9">
        <w:rPr>
          <w:rFonts w:ascii="Times New Roman" w:hAnsi="Times New Roman"/>
          <w:sz w:val="28"/>
          <w:szCs w:val="28"/>
        </w:rPr>
        <w:t xml:space="preserve">дминистрации города Владивостока </w:t>
      </w:r>
      <w:r w:rsidR="00A17660">
        <w:rPr>
          <w:rFonts w:ascii="Times New Roman" w:hAnsi="Times New Roman"/>
          <w:sz w:val="28"/>
          <w:szCs w:val="28"/>
        </w:rPr>
        <w:t xml:space="preserve">и главы </w:t>
      </w:r>
      <w:r w:rsidR="00A17660" w:rsidRPr="00A108D9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Pr="00A108D9">
        <w:rPr>
          <w:rFonts w:ascii="Times New Roman" w:hAnsi="Times New Roman"/>
          <w:sz w:val="28"/>
          <w:szCs w:val="28"/>
        </w:rPr>
        <w:t xml:space="preserve">награжден(а), даты и номера </w:t>
      </w:r>
      <w:r w:rsidR="004A1B0A">
        <w:rPr>
          <w:rFonts w:ascii="Times New Roman" w:hAnsi="Times New Roman"/>
          <w:sz w:val="28"/>
          <w:szCs w:val="28"/>
        </w:rPr>
        <w:t>распоряжений</w:t>
      </w:r>
      <w:r w:rsidRPr="00A108D9">
        <w:rPr>
          <w:rFonts w:ascii="Times New Roman" w:hAnsi="Times New Roman"/>
          <w:sz w:val="28"/>
          <w:szCs w:val="28"/>
        </w:rPr>
        <w:t xml:space="preserve"> о награждении:  </w:t>
      </w:r>
    </w:p>
    <w:p w:rsidR="009C6CB3" w:rsidRPr="00A108D9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8D9">
        <w:rPr>
          <w:rFonts w:ascii="Times New Roman" w:hAnsi="Times New Roman"/>
          <w:sz w:val="28"/>
          <w:szCs w:val="28"/>
        </w:rPr>
        <w:t xml:space="preserve">7. Общий трудовой стаж: </w:t>
      </w:r>
    </w:p>
    <w:p w:rsidR="009C6CB3" w:rsidRPr="00A108D9" w:rsidRDefault="009C6CB3" w:rsidP="009C6CB3">
      <w:pPr>
        <w:spacing w:after="0" w:line="240" w:lineRule="auto"/>
        <w:ind w:right="-85"/>
        <w:rPr>
          <w:rFonts w:ascii="Times New Roman" w:hAnsi="Times New Roman"/>
          <w:sz w:val="24"/>
        </w:rPr>
      </w:pPr>
    </w:p>
    <w:p w:rsidR="009C6CB3" w:rsidRPr="00A108D9" w:rsidRDefault="009C6CB3" w:rsidP="009C6CB3">
      <w:pPr>
        <w:spacing w:after="0" w:line="240" w:lineRule="auto"/>
        <w:ind w:right="-85"/>
        <w:rPr>
          <w:rFonts w:ascii="Times New Roman" w:hAnsi="Times New Roman"/>
          <w:sz w:val="24"/>
        </w:rPr>
      </w:pPr>
    </w:p>
    <w:p w:rsidR="009C6CB3" w:rsidRPr="00A108D9" w:rsidRDefault="009C6CB3" w:rsidP="009C6CB3">
      <w:pPr>
        <w:spacing w:after="0" w:line="240" w:lineRule="auto"/>
        <w:ind w:right="-85"/>
        <w:rPr>
          <w:rFonts w:ascii="Times New Roman" w:hAnsi="Times New Roman"/>
          <w:sz w:val="24"/>
        </w:rPr>
      </w:pPr>
    </w:p>
    <w:p w:rsidR="009C6CB3" w:rsidRPr="00A108D9" w:rsidRDefault="009C6CB3" w:rsidP="009C6CB3">
      <w:pPr>
        <w:ind w:right="-83"/>
        <w:rPr>
          <w:rFonts w:ascii="Times New Roman" w:hAnsi="Times New Roman"/>
          <w:sz w:val="28"/>
          <w:szCs w:val="28"/>
        </w:rPr>
      </w:pPr>
    </w:p>
    <w:p w:rsidR="009C6CB3" w:rsidRPr="00A108D9" w:rsidRDefault="009C6CB3" w:rsidP="009C6CB3">
      <w:pPr>
        <w:rPr>
          <w:sz w:val="28"/>
          <w:szCs w:val="28"/>
          <w:lang w:eastAsia="ru-RU"/>
        </w:rPr>
      </w:pPr>
    </w:p>
    <w:p w:rsidR="004E08FB" w:rsidRDefault="005C6F3F" w:rsidP="004E08F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Должность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4E08FB">
        <w:rPr>
          <w:rFonts w:ascii="Times New Roman" w:hAnsi="Times New Roman"/>
          <w:color w:val="000000"/>
          <w:sz w:val="28"/>
          <w:szCs w:val="28"/>
        </w:rPr>
        <w:t>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ФИО</w:t>
      </w:r>
      <w:r w:rsidRPr="0011155C">
        <w:rPr>
          <w:rFonts w:ascii="Times New Roman" w:hAnsi="Times New Roman"/>
          <w:color w:val="000000"/>
          <w:sz w:val="28"/>
          <w:szCs w:val="28"/>
        </w:rPr>
        <w:t xml:space="preserve"> (расшифровка)</w:t>
      </w:r>
      <w:r w:rsidR="004E08FB" w:rsidRPr="0011155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E08FB" w:rsidRPr="004E08FB" w:rsidRDefault="004E08FB" w:rsidP="004E08FB">
      <w:pPr>
        <w:spacing w:after="0" w:line="240" w:lineRule="auto"/>
        <w:rPr>
          <w:rFonts w:ascii="Times New Roman" w:hAnsi="Times New Roman"/>
          <w:color w:val="000000"/>
          <w:sz w:val="18"/>
          <w:szCs w:val="28"/>
        </w:rPr>
      </w:pP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  <w:t>(подпись)</w:t>
      </w:r>
    </w:p>
    <w:p w:rsidR="004E08FB" w:rsidRPr="004E08FB" w:rsidRDefault="004E08FB" w:rsidP="004E08FB">
      <w:pPr>
        <w:spacing w:after="0" w:line="240" w:lineRule="auto"/>
        <w:rPr>
          <w:rFonts w:ascii="Times New Roman" w:hAnsi="Times New Roman"/>
          <w:color w:val="000000"/>
          <w:sz w:val="20"/>
          <w:szCs w:val="28"/>
        </w:rPr>
      </w:pPr>
    </w:p>
    <w:p w:rsidR="005C6F3F" w:rsidRPr="0011155C" w:rsidRDefault="005C6F3F" w:rsidP="005C6F3F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11155C">
        <w:rPr>
          <w:rFonts w:ascii="Times New Roman" w:hAnsi="Times New Roman"/>
          <w:color w:val="000000"/>
          <w:sz w:val="28"/>
          <w:szCs w:val="28"/>
        </w:rPr>
        <w:t>печать</w:t>
      </w:r>
      <w:r>
        <w:rPr>
          <w:rFonts w:ascii="Times New Roman" w:hAnsi="Times New Roman"/>
          <w:color w:val="000000"/>
          <w:sz w:val="28"/>
          <w:szCs w:val="28"/>
        </w:rPr>
        <w:t xml:space="preserve"> (при наличии)</w:t>
      </w: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spacing w:after="0" w:line="240" w:lineRule="auto"/>
        <w:rPr>
          <w:sz w:val="28"/>
          <w:szCs w:val="28"/>
          <w:lang w:eastAsia="ru-RU"/>
        </w:rPr>
      </w:pPr>
    </w:p>
    <w:p w:rsidR="009C6CB3" w:rsidRDefault="009C6CB3" w:rsidP="009C6CB3">
      <w:pPr>
        <w:pStyle w:val="2"/>
        <w:ind w:right="-85"/>
        <w:rPr>
          <w:b w:val="0"/>
        </w:rPr>
      </w:pPr>
      <w:r w:rsidRPr="00F41994">
        <w:rPr>
          <w:b w:val="0"/>
        </w:rPr>
        <w:t>Характеристика</w:t>
      </w:r>
    </w:p>
    <w:p w:rsidR="009C6CB3" w:rsidRPr="00F35CDB" w:rsidRDefault="009C6CB3" w:rsidP="009C6CB3">
      <w:pPr>
        <w:rPr>
          <w:lang w:eastAsia="ru-RU"/>
        </w:rPr>
      </w:pPr>
    </w:p>
    <w:p w:rsidR="009C6CB3" w:rsidRDefault="009C6CB3" w:rsidP="009C6CB3">
      <w:pPr>
        <w:shd w:val="clear" w:color="auto" w:fill="FFFFFF"/>
        <w:ind w:right="-83"/>
        <w:jc w:val="center"/>
        <w:rPr>
          <w:rFonts w:ascii="Times New Roman" w:hAnsi="Times New Roman"/>
          <w:b/>
        </w:rPr>
      </w:pPr>
    </w:p>
    <w:p w:rsidR="009C6CB3" w:rsidRPr="00A12171" w:rsidRDefault="009C6CB3" w:rsidP="009C6CB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122A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9C6CB3" w:rsidRPr="00F33E1D" w:rsidRDefault="009C6CB3" w:rsidP="009C6CB3">
      <w:pPr>
        <w:shd w:val="clear" w:color="auto" w:fill="FFFFFF"/>
        <w:ind w:right="-83"/>
        <w:jc w:val="both"/>
        <w:rPr>
          <w:rFonts w:ascii="Times New Roman" w:hAnsi="Times New Roman"/>
          <w:sz w:val="28"/>
          <w:szCs w:val="28"/>
        </w:rPr>
      </w:pPr>
    </w:p>
    <w:p w:rsidR="009C6CB3" w:rsidRPr="00F33E1D" w:rsidRDefault="009C6CB3" w:rsidP="009C6CB3">
      <w:pPr>
        <w:shd w:val="clear" w:color="auto" w:fill="FFFFFF"/>
        <w:ind w:right="-83"/>
        <w:jc w:val="both"/>
        <w:rPr>
          <w:rFonts w:ascii="Times New Roman" w:hAnsi="Times New Roman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E08FB" w:rsidRDefault="004E08FB" w:rsidP="004E08F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Должность </w:t>
      </w:r>
      <w:r>
        <w:rPr>
          <w:rFonts w:ascii="Times New Roman" w:hAnsi="Times New Roman"/>
          <w:color w:val="000000"/>
          <w:sz w:val="28"/>
          <w:szCs w:val="28"/>
        </w:rPr>
        <w:tab/>
        <w:t>______________________________________ФИО</w:t>
      </w:r>
      <w:r w:rsidRPr="0011155C">
        <w:rPr>
          <w:rFonts w:ascii="Times New Roman" w:hAnsi="Times New Roman"/>
          <w:color w:val="000000"/>
          <w:sz w:val="28"/>
          <w:szCs w:val="28"/>
        </w:rPr>
        <w:t xml:space="preserve"> (расшифровка) </w:t>
      </w:r>
    </w:p>
    <w:p w:rsidR="004E08FB" w:rsidRPr="004E08FB" w:rsidRDefault="004E08FB" w:rsidP="004E08FB">
      <w:pPr>
        <w:spacing w:after="0" w:line="240" w:lineRule="auto"/>
        <w:rPr>
          <w:rFonts w:ascii="Times New Roman" w:hAnsi="Times New Roman"/>
          <w:color w:val="000000"/>
          <w:sz w:val="18"/>
          <w:szCs w:val="28"/>
        </w:rPr>
      </w:pP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  <w:t>(подпись)</w:t>
      </w:r>
    </w:p>
    <w:p w:rsidR="004E08FB" w:rsidRPr="004E08FB" w:rsidRDefault="004E08FB" w:rsidP="004E08FB">
      <w:pPr>
        <w:spacing w:after="0" w:line="240" w:lineRule="auto"/>
        <w:rPr>
          <w:rFonts w:ascii="Times New Roman" w:hAnsi="Times New Roman"/>
          <w:color w:val="000000"/>
          <w:sz w:val="20"/>
          <w:szCs w:val="28"/>
        </w:rPr>
      </w:pPr>
    </w:p>
    <w:p w:rsidR="004E08FB" w:rsidRPr="0011155C" w:rsidRDefault="004E08FB" w:rsidP="004E08FB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11155C">
        <w:rPr>
          <w:rFonts w:ascii="Times New Roman" w:hAnsi="Times New Roman"/>
          <w:color w:val="000000"/>
          <w:sz w:val="28"/>
          <w:szCs w:val="28"/>
        </w:rPr>
        <w:t>печать</w:t>
      </w:r>
      <w:r>
        <w:rPr>
          <w:rFonts w:ascii="Times New Roman" w:hAnsi="Times New Roman"/>
          <w:color w:val="000000"/>
          <w:sz w:val="28"/>
          <w:szCs w:val="28"/>
        </w:rPr>
        <w:t xml:space="preserve"> (при наличии)»</w:t>
      </w: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201C20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A1B0A" w:rsidRDefault="004A1B0A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4A1B0A" w:rsidSect="0073709B">
      <w:headerReference w:type="default" r:id="rId12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1BA" w:rsidRDefault="00F611BA">
      <w:pPr>
        <w:spacing w:after="0" w:line="240" w:lineRule="auto"/>
      </w:pPr>
      <w:r>
        <w:separator/>
      </w:r>
    </w:p>
  </w:endnote>
  <w:endnote w:type="continuationSeparator" w:id="0">
    <w:p w:rsidR="00F611BA" w:rsidRDefault="00F6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 MT Black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1BA" w:rsidRDefault="00F611BA">
      <w:pPr>
        <w:spacing w:after="0" w:line="240" w:lineRule="auto"/>
      </w:pPr>
      <w:r>
        <w:separator/>
      </w:r>
    </w:p>
  </w:footnote>
  <w:footnote w:type="continuationSeparator" w:id="0">
    <w:p w:rsidR="00F611BA" w:rsidRDefault="00F61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635740"/>
      <w:docPartObj>
        <w:docPartGallery w:val="Page Numbers (Top of Page)"/>
        <w:docPartUnique/>
      </w:docPartObj>
    </w:sdtPr>
    <w:sdtEndPr/>
    <w:sdtContent>
      <w:p w:rsidR="00D54DD3" w:rsidRDefault="00D54D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30F">
          <w:rPr>
            <w:noProof/>
          </w:rPr>
          <w:t>9</w:t>
        </w:r>
        <w:r>
          <w:fldChar w:fldCharType="end"/>
        </w:r>
      </w:p>
    </w:sdtContent>
  </w:sdt>
  <w:p w:rsidR="00D54DD3" w:rsidRDefault="00D54D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7A61"/>
    <w:multiLevelType w:val="hybridMultilevel"/>
    <w:tmpl w:val="46DA7DD0"/>
    <w:lvl w:ilvl="0" w:tplc="300ED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F1CB3"/>
    <w:multiLevelType w:val="hybridMultilevel"/>
    <w:tmpl w:val="4FAE4C5A"/>
    <w:lvl w:ilvl="0" w:tplc="AC3CEE9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8A9"/>
    <w:multiLevelType w:val="multilevel"/>
    <w:tmpl w:val="E04C61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>
    <w:nsid w:val="19EC2210"/>
    <w:multiLevelType w:val="hybridMultilevel"/>
    <w:tmpl w:val="898645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418DF"/>
    <w:multiLevelType w:val="multilevel"/>
    <w:tmpl w:val="E04C61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AA071EC"/>
    <w:multiLevelType w:val="hybridMultilevel"/>
    <w:tmpl w:val="60FE5EF2"/>
    <w:lvl w:ilvl="0" w:tplc="71D2E3D8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63224B"/>
    <w:multiLevelType w:val="hybridMultilevel"/>
    <w:tmpl w:val="23F0FEB6"/>
    <w:lvl w:ilvl="0" w:tplc="152A5B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A02E5"/>
    <w:multiLevelType w:val="hybridMultilevel"/>
    <w:tmpl w:val="FBA22658"/>
    <w:lvl w:ilvl="0" w:tplc="C4DA5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674A95"/>
    <w:multiLevelType w:val="hybridMultilevel"/>
    <w:tmpl w:val="85686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41FD"/>
    <w:multiLevelType w:val="hybridMultilevel"/>
    <w:tmpl w:val="B314B93E"/>
    <w:lvl w:ilvl="0" w:tplc="94D8B1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A93759"/>
    <w:multiLevelType w:val="hybridMultilevel"/>
    <w:tmpl w:val="8584AD3E"/>
    <w:lvl w:ilvl="0" w:tplc="A882F2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B53978"/>
    <w:multiLevelType w:val="multilevel"/>
    <w:tmpl w:val="C874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A6417C"/>
    <w:multiLevelType w:val="multilevel"/>
    <w:tmpl w:val="CF7EC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4C5BC5"/>
    <w:multiLevelType w:val="multilevel"/>
    <w:tmpl w:val="09043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68409FF"/>
    <w:multiLevelType w:val="hybridMultilevel"/>
    <w:tmpl w:val="698C7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1"/>
  </w:num>
  <w:num w:numId="5">
    <w:abstractNumId w:val="2"/>
  </w:num>
  <w:num w:numId="6">
    <w:abstractNumId w:val="10"/>
  </w:num>
  <w:num w:numId="7">
    <w:abstractNumId w:val="14"/>
  </w:num>
  <w:num w:numId="8">
    <w:abstractNumId w:val="6"/>
  </w:num>
  <w:num w:numId="9">
    <w:abstractNumId w:val="13"/>
  </w:num>
  <w:num w:numId="10">
    <w:abstractNumId w:val="9"/>
  </w:num>
  <w:num w:numId="11">
    <w:abstractNumId w:val="1"/>
  </w:num>
  <w:num w:numId="12">
    <w:abstractNumId w:val="5"/>
  </w:num>
  <w:num w:numId="13">
    <w:abstractNumId w:val="8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E3"/>
    <w:rsid w:val="000025E2"/>
    <w:rsid w:val="00005EC1"/>
    <w:rsid w:val="0001043A"/>
    <w:rsid w:val="00011AED"/>
    <w:rsid w:val="000137B5"/>
    <w:rsid w:val="00020B17"/>
    <w:rsid w:val="000273C6"/>
    <w:rsid w:val="00035D30"/>
    <w:rsid w:val="00040CCD"/>
    <w:rsid w:val="00041F48"/>
    <w:rsid w:val="00044DCD"/>
    <w:rsid w:val="00045219"/>
    <w:rsid w:val="000502D0"/>
    <w:rsid w:val="000504FE"/>
    <w:rsid w:val="00060AF0"/>
    <w:rsid w:val="0007129B"/>
    <w:rsid w:val="0008230F"/>
    <w:rsid w:val="00082B51"/>
    <w:rsid w:val="00085001"/>
    <w:rsid w:val="00087FC1"/>
    <w:rsid w:val="00090040"/>
    <w:rsid w:val="000919A5"/>
    <w:rsid w:val="00091C57"/>
    <w:rsid w:val="000A3A1C"/>
    <w:rsid w:val="000A3AAD"/>
    <w:rsid w:val="000A49EF"/>
    <w:rsid w:val="000A4A3A"/>
    <w:rsid w:val="000A538F"/>
    <w:rsid w:val="000A6853"/>
    <w:rsid w:val="000A6E78"/>
    <w:rsid w:val="000C0714"/>
    <w:rsid w:val="000C0F65"/>
    <w:rsid w:val="000C1BC4"/>
    <w:rsid w:val="000C1E07"/>
    <w:rsid w:val="000C464B"/>
    <w:rsid w:val="000D06CA"/>
    <w:rsid w:val="000D3CEF"/>
    <w:rsid w:val="000D4870"/>
    <w:rsid w:val="000D604D"/>
    <w:rsid w:val="000E3D13"/>
    <w:rsid w:val="000E471D"/>
    <w:rsid w:val="000E5791"/>
    <w:rsid w:val="000F3C3B"/>
    <w:rsid w:val="00101353"/>
    <w:rsid w:val="0011155C"/>
    <w:rsid w:val="00115BAB"/>
    <w:rsid w:val="00122452"/>
    <w:rsid w:val="00123779"/>
    <w:rsid w:val="00131A85"/>
    <w:rsid w:val="00153689"/>
    <w:rsid w:val="00153D44"/>
    <w:rsid w:val="00154D8D"/>
    <w:rsid w:val="00166874"/>
    <w:rsid w:val="00170158"/>
    <w:rsid w:val="00174579"/>
    <w:rsid w:val="001760D5"/>
    <w:rsid w:val="00181C37"/>
    <w:rsid w:val="0018487A"/>
    <w:rsid w:val="001860E5"/>
    <w:rsid w:val="00193D06"/>
    <w:rsid w:val="00195806"/>
    <w:rsid w:val="001B01F9"/>
    <w:rsid w:val="001B07F2"/>
    <w:rsid w:val="001B3617"/>
    <w:rsid w:val="001C1070"/>
    <w:rsid w:val="001C5787"/>
    <w:rsid w:val="001D17EB"/>
    <w:rsid w:val="001D5E23"/>
    <w:rsid w:val="001D658B"/>
    <w:rsid w:val="001E0AEC"/>
    <w:rsid w:val="001E5AE1"/>
    <w:rsid w:val="001F36EB"/>
    <w:rsid w:val="002006F7"/>
    <w:rsid w:val="00201C20"/>
    <w:rsid w:val="00207170"/>
    <w:rsid w:val="00211207"/>
    <w:rsid w:val="002136BE"/>
    <w:rsid w:val="002157D1"/>
    <w:rsid w:val="00215C76"/>
    <w:rsid w:val="00222373"/>
    <w:rsid w:val="00223DEC"/>
    <w:rsid w:val="002240D9"/>
    <w:rsid w:val="002242F6"/>
    <w:rsid w:val="0023151C"/>
    <w:rsid w:val="002403B0"/>
    <w:rsid w:val="0024123D"/>
    <w:rsid w:val="00241E8B"/>
    <w:rsid w:val="002466C8"/>
    <w:rsid w:val="002474F9"/>
    <w:rsid w:val="0025357C"/>
    <w:rsid w:val="00254664"/>
    <w:rsid w:val="002577EC"/>
    <w:rsid w:val="00261D20"/>
    <w:rsid w:val="002628D1"/>
    <w:rsid w:val="00266F53"/>
    <w:rsid w:val="0027407B"/>
    <w:rsid w:val="0028040B"/>
    <w:rsid w:val="002808DA"/>
    <w:rsid w:val="0029682A"/>
    <w:rsid w:val="002A3632"/>
    <w:rsid w:val="002C4C23"/>
    <w:rsid w:val="002C7B59"/>
    <w:rsid w:val="002D2CD1"/>
    <w:rsid w:val="002D32B0"/>
    <w:rsid w:val="002D4A0E"/>
    <w:rsid w:val="002D67BF"/>
    <w:rsid w:val="002E0430"/>
    <w:rsid w:val="002E39E9"/>
    <w:rsid w:val="002E4C3A"/>
    <w:rsid w:val="002F31A9"/>
    <w:rsid w:val="002F721D"/>
    <w:rsid w:val="00306533"/>
    <w:rsid w:val="00306C0F"/>
    <w:rsid w:val="00307A2F"/>
    <w:rsid w:val="003201B9"/>
    <w:rsid w:val="003226F0"/>
    <w:rsid w:val="00324CB9"/>
    <w:rsid w:val="00332CC9"/>
    <w:rsid w:val="003378B0"/>
    <w:rsid w:val="00341D4C"/>
    <w:rsid w:val="00343B41"/>
    <w:rsid w:val="00344319"/>
    <w:rsid w:val="003450C3"/>
    <w:rsid w:val="00345F59"/>
    <w:rsid w:val="00350970"/>
    <w:rsid w:val="003525BE"/>
    <w:rsid w:val="003624AF"/>
    <w:rsid w:val="00365743"/>
    <w:rsid w:val="00366FE2"/>
    <w:rsid w:val="00367A3F"/>
    <w:rsid w:val="00390B2F"/>
    <w:rsid w:val="00390F25"/>
    <w:rsid w:val="003A2F97"/>
    <w:rsid w:val="003B0A94"/>
    <w:rsid w:val="003B39FA"/>
    <w:rsid w:val="003B4E3A"/>
    <w:rsid w:val="003B680C"/>
    <w:rsid w:val="003C13E1"/>
    <w:rsid w:val="003C16E7"/>
    <w:rsid w:val="003C5A85"/>
    <w:rsid w:val="003D16F0"/>
    <w:rsid w:val="003D3A17"/>
    <w:rsid w:val="003D72A0"/>
    <w:rsid w:val="003E5EA5"/>
    <w:rsid w:val="003E6673"/>
    <w:rsid w:val="003F4513"/>
    <w:rsid w:val="003F4C47"/>
    <w:rsid w:val="0040347B"/>
    <w:rsid w:val="004041E4"/>
    <w:rsid w:val="0040770A"/>
    <w:rsid w:val="00411811"/>
    <w:rsid w:val="004122EF"/>
    <w:rsid w:val="004137B0"/>
    <w:rsid w:val="00417250"/>
    <w:rsid w:val="004243C2"/>
    <w:rsid w:val="00424CE5"/>
    <w:rsid w:val="0043002D"/>
    <w:rsid w:val="00430281"/>
    <w:rsid w:val="00437C9A"/>
    <w:rsid w:val="004409F5"/>
    <w:rsid w:val="00440FD0"/>
    <w:rsid w:val="00442588"/>
    <w:rsid w:val="00447124"/>
    <w:rsid w:val="00450506"/>
    <w:rsid w:val="004543C7"/>
    <w:rsid w:val="00454856"/>
    <w:rsid w:val="00455ADA"/>
    <w:rsid w:val="00457C17"/>
    <w:rsid w:val="00457C64"/>
    <w:rsid w:val="0046090F"/>
    <w:rsid w:val="00462FF2"/>
    <w:rsid w:val="00464529"/>
    <w:rsid w:val="0046589A"/>
    <w:rsid w:val="00467A28"/>
    <w:rsid w:val="00471023"/>
    <w:rsid w:val="00472390"/>
    <w:rsid w:val="004734CB"/>
    <w:rsid w:val="0047791E"/>
    <w:rsid w:val="0048167A"/>
    <w:rsid w:val="004838C3"/>
    <w:rsid w:val="00484B1B"/>
    <w:rsid w:val="00496E28"/>
    <w:rsid w:val="004A144D"/>
    <w:rsid w:val="004A1B0A"/>
    <w:rsid w:val="004A53DE"/>
    <w:rsid w:val="004B18A6"/>
    <w:rsid w:val="004B2E89"/>
    <w:rsid w:val="004C05E6"/>
    <w:rsid w:val="004C1E2D"/>
    <w:rsid w:val="004C47D5"/>
    <w:rsid w:val="004C517D"/>
    <w:rsid w:val="004C7151"/>
    <w:rsid w:val="004C7491"/>
    <w:rsid w:val="004D7009"/>
    <w:rsid w:val="004E08FB"/>
    <w:rsid w:val="004E28B1"/>
    <w:rsid w:val="004E4499"/>
    <w:rsid w:val="004F1EE1"/>
    <w:rsid w:val="004F372F"/>
    <w:rsid w:val="004F6911"/>
    <w:rsid w:val="004F6D56"/>
    <w:rsid w:val="00502070"/>
    <w:rsid w:val="00510A94"/>
    <w:rsid w:val="00517D48"/>
    <w:rsid w:val="00524588"/>
    <w:rsid w:val="00526C31"/>
    <w:rsid w:val="00526DF8"/>
    <w:rsid w:val="00532349"/>
    <w:rsid w:val="005349CD"/>
    <w:rsid w:val="00536785"/>
    <w:rsid w:val="005430C1"/>
    <w:rsid w:val="005447E6"/>
    <w:rsid w:val="00551038"/>
    <w:rsid w:val="005548F6"/>
    <w:rsid w:val="005564F8"/>
    <w:rsid w:val="00570D0B"/>
    <w:rsid w:val="00583533"/>
    <w:rsid w:val="005849C4"/>
    <w:rsid w:val="00587109"/>
    <w:rsid w:val="00590A1B"/>
    <w:rsid w:val="005A449B"/>
    <w:rsid w:val="005A4B6F"/>
    <w:rsid w:val="005A7C2C"/>
    <w:rsid w:val="005B2855"/>
    <w:rsid w:val="005C1C23"/>
    <w:rsid w:val="005C6F3F"/>
    <w:rsid w:val="005D02AE"/>
    <w:rsid w:val="005D2B84"/>
    <w:rsid w:val="005D46CE"/>
    <w:rsid w:val="005D707F"/>
    <w:rsid w:val="005E2C1D"/>
    <w:rsid w:val="005E313A"/>
    <w:rsid w:val="005E39A4"/>
    <w:rsid w:val="005E437B"/>
    <w:rsid w:val="005E57EB"/>
    <w:rsid w:val="005F474E"/>
    <w:rsid w:val="005F5B3A"/>
    <w:rsid w:val="00600B50"/>
    <w:rsid w:val="006023CB"/>
    <w:rsid w:val="006043EF"/>
    <w:rsid w:val="00604666"/>
    <w:rsid w:val="00605C93"/>
    <w:rsid w:val="0060639A"/>
    <w:rsid w:val="00616C13"/>
    <w:rsid w:val="00616F09"/>
    <w:rsid w:val="00617486"/>
    <w:rsid w:val="0062332A"/>
    <w:rsid w:val="00624062"/>
    <w:rsid w:val="00630075"/>
    <w:rsid w:val="00634D8D"/>
    <w:rsid w:val="00641B35"/>
    <w:rsid w:val="00643550"/>
    <w:rsid w:val="0065038D"/>
    <w:rsid w:val="00651DB5"/>
    <w:rsid w:val="006572F4"/>
    <w:rsid w:val="00660695"/>
    <w:rsid w:val="00660C5A"/>
    <w:rsid w:val="00665A3E"/>
    <w:rsid w:val="00682CE9"/>
    <w:rsid w:val="006861EE"/>
    <w:rsid w:val="00694DEA"/>
    <w:rsid w:val="006A31E9"/>
    <w:rsid w:val="006A4F27"/>
    <w:rsid w:val="006C4046"/>
    <w:rsid w:val="006D316C"/>
    <w:rsid w:val="006E0879"/>
    <w:rsid w:val="006E1033"/>
    <w:rsid w:val="006E142C"/>
    <w:rsid w:val="006E16D5"/>
    <w:rsid w:val="006E19BC"/>
    <w:rsid w:val="006E67F1"/>
    <w:rsid w:val="006F2E59"/>
    <w:rsid w:val="006F4F3F"/>
    <w:rsid w:val="007019E5"/>
    <w:rsid w:val="00701A11"/>
    <w:rsid w:val="00702715"/>
    <w:rsid w:val="00712A15"/>
    <w:rsid w:val="00715BA5"/>
    <w:rsid w:val="00717EEF"/>
    <w:rsid w:val="00722991"/>
    <w:rsid w:val="00733CAE"/>
    <w:rsid w:val="0073709B"/>
    <w:rsid w:val="00746659"/>
    <w:rsid w:val="0075307A"/>
    <w:rsid w:val="00754991"/>
    <w:rsid w:val="00756A0E"/>
    <w:rsid w:val="00756C50"/>
    <w:rsid w:val="0076345B"/>
    <w:rsid w:val="00765CBD"/>
    <w:rsid w:val="007708CD"/>
    <w:rsid w:val="007713A7"/>
    <w:rsid w:val="007806AC"/>
    <w:rsid w:val="00780CEC"/>
    <w:rsid w:val="0078240D"/>
    <w:rsid w:val="0078387C"/>
    <w:rsid w:val="00792321"/>
    <w:rsid w:val="007A1B0C"/>
    <w:rsid w:val="007A4B20"/>
    <w:rsid w:val="007B0287"/>
    <w:rsid w:val="007B0D10"/>
    <w:rsid w:val="007B4B59"/>
    <w:rsid w:val="007C1F8D"/>
    <w:rsid w:val="007D40B5"/>
    <w:rsid w:val="007D7F5C"/>
    <w:rsid w:val="007E1AE2"/>
    <w:rsid w:val="007E1D03"/>
    <w:rsid w:val="007F147D"/>
    <w:rsid w:val="007F1CE6"/>
    <w:rsid w:val="007F77CD"/>
    <w:rsid w:val="007F7F2B"/>
    <w:rsid w:val="008000B3"/>
    <w:rsid w:val="008065A6"/>
    <w:rsid w:val="0080790A"/>
    <w:rsid w:val="0081147B"/>
    <w:rsid w:val="008160ED"/>
    <w:rsid w:val="00821369"/>
    <w:rsid w:val="008218CD"/>
    <w:rsid w:val="00823A6A"/>
    <w:rsid w:val="008255E2"/>
    <w:rsid w:val="008318EF"/>
    <w:rsid w:val="008377FA"/>
    <w:rsid w:val="00841D50"/>
    <w:rsid w:val="008554B1"/>
    <w:rsid w:val="00856DB8"/>
    <w:rsid w:val="00856F73"/>
    <w:rsid w:val="008674BE"/>
    <w:rsid w:val="0087286A"/>
    <w:rsid w:val="00874AB5"/>
    <w:rsid w:val="00881802"/>
    <w:rsid w:val="008821D0"/>
    <w:rsid w:val="008826DF"/>
    <w:rsid w:val="00887F8B"/>
    <w:rsid w:val="008947F9"/>
    <w:rsid w:val="0089554A"/>
    <w:rsid w:val="008A2E7E"/>
    <w:rsid w:val="008A411A"/>
    <w:rsid w:val="008A6BEA"/>
    <w:rsid w:val="008B3770"/>
    <w:rsid w:val="008C1949"/>
    <w:rsid w:val="008C368B"/>
    <w:rsid w:val="008C3E34"/>
    <w:rsid w:val="008C7479"/>
    <w:rsid w:val="008D7490"/>
    <w:rsid w:val="008E029C"/>
    <w:rsid w:val="008E4036"/>
    <w:rsid w:val="008E5C3F"/>
    <w:rsid w:val="008F2E30"/>
    <w:rsid w:val="0090339E"/>
    <w:rsid w:val="009048D6"/>
    <w:rsid w:val="0091424E"/>
    <w:rsid w:val="00921D5A"/>
    <w:rsid w:val="00924CE0"/>
    <w:rsid w:val="00940205"/>
    <w:rsid w:val="00947B1F"/>
    <w:rsid w:val="00950222"/>
    <w:rsid w:val="009511B5"/>
    <w:rsid w:val="00960593"/>
    <w:rsid w:val="00961288"/>
    <w:rsid w:val="0096498D"/>
    <w:rsid w:val="00967DCA"/>
    <w:rsid w:val="00971658"/>
    <w:rsid w:val="0097436E"/>
    <w:rsid w:val="00976DC1"/>
    <w:rsid w:val="00981D00"/>
    <w:rsid w:val="00983769"/>
    <w:rsid w:val="009908AB"/>
    <w:rsid w:val="00991D0D"/>
    <w:rsid w:val="00996E0B"/>
    <w:rsid w:val="009A01E5"/>
    <w:rsid w:val="009A3F23"/>
    <w:rsid w:val="009A6EA5"/>
    <w:rsid w:val="009A7436"/>
    <w:rsid w:val="009B1209"/>
    <w:rsid w:val="009C32EC"/>
    <w:rsid w:val="009C6CB3"/>
    <w:rsid w:val="009D0B9D"/>
    <w:rsid w:val="009D149D"/>
    <w:rsid w:val="009D5AF9"/>
    <w:rsid w:val="009D74FB"/>
    <w:rsid w:val="009E50A8"/>
    <w:rsid w:val="009E5C61"/>
    <w:rsid w:val="00A010A0"/>
    <w:rsid w:val="00A0411C"/>
    <w:rsid w:val="00A06371"/>
    <w:rsid w:val="00A067DB"/>
    <w:rsid w:val="00A108D9"/>
    <w:rsid w:val="00A14A03"/>
    <w:rsid w:val="00A17660"/>
    <w:rsid w:val="00A20C91"/>
    <w:rsid w:val="00A346EC"/>
    <w:rsid w:val="00A36510"/>
    <w:rsid w:val="00A42141"/>
    <w:rsid w:val="00A453C2"/>
    <w:rsid w:val="00A50F91"/>
    <w:rsid w:val="00A5570F"/>
    <w:rsid w:val="00A563C2"/>
    <w:rsid w:val="00A57118"/>
    <w:rsid w:val="00A606EE"/>
    <w:rsid w:val="00A64688"/>
    <w:rsid w:val="00A74175"/>
    <w:rsid w:val="00AA1D35"/>
    <w:rsid w:val="00AA5175"/>
    <w:rsid w:val="00AA59A9"/>
    <w:rsid w:val="00AA666C"/>
    <w:rsid w:val="00AA7FAE"/>
    <w:rsid w:val="00AB6896"/>
    <w:rsid w:val="00AC5D44"/>
    <w:rsid w:val="00AE75B2"/>
    <w:rsid w:val="00AF2424"/>
    <w:rsid w:val="00AF4B54"/>
    <w:rsid w:val="00AF4D14"/>
    <w:rsid w:val="00B05AE2"/>
    <w:rsid w:val="00B11C9F"/>
    <w:rsid w:val="00B179F9"/>
    <w:rsid w:val="00B340A2"/>
    <w:rsid w:val="00B4192A"/>
    <w:rsid w:val="00B42DD7"/>
    <w:rsid w:val="00B46257"/>
    <w:rsid w:val="00B503A3"/>
    <w:rsid w:val="00B5074D"/>
    <w:rsid w:val="00B546C7"/>
    <w:rsid w:val="00B54ACD"/>
    <w:rsid w:val="00B55FD3"/>
    <w:rsid w:val="00B603F8"/>
    <w:rsid w:val="00B66634"/>
    <w:rsid w:val="00B71182"/>
    <w:rsid w:val="00B73104"/>
    <w:rsid w:val="00B73EAE"/>
    <w:rsid w:val="00B8572B"/>
    <w:rsid w:val="00B865B9"/>
    <w:rsid w:val="00B908E1"/>
    <w:rsid w:val="00B92431"/>
    <w:rsid w:val="00B92C09"/>
    <w:rsid w:val="00B93275"/>
    <w:rsid w:val="00B94133"/>
    <w:rsid w:val="00BA11D7"/>
    <w:rsid w:val="00BB2150"/>
    <w:rsid w:val="00BB28B0"/>
    <w:rsid w:val="00BB592B"/>
    <w:rsid w:val="00BB618B"/>
    <w:rsid w:val="00BC462C"/>
    <w:rsid w:val="00BC596A"/>
    <w:rsid w:val="00BD4400"/>
    <w:rsid w:val="00BD4BDB"/>
    <w:rsid w:val="00BD6C18"/>
    <w:rsid w:val="00BD7266"/>
    <w:rsid w:val="00BE113B"/>
    <w:rsid w:val="00BE356D"/>
    <w:rsid w:val="00BE47B2"/>
    <w:rsid w:val="00BF62CB"/>
    <w:rsid w:val="00C15215"/>
    <w:rsid w:val="00C357A8"/>
    <w:rsid w:val="00C36A7E"/>
    <w:rsid w:val="00C37771"/>
    <w:rsid w:val="00C421F8"/>
    <w:rsid w:val="00C433EA"/>
    <w:rsid w:val="00C5393B"/>
    <w:rsid w:val="00C71D05"/>
    <w:rsid w:val="00C76193"/>
    <w:rsid w:val="00C817CE"/>
    <w:rsid w:val="00C837BE"/>
    <w:rsid w:val="00C913D7"/>
    <w:rsid w:val="00C92A2B"/>
    <w:rsid w:val="00C94B7A"/>
    <w:rsid w:val="00CA7247"/>
    <w:rsid w:val="00CB181C"/>
    <w:rsid w:val="00CC0C77"/>
    <w:rsid w:val="00CC1348"/>
    <w:rsid w:val="00CC20B2"/>
    <w:rsid w:val="00CC43AE"/>
    <w:rsid w:val="00CC5414"/>
    <w:rsid w:val="00CC54E5"/>
    <w:rsid w:val="00CD57D7"/>
    <w:rsid w:val="00CD5857"/>
    <w:rsid w:val="00CD6181"/>
    <w:rsid w:val="00CE009E"/>
    <w:rsid w:val="00CE255F"/>
    <w:rsid w:val="00CE5EFB"/>
    <w:rsid w:val="00CE7D7F"/>
    <w:rsid w:val="00CF0382"/>
    <w:rsid w:val="00CF2FF3"/>
    <w:rsid w:val="00CF3537"/>
    <w:rsid w:val="00CF755D"/>
    <w:rsid w:val="00D028D0"/>
    <w:rsid w:val="00D060F3"/>
    <w:rsid w:val="00D125C7"/>
    <w:rsid w:val="00D13052"/>
    <w:rsid w:val="00D14ACB"/>
    <w:rsid w:val="00D26BB0"/>
    <w:rsid w:val="00D32A0D"/>
    <w:rsid w:val="00D34428"/>
    <w:rsid w:val="00D40D10"/>
    <w:rsid w:val="00D42A2B"/>
    <w:rsid w:val="00D430E2"/>
    <w:rsid w:val="00D455F4"/>
    <w:rsid w:val="00D54DD3"/>
    <w:rsid w:val="00D61C94"/>
    <w:rsid w:val="00D62AE8"/>
    <w:rsid w:val="00D65992"/>
    <w:rsid w:val="00D66209"/>
    <w:rsid w:val="00D92016"/>
    <w:rsid w:val="00D94B23"/>
    <w:rsid w:val="00DA52C7"/>
    <w:rsid w:val="00DA64EE"/>
    <w:rsid w:val="00DA6D27"/>
    <w:rsid w:val="00DA7BE5"/>
    <w:rsid w:val="00DF25ED"/>
    <w:rsid w:val="00DF5013"/>
    <w:rsid w:val="00DF7B46"/>
    <w:rsid w:val="00E050B5"/>
    <w:rsid w:val="00E152D6"/>
    <w:rsid w:val="00E17529"/>
    <w:rsid w:val="00E21674"/>
    <w:rsid w:val="00E22305"/>
    <w:rsid w:val="00E22904"/>
    <w:rsid w:val="00E27CFB"/>
    <w:rsid w:val="00E27EAA"/>
    <w:rsid w:val="00E31250"/>
    <w:rsid w:val="00E50B43"/>
    <w:rsid w:val="00E52700"/>
    <w:rsid w:val="00E55299"/>
    <w:rsid w:val="00E570E3"/>
    <w:rsid w:val="00E61D15"/>
    <w:rsid w:val="00E64849"/>
    <w:rsid w:val="00E664CE"/>
    <w:rsid w:val="00E7400B"/>
    <w:rsid w:val="00E7517E"/>
    <w:rsid w:val="00E77503"/>
    <w:rsid w:val="00E83992"/>
    <w:rsid w:val="00E84D47"/>
    <w:rsid w:val="00E855AE"/>
    <w:rsid w:val="00E875F5"/>
    <w:rsid w:val="00E8789E"/>
    <w:rsid w:val="00EA4428"/>
    <w:rsid w:val="00EC0A7C"/>
    <w:rsid w:val="00EC3264"/>
    <w:rsid w:val="00EC3B13"/>
    <w:rsid w:val="00ED1B3F"/>
    <w:rsid w:val="00ED2372"/>
    <w:rsid w:val="00ED354B"/>
    <w:rsid w:val="00ED666B"/>
    <w:rsid w:val="00ED6AD6"/>
    <w:rsid w:val="00ED76FC"/>
    <w:rsid w:val="00EE0F39"/>
    <w:rsid w:val="00F05605"/>
    <w:rsid w:val="00F108D0"/>
    <w:rsid w:val="00F2157A"/>
    <w:rsid w:val="00F35CA3"/>
    <w:rsid w:val="00F42BCC"/>
    <w:rsid w:val="00F4319D"/>
    <w:rsid w:val="00F5244B"/>
    <w:rsid w:val="00F52A82"/>
    <w:rsid w:val="00F60C4F"/>
    <w:rsid w:val="00F611BA"/>
    <w:rsid w:val="00F64CFF"/>
    <w:rsid w:val="00F72759"/>
    <w:rsid w:val="00F77A92"/>
    <w:rsid w:val="00F82CDB"/>
    <w:rsid w:val="00F85961"/>
    <w:rsid w:val="00F873FC"/>
    <w:rsid w:val="00F9091C"/>
    <w:rsid w:val="00F91EAB"/>
    <w:rsid w:val="00F93DBB"/>
    <w:rsid w:val="00F9436A"/>
    <w:rsid w:val="00F94521"/>
    <w:rsid w:val="00FB51F5"/>
    <w:rsid w:val="00FB5655"/>
    <w:rsid w:val="00FC53E2"/>
    <w:rsid w:val="00FD1377"/>
    <w:rsid w:val="00FD4360"/>
    <w:rsid w:val="00FE2346"/>
    <w:rsid w:val="00FE528E"/>
    <w:rsid w:val="00FE54F8"/>
    <w:rsid w:val="00FE63BF"/>
    <w:rsid w:val="00FE6F63"/>
    <w:rsid w:val="00FE70D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7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Normal">
    <w:name w:val="ConsPlusNormal"/>
    <w:rsid w:val="00E570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E570E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570E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62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2AE8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EE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0F39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6A4F27"/>
    <w:rPr>
      <w:color w:val="0000FF" w:themeColor="hyperlink"/>
      <w:u w:val="single"/>
    </w:rPr>
  </w:style>
  <w:style w:type="paragraph" w:styleId="ad">
    <w:name w:val="Normal (Web)"/>
    <w:basedOn w:val="a"/>
    <w:unhideWhenUsed/>
    <w:rsid w:val="00882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FAE"/>
  </w:style>
  <w:style w:type="paragraph" w:styleId="ae">
    <w:name w:val="Body Text"/>
    <w:basedOn w:val="a"/>
    <w:link w:val="af"/>
    <w:rsid w:val="000137B5"/>
    <w:pPr>
      <w:spacing w:after="0" w:line="240" w:lineRule="auto"/>
      <w:ind w:right="425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0137B5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37B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0137B5"/>
    <w:pPr>
      <w:ind w:left="720"/>
      <w:contextualSpacing/>
    </w:pPr>
  </w:style>
  <w:style w:type="paragraph" w:customStyle="1" w:styleId="formattext">
    <w:name w:val="formattext"/>
    <w:basedOn w:val="a"/>
    <w:rsid w:val="00543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442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7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Normal">
    <w:name w:val="ConsPlusNormal"/>
    <w:rsid w:val="00E570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E570E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570E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62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2AE8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EE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0F39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6A4F27"/>
    <w:rPr>
      <w:color w:val="0000FF" w:themeColor="hyperlink"/>
      <w:u w:val="single"/>
    </w:rPr>
  </w:style>
  <w:style w:type="paragraph" w:styleId="ad">
    <w:name w:val="Normal (Web)"/>
    <w:basedOn w:val="a"/>
    <w:unhideWhenUsed/>
    <w:rsid w:val="00882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FAE"/>
  </w:style>
  <w:style w:type="paragraph" w:styleId="ae">
    <w:name w:val="Body Text"/>
    <w:basedOn w:val="a"/>
    <w:link w:val="af"/>
    <w:rsid w:val="000137B5"/>
    <w:pPr>
      <w:spacing w:after="0" w:line="240" w:lineRule="auto"/>
      <w:ind w:right="425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0137B5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37B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0137B5"/>
    <w:pPr>
      <w:ind w:left="720"/>
      <w:contextualSpacing/>
    </w:pPr>
  </w:style>
  <w:style w:type="paragraph" w:customStyle="1" w:styleId="formattext">
    <w:name w:val="formattext"/>
    <w:basedOn w:val="a"/>
    <w:rsid w:val="00543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442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F2B1A830D29451AA8B0261D69C17E083795E9054094072865C1F7F2FD97469qA43E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gurinovich\Desktop\&#1056;&#1072;&#1089;&#1087;&#1086;&#1088;&#1103;&#1078;&#1077;&#1085;&#1080;&#1103;\&#1055;&#1054;&#1057;&#1058;%20212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AAC9F7179B2F53164EB1A3B85C0BF60E47D36A3AF8CB596AEAAAD099y2v0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8CBE8-2326-4FEB-B3AA-6361E1181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1</TotalTime>
  <Pages>9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Гуринович</dc:creator>
  <cp:lastModifiedBy>Татьяна Ивановна Гуринович</cp:lastModifiedBy>
  <cp:revision>3</cp:revision>
  <cp:lastPrinted>2024-10-28T05:24:00Z</cp:lastPrinted>
  <dcterms:created xsi:type="dcterms:W3CDTF">2024-11-12T06:57:00Z</dcterms:created>
  <dcterms:modified xsi:type="dcterms:W3CDTF">2024-11-12T06:57:00Z</dcterms:modified>
</cp:coreProperties>
</file>