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E77708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5320" cy="807720"/>
            <wp:effectExtent l="0" t="0" r="0" b="0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666C" w:rsidRDefault="00AA666C">
      <w:pPr>
        <w:rPr>
          <w:rFonts w:ascii="Times New Roman" w:hAnsi="Times New Roman"/>
          <w:sz w:val="28"/>
          <w:szCs w:val="28"/>
        </w:rPr>
      </w:pPr>
    </w:p>
    <w:p w:rsidR="00A649AA" w:rsidRDefault="00A649AA" w:rsidP="00A649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b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Владивостока «О денежном поощрении главы города Владивостока»</w:t>
      </w:r>
    </w:p>
    <w:p w:rsidR="00A649AA" w:rsidRDefault="00A649AA" w:rsidP="00A649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9AA" w:rsidRDefault="00A649AA" w:rsidP="00A649A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A649AA">
        <w:rPr>
          <w:rFonts w:ascii="Times New Roman" w:hAnsi="Times New Roman"/>
          <w:sz w:val="28"/>
          <w:szCs w:val="28"/>
        </w:rPr>
        <w:t xml:space="preserve">В соответствии с </w:t>
      </w:r>
      <w:r w:rsidR="0003405A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20.03.2025 № 33-ФЗ                        «Об общих принципах организации местного самоуправления в единой системе публичной власти», </w:t>
      </w:r>
      <w:r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 w:rsidR="00E05899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3851D8" w:rsidRPr="00323C19">
        <w:rPr>
          <w:rFonts w:ascii="Times New Roman" w:eastAsia="Times New Roman" w:hAnsi="Times New Roman"/>
          <w:sz w:val="28"/>
          <w:szCs w:val="28"/>
          <w:lang w:eastAsia="ru-RU"/>
        </w:rPr>
        <w:t>Уставом города Владивостока,</w:t>
      </w:r>
      <w:r w:rsidR="00285515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484C0B">
        <w:rPr>
          <w:rFonts w:ascii="Times New Roman" w:eastAsia="Times New Roman" w:hAnsi="Times New Roman"/>
          <w:sz w:val="28"/>
          <w:szCs w:val="28"/>
          <w:lang w:eastAsia="ru-RU"/>
        </w:rPr>
        <w:t>ями 38,</w:t>
      </w:r>
      <w:bookmarkStart w:id="0" w:name="_GoBack"/>
      <w:bookmarkEnd w:id="0"/>
      <w:r w:rsidR="00285515">
        <w:rPr>
          <w:rFonts w:ascii="Times New Roman" w:eastAsia="Times New Roman" w:hAnsi="Times New Roman"/>
          <w:sz w:val="28"/>
          <w:szCs w:val="28"/>
          <w:lang w:eastAsia="ru-RU"/>
        </w:rPr>
        <w:t xml:space="preserve"> 40 Регламента Думы города Владивостока</w:t>
      </w:r>
    </w:p>
    <w:p w:rsidR="00285515" w:rsidRDefault="00285515" w:rsidP="00A649A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5515" w:rsidRDefault="00285515" w:rsidP="00A649A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ю:</w:t>
      </w:r>
    </w:p>
    <w:p w:rsidR="007D16FA" w:rsidRDefault="007D16FA" w:rsidP="00A649A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16FA" w:rsidRDefault="007D16FA" w:rsidP="007D16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D16FA">
        <w:rPr>
          <w:rFonts w:ascii="Times New Roman" w:hAnsi="Times New Roman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>
        <w:rPr>
          <w:rFonts w:ascii="Times New Roman" w:hAnsi="Times New Roman"/>
          <w:sz w:val="28"/>
          <w:szCs w:val="28"/>
        </w:rPr>
        <w:t>«О денежном поощрении главы города Владивостока» (прилагается).</w:t>
      </w:r>
    </w:p>
    <w:p w:rsidR="007D16FA" w:rsidRDefault="007D16FA" w:rsidP="007D16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Назначить представителем главы города Владивостока в Думе города Владивостока при рассмотрении данного вопроса Стоценко К.А., заместителя главы администрации города Владивостока.</w:t>
      </w:r>
    </w:p>
    <w:p w:rsidR="007D16FA" w:rsidRDefault="007D16FA" w:rsidP="007D16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4DD5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034DD5" w:rsidRDefault="00034DD5" w:rsidP="007D16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7262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2627C">
        <w:rPr>
          <w:rFonts w:ascii="Times New Roman" w:hAnsi="Times New Roman"/>
          <w:sz w:val="28"/>
          <w:szCs w:val="28"/>
        </w:rPr>
        <w:t xml:space="preserve"> исполнением </w:t>
      </w:r>
      <w:r w:rsidR="00842FAA">
        <w:rPr>
          <w:rFonts w:ascii="Times New Roman" w:hAnsi="Times New Roman"/>
          <w:sz w:val="28"/>
          <w:szCs w:val="28"/>
        </w:rPr>
        <w:t xml:space="preserve">настоящего постановления оставляю за собой. </w:t>
      </w:r>
    </w:p>
    <w:p w:rsidR="00842FAA" w:rsidRDefault="00842FAA" w:rsidP="00842F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2FAA" w:rsidRDefault="00842FAA" w:rsidP="00842F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главы города                                                                            С.М. Дмитриенко</w:t>
      </w:r>
    </w:p>
    <w:p w:rsidR="005B0344" w:rsidRDefault="005B0344" w:rsidP="00842F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344" w:rsidRDefault="005B0344" w:rsidP="00842F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344" w:rsidRDefault="0082328B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Приложение к постановлению </w:t>
      </w:r>
    </w:p>
    <w:p w:rsidR="00CC7E4B" w:rsidRDefault="00CC7E4B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главы города Владивостока</w:t>
      </w:r>
    </w:p>
    <w:p w:rsidR="00CC7E4B" w:rsidRDefault="00CC7E4B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от _____________№________</w:t>
      </w:r>
    </w:p>
    <w:p w:rsidR="00CC7E4B" w:rsidRDefault="00CC7E4B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853" w:rsidRDefault="00721853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Проект подготовлен главой</w:t>
      </w:r>
    </w:p>
    <w:p w:rsidR="00721853" w:rsidRDefault="00721853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города Владивостока</w:t>
      </w:r>
    </w:p>
    <w:p w:rsidR="00721853" w:rsidRDefault="00721853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DD0" w:rsidRDefault="00B57DD0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1853" w:rsidRDefault="00B57DD0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ВЛАДИВОСТОКА</w:t>
      </w:r>
    </w:p>
    <w:p w:rsidR="00B57DD0" w:rsidRDefault="00B57DD0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7DD0" w:rsidRDefault="00EA3902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A3902" w:rsidRDefault="00EA3902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902" w:rsidRDefault="004418C0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5242A1">
        <w:rPr>
          <w:rFonts w:ascii="Times New Roman" w:hAnsi="Times New Roman"/>
          <w:sz w:val="28"/>
          <w:szCs w:val="28"/>
        </w:rPr>
        <w:t>денежном поощрении</w:t>
      </w:r>
    </w:p>
    <w:p w:rsidR="005242A1" w:rsidRDefault="005242A1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города Владивостока</w:t>
      </w:r>
    </w:p>
    <w:p w:rsidR="00556BA4" w:rsidRDefault="00556BA4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9D0" w:rsidRDefault="001619D0" w:rsidP="00161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50C" w:rsidRDefault="001619D0" w:rsidP="008975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2F4976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20.03.2025 № 33-ФЗ                        «Об общих принципах организации местного самоуправления в единой системе публичной власти»,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06.10.2003 № 131-ФЗ                           «Об общих принципах организации местного самоуправления в Российской Федерации», </w:t>
      </w:r>
      <w:r w:rsidR="00E0595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Правительства Приморского края от 27.02.2020 № 152-пп «Об иных дотациях местным бюджетам в целях поощрения достижения наилучших показателей социально-экономического развития муниципальных образований Приморского края», постановлением Правительства Приморского</w:t>
      </w:r>
      <w:proofErr w:type="gramEnd"/>
      <w:r w:rsidR="00E059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0595C">
        <w:rPr>
          <w:rFonts w:ascii="Times New Roman" w:eastAsia="Times New Roman" w:hAnsi="Times New Roman"/>
          <w:sz w:val="28"/>
          <w:szCs w:val="28"/>
          <w:lang w:eastAsia="ru-RU"/>
        </w:rPr>
        <w:t>края от 02.07.2025 № 556-пп «Об утверждении распре</w:t>
      </w:r>
      <w:r w:rsidR="007D2D0D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E0595C">
        <w:rPr>
          <w:rFonts w:ascii="Times New Roman" w:eastAsia="Times New Roman" w:hAnsi="Times New Roman"/>
          <w:sz w:val="28"/>
          <w:szCs w:val="28"/>
          <w:lang w:eastAsia="ru-RU"/>
        </w:rPr>
        <w:t xml:space="preserve">еления иных дотаций местным бюджетам в целях поощрения достижения наилучших показателей социально-экономического развития муниципальных образований Приморского края в 2025 году», </w:t>
      </w:r>
      <w:r w:rsidRPr="00323C1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города Владивостока,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 правовым актом города Владивостока от </w:t>
      </w:r>
      <w:r>
        <w:rPr>
          <w:rFonts w:ascii="Times New Roman" w:hAnsi="Times New Roman"/>
          <w:sz w:val="28"/>
          <w:szCs w:val="28"/>
          <w:lang w:eastAsia="ru-RU"/>
        </w:rPr>
        <w:t>10.05.2006 № 35-МПА «Положение о денежном содержании лиц, замещающих муниципальные д</w:t>
      </w:r>
      <w:r w:rsidR="008B6DD7">
        <w:rPr>
          <w:rFonts w:ascii="Times New Roman" w:hAnsi="Times New Roman"/>
          <w:sz w:val="28"/>
          <w:szCs w:val="28"/>
          <w:lang w:eastAsia="ru-RU"/>
        </w:rPr>
        <w:t>олжности в городе Владивостоке»</w:t>
      </w:r>
      <w:r w:rsidR="0089750C">
        <w:rPr>
          <w:rFonts w:ascii="Times New Roman" w:eastAsia="Times New Roman" w:hAnsi="Times New Roman"/>
          <w:sz w:val="28"/>
          <w:szCs w:val="28"/>
          <w:lang w:eastAsia="ru-RU"/>
        </w:rPr>
        <w:t xml:space="preserve"> Дума города Владивостока</w:t>
      </w:r>
      <w:proofErr w:type="gramEnd"/>
    </w:p>
    <w:p w:rsidR="00764997" w:rsidRDefault="00764997" w:rsidP="008975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997" w:rsidRDefault="0089750C" w:rsidP="008975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64997">
        <w:rPr>
          <w:rFonts w:ascii="Times New Roman" w:eastAsia="Times New Roman" w:hAnsi="Times New Roman"/>
          <w:sz w:val="28"/>
          <w:szCs w:val="28"/>
          <w:lang w:eastAsia="ru-RU"/>
        </w:rPr>
        <w:t>ЕШИЛА:</w:t>
      </w:r>
    </w:p>
    <w:p w:rsidR="00FA1DE9" w:rsidRDefault="001619D0" w:rsidP="00FA1D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0143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Установить главе города Владивостока Шестакову Константину </w:t>
      </w:r>
      <w:r>
        <w:rPr>
          <w:rFonts w:ascii="Times New Roman" w:hAnsi="Times New Roman"/>
          <w:sz w:val="28"/>
          <w:szCs w:val="28"/>
        </w:rPr>
        <w:lastRenderedPageBreak/>
        <w:t>Владимировичу денежно</w:t>
      </w:r>
      <w:r w:rsidR="003D38D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поощрени</w:t>
      </w:r>
      <w:r w:rsidR="003D38D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за счет средств иных дотаций местным бюджетам </w:t>
      </w:r>
      <w:r w:rsidR="00384BC5">
        <w:rPr>
          <w:rFonts w:ascii="Times New Roman" w:hAnsi="Times New Roman"/>
          <w:sz w:val="28"/>
          <w:szCs w:val="28"/>
        </w:rPr>
        <w:t xml:space="preserve">в целях поощрения достижения наилучших показателей </w:t>
      </w:r>
      <w:r w:rsidR="00B50736">
        <w:rPr>
          <w:rFonts w:ascii="Times New Roman" w:hAnsi="Times New Roman"/>
          <w:sz w:val="28"/>
          <w:szCs w:val="28"/>
        </w:rPr>
        <w:t xml:space="preserve">                    </w:t>
      </w:r>
      <w:r w:rsidR="00384BC5">
        <w:rPr>
          <w:rFonts w:ascii="Times New Roman" w:hAnsi="Times New Roman"/>
          <w:sz w:val="28"/>
          <w:szCs w:val="28"/>
        </w:rPr>
        <w:t xml:space="preserve">социально-экономического развития муниципальных образований Приморского края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16305E">
        <w:rPr>
          <w:rFonts w:ascii="Times New Roman" w:hAnsi="Times New Roman"/>
          <w:sz w:val="28"/>
          <w:szCs w:val="28"/>
          <w:lang w:eastAsia="ru-RU"/>
        </w:rPr>
        <w:t>среднемесячной</w:t>
      </w:r>
      <w:r w:rsidR="00FA1DE9">
        <w:rPr>
          <w:rFonts w:ascii="Times New Roman" w:hAnsi="Times New Roman"/>
          <w:sz w:val="28"/>
          <w:szCs w:val="28"/>
          <w:lang w:eastAsia="ru-RU"/>
        </w:rPr>
        <w:t xml:space="preserve"> заработной платы</w:t>
      </w:r>
      <w:r w:rsidR="00E81B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0736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E81B35">
        <w:rPr>
          <w:rFonts w:ascii="Times New Roman" w:hAnsi="Times New Roman"/>
          <w:sz w:val="28"/>
          <w:szCs w:val="28"/>
        </w:rPr>
        <w:t>(далее – денежное поощрение)</w:t>
      </w:r>
      <w:r w:rsidR="00666617">
        <w:rPr>
          <w:rFonts w:ascii="Times New Roman" w:hAnsi="Times New Roman"/>
          <w:sz w:val="28"/>
          <w:szCs w:val="28"/>
          <w:lang w:eastAsia="ru-RU"/>
        </w:rPr>
        <w:t>.</w:t>
      </w:r>
    </w:p>
    <w:p w:rsidR="00845BC3" w:rsidRDefault="00845BC3" w:rsidP="00FA1D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Уполномоченному органу администрации города Владивостока</w:t>
      </w:r>
      <w:r w:rsidR="00C7649D">
        <w:rPr>
          <w:rFonts w:ascii="Times New Roman" w:hAnsi="Times New Roman"/>
          <w:sz w:val="28"/>
          <w:szCs w:val="28"/>
          <w:lang w:eastAsia="ru-RU"/>
        </w:rPr>
        <w:t xml:space="preserve"> в сфере начисления и выплаты заработной платы работникам администрации города Владивостока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осуществить </w:t>
      </w:r>
      <w:r w:rsidR="003D38D8">
        <w:rPr>
          <w:rFonts w:ascii="Times New Roman" w:hAnsi="Times New Roman"/>
          <w:sz w:val="28"/>
          <w:szCs w:val="28"/>
          <w:lang w:eastAsia="ru-RU"/>
        </w:rPr>
        <w:t>выплату денежного поощрения</w:t>
      </w:r>
      <w:r w:rsidR="00C631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60CE">
        <w:rPr>
          <w:rFonts w:ascii="Times New Roman" w:hAnsi="Times New Roman"/>
          <w:sz w:val="28"/>
          <w:szCs w:val="28"/>
        </w:rPr>
        <w:t xml:space="preserve">главе города Владивостока Шестакову Константину Владимировичу </w:t>
      </w:r>
      <w:r w:rsidR="00C631D6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действующим законодательством Российской Федерации. </w:t>
      </w:r>
      <w:r w:rsidR="003D38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619D0" w:rsidRPr="00082883" w:rsidRDefault="00C631D6" w:rsidP="000828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619D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75C0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75C05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комитет </w:t>
      </w:r>
      <w:r w:rsidR="00720C92">
        <w:rPr>
          <w:rFonts w:ascii="Times New Roman" w:hAnsi="Times New Roman"/>
          <w:sz w:val="28"/>
          <w:szCs w:val="28"/>
        </w:rPr>
        <w:t>п</w:t>
      </w:r>
      <w:r w:rsidR="00082883">
        <w:rPr>
          <w:rFonts w:ascii="Times New Roman" w:hAnsi="Times New Roman"/>
          <w:sz w:val="28"/>
          <w:szCs w:val="28"/>
        </w:rPr>
        <w:t xml:space="preserve">о местному самоуправлению, </w:t>
      </w:r>
      <w:r w:rsidR="00082883" w:rsidRPr="00082883">
        <w:rPr>
          <w:rFonts w:ascii="Times New Roman" w:hAnsi="Times New Roman"/>
          <w:sz w:val="28"/>
          <w:szCs w:val="28"/>
        </w:rPr>
        <w:t>законности и развитию институтов гражданского общества Думы города Владивостока</w:t>
      </w:r>
      <w:r w:rsidR="00F40E51">
        <w:rPr>
          <w:rFonts w:ascii="Times New Roman" w:hAnsi="Times New Roman"/>
          <w:sz w:val="28"/>
          <w:szCs w:val="28"/>
        </w:rPr>
        <w:t xml:space="preserve"> </w:t>
      </w:r>
      <w:r w:rsidR="00720C92">
        <w:rPr>
          <w:rFonts w:ascii="Times New Roman" w:hAnsi="Times New Roman"/>
          <w:sz w:val="28"/>
          <w:szCs w:val="28"/>
        </w:rPr>
        <w:t>(Глушко В.В.).</w:t>
      </w:r>
    </w:p>
    <w:p w:rsidR="001619D0" w:rsidRDefault="00C631D6" w:rsidP="001619D0">
      <w:pPr>
        <w:widowControl w:val="0"/>
        <w:tabs>
          <w:tab w:val="left" w:pos="623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19D0" w:rsidRPr="00205CBB">
        <w:rPr>
          <w:rFonts w:ascii="Times New Roman" w:eastAsia="Times New Roman" w:hAnsi="Times New Roman"/>
          <w:sz w:val="28"/>
          <w:szCs w:val="28"/>
          <w:lang w:eastAsia="ru-RU"/>
        </w:rPr>
        <w:t>. Настоящее р</w:t>
      </w:r>
      <w:r w:rsidR="0003405A">
        <w:rPr>
          <w:rFonts w:ascii="Times New Roman" w:eastAsia="Times New Roman" w:hAnsi="Times New Roman"/>
          <w:sz w:val="28"/>
          <w:szCs w:val="28"/>
          <w:lang w:eastAsia="ru-RU"/>
        </w:rPr>
        <w:t>ешение</w:t>
      </w:r>
      <w:r w:rsidR="001619D0" w:rsidRPr="00205CBB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со дня его п</w:t>
      </w:r>
      <w:r w:rsidR="00F40E51">
        <w:rPr>
          <w:rFonts w:ascii="Times New Roman" w:eastAsia="Times New Roman" w:hAnsi="Times New Roman"/>
          <w:sz w:val="28"/>
          <w:szCs w:val="28"/>
          <w:lang w:eastAsia="ru-RU"/>
        </w:rPr>
        <w:t>ринятия.</w:t>
      </w:r>
      <w:r w:rsidR="001619D0" w:rsidRPr="00205C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56BA4" w:rsidRDefault="00556BA4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0E51" w:rsidRDefault="00F40E51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0E51" w:rsidRPr="007D16FA" w:rsidRDefault="00F40E51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                   </w:t>
      </w:r>
      <w:r w:rsidR="00581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А.П. Брик</w:t>
      </w:r>
    </w:p>
    <w:sectPr w:rsidR="00F40E51" w:rsidRPr="007D16FA" w:rsidSect="003851D8">
      <w:headerReference w:type="default" r:id="rId10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B8D" w:rsidRDefault="00C36B8D">
      <w:pPr>
        <w:spacing w:after="0" w:line="240" w:lineRule="auto"/>
      </w:pPr>
      <w:r>
        <w:separator/>
      </w:r>
    </w:p>
  </w:endnote>
  <w:endnote w:type="continuationSeparator" w:id="0">
    <w:p w:rsidR="00C36B8D" w:rsidRDefault="00C3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B8D" w:rsidRDefault="00C36B8D">
      <w:pPr>
        <w:spacing w:after="0" w:line="240" w:lineRule="auto"/>
      </w:pPr>
      <w:r>
        <w:separator/>
      </w:r>
    </w:p>
  </w:footnote>
  <w:footnote w:type="continuationSeparator" w:id="0">
    <w:p w:rsidR="00C36B8D" w:rsidRDefault="00C36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615223"/>
      <w:docPartObj>
        <w:docPartGallery w:val="Page Numbers (Top of Page)"/>
        <w:docPartUnique/>
      </w:docPartObj>
    </w:sdtPr>
    <w:sdtEndPr/>
    <w:sdtContent>
      <w:p w:rsidR="005B0344" w:rsidRDefault="005B03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C0B">
          <w:rPr>
            <w:noProof/>
          </w:rPr>
          <w:t>3</w:t>
        </w:r>
        <w:r>
          <w:fldChar w:fldCharType="end"/>
        </w:r>
      </w:p>
    </w:sdtContent>
  </w:sdt>
  <w:p w:rsidR="00040CCD" w:rsidRDefault="00040C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34EE6"/>
    <w:multiLevelType w:val="hybridMultilevel"/>
    <w:tmpl w:val="AE36F47E"/>
    <w:lvl w:ilvl="0" w:tplc="58122C7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08"/>
    <w:rsid w:val="000025E2"/>
    <w:rsid w:val="00005EC1"/>
    <w:rsid w:val="000060CE"/>
    <w:rsid w:val="00020B17"/>
    <w:rsid w:val="000273C6"/>
    <w:rsid w:val="0003405A"/>
    <w:rsid w:val="00034DD5"/>
    <w:rsid w:val="00035D30"/>
    <w:rsid w:val="00040CCD"/>
    <w:rsid w:val="00044DCD"/>
    <w:rsid w:val="00045219"/>
    <w:rsid w:val="000502D0"/>
    <w:rsid w:val="0007129B"/>
    <w:rsid w:val="00082883"/>
    <w:rsid w:val="00085001"/>
    <w:rsid w:val="00087FC1"/>
    <w:rsid w:val="000919A5"/>
    <w:rsid w:val="00091C57"/>
    <w:rsid w:val="00092EC5"/>
    <w:rsid w:val="000A3A1C"/>
    <w:rsid w:val="000A3AAD"/>
    <w:rsid w:val="000A49EF"/>
    <w:rsid w:val="000A538F"/>
    <w:rsid w:val="000A6853"/>
    <w:rsid w:val="000A6E78"/>
    <w:rsid w:val="000C0714"/>
    <w:rsid w:val="000C0F65"/>
    <w:rsid w:val="000C1BC4"/>
    <w:rsid w:val="000C1E07"/>
    <w:rsid w:val="000C464B"/>
    <w:rsid w:val="000D06CA"/>
    <w:rsid w:val="000D604D"/>
    <w:rsid w:val="000E471D"/>
    <w:rsid w:val="000F3C3B"/>
    <w:rsid w:val="00101353"/>
    <w:rsid w:val="00115BAB"/>
    <w:rsid w:val="00123779"/>
    <w:rsid w:val="00154D8D"/>
    <w:rsid w:val="001619D0"/>
    <w:rsid w:val="0016305E"/>
    <w:rsid w:val="00166874"/>
    <w:rsid w:val="00174579"/>
    <w:rsid w:val="001860E5"/>
    <w:rsid w:val="001B07F2"/>
    <w:rsid w:val="001C1070"/>
    <w:rsid w:val="001D5079"/>
    <w:rsid w:val="001E5AE1"/>
    <w:rsid w:val="002006F7"/>
    <w:rsid w:val="00203127"/>
    <w:rsid w:val="00211207"/>
    <w:rsid w:val="002157D1"/>
    <w:rsid w:val="00215C76"/>
    <w:rsid w:val="00222373"/>
    <w:rsid w:val="00223DEC"/>
    <w:rsid w:val="002242F6"/>
    <w:rsid w:val="0023151C"/>
    <w:rsid w:val="002474F9"/>
    <w:rsid w:val="0025357C"/>
    <w:rsid w:val="00254664"/>
    <w:rsid w:val="002577EC"/>
    <w:rsid w:val="00261D20"/>
    <w:rsid w:val="002628D1"/>
    <w:rsid w:val="0027407B"/>
    <w:rsid w:val="0028040B"/>
    <w:rsid w:val="002808DA"/>
    <w:rsid w:val="00285515"/>
    <w:rsid w:val="002C4C23"/>
    <w:rsid w:val="002D2CD1"/>
    <w:rsid w:val="002D4A0E"/>
    <w:rsid w:val="002E39E9"/>
    <w:rsid w:val="002E4C3A"/>
    <w:rsid w:val="002F31A9"/>
    <w:rsid w:val="002F4976"/>
    <w:rsid w:val="0030595B"/>
    <w:rsid w:val="003201B9"/>
    <w:rsid w:val="00324CB9"/>
    <w:rsid w:val="003378B0"/>
    <w:rsid w:val="00341D4C"/>
    <w:rsid w:val="00343B41"/>
    <w:rsid w:val="00344319"/>
    <w:rsid w:val="003450C3"/>
    <w:rsid w:val="00366FE2"/>
    <w:rsid w:val="00384BC5"/>
    <w:rsid w:val="003851D8"/>
    <w:rsid w:val="00390B2F"/>
    <w:rsid w:val="00390F25"/>
    <w:rsid w:val="003B0A94"/>
    <w:rsid w:val="003B4E3A"/>
    <w:rsid w:val="003B680C"/>
    <w:rsid w:val="003C16E7"/>
    <w:rsid w:val="003D38D8"/>
    <w:rsid w:val="003D3A17"/>
    <w:rsid w:val="003E5EA5"/>
    <w:rsid w:val="003F4513"/>
    <w:rsid w:val="0040347B"/>
    <w:rsid w:val="004041E4"/>
    <w:rsid w:val="00411811"/>
    <w:rsid w:val="004137B0"/>
    <w:rsid w:val="00417250"/>
    <w:rsid w:val="00430281"/>
    <w:rsid w:val="00433695"/>
    <w:rsid w:val="00437C9A"/>
    <w:rsid w:val="004409F5"/>
    <w:rsid w:val="00440FD0"/>
    <w:rsid w:val="004418C0"/>
    <w:rsid w:val="00447124"/>
    <w:rsid w:val="00450506"/>
    <w:rsid w:val="00454856"/>
    <w:rsid w:val="00457C17"/>
    <w:rsid w:val="00457C64"/>
    <w:rsid w:val="00462FF2"/>
    <w:rsid w:val="00464529"/>
    <w:rsid w:val="0046589A"/>
    <w:rsid w:val="00467A28"/>
    <w:rsid w:val="00471023"/>
    <w:rsid w:val="00472390"/>
    <w:rsid w:val="004734CB"/>
    <w:rsid w:val="0047791E"/>
    <w:rsid w:val="004838C3"/>
    <w:rsid w:val="00484C0B"/>
    <w:rsid w:val="00496E28"/>
    <w:rsid w:val="004A144D"/>
    <w:rsid w:val="004B18A6"/>
    <w:rsid w:val="004B2E89"/>
    <w:rsid w:val="004C7151"/>
    <w:rsid w:val="004C7491"/>
    <w:rsid w:val="004D7009"/>
    <w:rsid w:val="004E4499"/>
    <w:rsid w:val="004E5E2A"/>
    <w:rsid w:val="004F1EE1"/>
    <w:rsid w:val="004F6911"/>
    <w:rsid w:val="004F6D56"/>
    <w:rsid w:val="00510A94"/>
    <w:rsid w:val="00517D48"/>
    <w:rsid w:val="005242A1"/>
    <w:rsid w:val="00524588"/>
    <w:rsid w:val="005447E6"/>
    <w:rsid w:val="00551038"/>
    <w:rsid w:val="005548F6"/>
    <w:rsid w:val="005564F8"/>
    <w:rsid w:val="00556BA4"/>
    <w:rsid w:val="00581AD3"/>
    <w:rsid w:val="00583533"/>
    <w:rsid w:val="00587109"/>
    <w:rsid w:val="00590A1B"/>
    <w:rsid w:val="005A449B"/>
    <w:rsid w:val="005A4B6F"/>
    <w:rsid w:val="005B0344"/>
    <w:rsid w:val="005C1C23"/>
    <w:rsid w:val="005D2B84"/>
    <w:rsid w:val="005D46CE"/>
    <w:rsid w:val="005D7E8E"/>
    <w:rsid w:val="005E2C1D"/>
    <w:rsid w:val="005E39A4"/>
    <w:rsid w:val="005E437B"/>
    <w:rsid w:val="005F474E"/>
    <w:rsid w:val="00600B50"/>
    <w:rsid w:val="00604666"/>
    <w:rsid w:val="0060639A"/>
    <w:rsid w:val="00617486"/>
    <w:rsid w:val="0062332A"/>
    <w:rsid w:val="00624062"/>
    <w:rsid w:val="0065038D"/>
    <w:rsid w:val="00651DB5"/>
    <w:rsid w:val="00665A3E"/>
    <w:rsid w:val="00666617"/>
    <w:rsid w:val="006A31E9"/>
    <w:rsid w:val="006C0C89"/>
    <w:rsid w:val="006C33C4"/>
    <w:rsid w:val="006C4046"/>
    <w:rsid w:val="006E1033"/>
    <w:rsid w:val="006E142C"/>
    <w:rsid w:val="006E19BC"/>
    <w:rsid w:val="006F4F3F"/>
    <w:rsid w:val="007019E5"/>
    <w:rsid w:val="00701A11"/>
    <w:rsid w:val="00702715"/>
    <w:rsid w:val="00717EEF"/>
    <w:rsid w:val="00720C92"/>
    <w:rsid w:val="00721853"/>
    <w:rsid w:val="0072627C"/>
    <w:rsid w:val="00733CAE"/>
    <w:rsid w:val="0073709B"/>
    <w:rsid w:val="00746659"/>
    <w:rsid w:val="00756C50"/>
    <w:rsid w:val="00764997"/>
    <w:rsid w:val="00765CBD"/>
    <w:rsid w:val="0078240D"/>
    <w:rsid w:val="00792321"/>
    <w:rsid w:val="007A1B0C"/>
    <w:rsid w:val="007B0D10"/>
    <w:rsid w:val="007B4B59"/>
    <w:rsid w:val="007D16FA"/>
    <w:rsid w:val="007D2D0D"/>
    <w:rsid w:val="007D40B5"/>
    <w:rsid w:val="007D52B9"/>
    <w:rsid w:val="007E1D03"/>
    <w:rsid w:val="007F77CD"/>
    <w:rsid w:val="0080790A"/>
    <w:rsid w:val="00821369"/>
    <w:rsid w:val="008218CD"/>
    <w:rsid w:val="0082328B"/>
    <w:rsid w:val="00823A6A"/>
    <w:rsid w:val="008255E2"/>
    <w:rsid w:val="008318EF"/>
    <w:rsid w:val="00834C9E"/>
    <w:rsid w:val="008377FA"/>
    <w:rsid w:val="00841D50"/>
    <w:rsid w:val="00842FAA"/>
    <w:rsid w:val="00845BC3"/>
    <w:rsid w:val="008554B1"/>
    <w:rsid w:val="00856F73"/>
    <w:rsid w:val="0087286A"/>
    <w:rsid w:val="00874AB5"/>
    <w:rsid w:val="00881802"/>
    <w:rsid w:val="00887F8B"/>
    <w:rsid w:val="0089750C"/>
    <w:rsid w:val="008A6BEA"/>
    <w:rsid w:val="008B6DD7"/>
    <w:rsid w:val="008C368B"/>
    <w:rsid w:val="008C7479"/>
    <w:rsid w:val="008D7490"/>
    <w:rsid w:val="008E029C"/>
    <w:rsid w:val="008E5C3F"/>
    <w:rsid w:val="008F2E30"/>
    <w:rsid w:val="009048D6"/>
    <w:rsid w:val="0091424E"/>
    <w:rsid w:val="00924CE0"/>
    <w:rsid w:val="00947B1F"/>
    <w:rsid w:val="009511B5"/>
    <w:rsid w:val="00960593"/>
    <w:rsid w:val="00971658"/>
    <w:rsid w:val="0097436E"/>
    <w:rsid w:val="00976DC1"/>
    <w:rsid w:val="00981D00"/>
    <w:rsid w:val="00996E0B"/>
    <w:rsid w:val="009A3F23"/>
    <w:rsid w:val="009A6EA5"/>
    <w:rsid w:val="009B1209"/>
    <w:rsid w:val="009C32EC"/>
    <w:rsid w:val="009D149D"/>
    <w:rsid w:val="009D74FB"/>
    <w:rsid w:val="009E5C61"/>
    <w:rsid w:val="00A010A0"/>
    <w:rsid w:val="00A0411C"/>
    <w:rsid w:val="00A067DB"/>
    <w:rsid w:val="00A20C91"/>
    <w:rsid w:val="00A42141"/>
    <w:rsid w:val="00A5570F"/>
    <w:rsid w:val="00A563C2"/>
    <w:rsid w:val="00A57118"/>
    <w:rsid w:val="00A606EE"/>
    <w:rsid w:val="00A64688"/>
    <w:rsid w:val="00A649AA"/>
    <w:rsid w:val="00A74175"/>
    <w:rsid w:val="00A75C05"/>
    <w:rsid w:val="00AA1D35"/>
    <w:rsid w:val="00AA666C"/>
    <w:rsid w:val="00AB4675"/>
    <w:rsid w:val="00AB6896"/>
    <w:rsid w:val="00AC5D44"/>
    <w:rsid w:val="00AF2424"/>
    <w:rsid w:val="00AF4B54"/>
    <w:rsid w:val="00AF4D14"/>
    <w:rsid w:val="00B179F9"/>
    <w:rsid w:val="00B4192A"/>
    <w:rsid w:val="00B503A3"/>
    <w:rsid w:val="00B50736"/>
    <w:rsid w:val="00B5074D"/>
    <w:rsid w:val="00B55FD3"/>
    <w:rsid w:val="00B57DD0"/>
    <w:rsid w:val="00B603F8"/>
    <w:rsid w:val="00B8572B"/>
    <w:rsid w:val="00B908E1"/>
    <w:rsid w:val="00B92431"/>
    <w:rsid w:val="00B93275"/>
    <w:rsid w:val="00BA11D7"/>
    <w:rsid w:val="00BB28B0"/>
    <w:rsid w:val="00BB592B"/>
    <w:rsid w:val="00BB618B"/>
    <w:rsid w:val="00BC596A"/>
    <w:rsid w:val="00BD6C18"/>
    <w:rsid w:val="00BE113B"/>
    <w:rsid w:val="00BE47B2"/>
    <w:rsid w:val="00BE6DA2"/>
    <w:rsid w:val="00BE7464"/>
    <w:rsid w:val="00BF62CB"/>
    <w:rsid w:val="00C36B8D"/>
    <w:rsid w:val="00C37771"/>
    <w:rsid w:val="00C421F8"/>
    <w:rsid w:val="00C433EA"/>
    <w:rsid w:val="00C631D6"/>
    <w:rsid w:val="00C71D05"/>
    <w:rsid w:val="00C76193"/>
    <w:rsid w:val="00C7649D"/>
    <w:rsid w:val="00C817CE"/>
    <w:rsid w:val="00C837BE"/>
    <w:rsid w:val="00C94B7A"/>
    <w:rsid w:val="00CA7247"/>
    <w:rsid w:val="00CB181C"/>
    <w:rsid w:val="00CC1348"/>
    <w:rsid w:val="00CC20B2"/>
    <w:rsid w:val="00CC43AE"/>
    <w:rsid w:val="00CC5414"/>
    <w:rsid w:val="00CC7E4B"/>
    <w:rsid w:val="00CD57D7"/>
    <w:rsid w:val="00CD5857"/>
    <w:rsid w:val="00CD6181"/>
    <w:rsid w:val="00CE7D7F"/>
    <w:rsid w:val="00CF2FF3"/>
    <w:rsid w:val="00CF755D"/>
    <w:rsid w:val="00D00472"/>
    <w:rsid w:val="00D13052"/>
    <w:rsid w:val="00D14D74"/>
    <w:rsid w:val="00D26BB0"/>
    <w:rsid w:val="00D31AD3"/>
    <w:rsid w:val="00D32A0D"/>
    <w:rsid w:val="00D40D10"/>
    <w:rsid w:val="00D42A2B"/>
    <w:rsid w:val="00D455F4"/>
    <w:rsid w:val="00D61C94"/>
    <w:rsid w:val="00D66209"/>
    <w:rsid w:val="00D77853"/>
    <w:rsid w:val="00D92016"/>
    <w:rsid w:val="00DA52C7"/>
    <w:rsid w:val="00DA6D27"/>
    <w:rsid w:val="00DF5013"/>
    <w:rsid w:val="00E050B5"/>
    <w:rsid w:val="00E05899"/>
    <w:rsid w:val="00E0595C"/>
    <w:rsid w:val="00E21674"/>
    <w:rsid w:val="00E22904"/>
    <w:rsid w:val="00E27CFB"/>
    <w:rsid w:val="00E50B43"/>
    <w:rsid w:val="00E64849"/>
    <w:rsid w:val="00E77708"/>
    <w:rsid w:val="00E81B35"/>
    <w:rsid w:val="00E83992"/>
    <w:rsid w:val="00E84D47"/>
    <w:rsid w:val="00E875F5"/>
    <w:rsid w:val="00E8789E"/>
    <w:rsid w:val="00EA3902"/>
    <w:rsid w:val="00EC3B13"/>
    <w:rsid w:val="00ED354B"/>
    <w:rsid w:val="00ED6AD6"/>
    <w:rsid w:val="00ED76FC"/>
    <w:rsid w:val="00F05605"/>
    <w:rsid w:val="00F108D0"/>
    <w:rsid w:val="00F40E51"/>
    <w:rsid w:val="00F42BCC"/>
    <w:rsid w:val="00F4319D"/>
    <w:rsid w:val="00F5244B"/>
    <w:rsid w:val="00F52A82"/>
    <w:rsid w:val="00F60C4F"/>
    <w:rsid w:val="00F64CFF"/>
    <w:rsid w:val="00F85961"/>
    <w:rsid w:val="00F873FC"/>
    <w:rsid w:val="00F93DBB"/>
    <w:rsid w:val="00F94521"/>
    <w:rsid w:val="00FA1DE9"/>
    <w:rsid w:val="00FB51F5"/>
    <w:rsid w:val="00FC53E2"/>
    <w:rsid w:val="00FD4360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A6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49AA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7D16FA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B0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0344"/>
    <w:rPr>
      <w:sz w:val="22"/>
      <w:szCs w:val="22"/>
      <w:lang w:eastAsia="en-US"/>
    </w:rPr>
  </w:style>
  <w:style w:type="paragraph" w:styleId="21">
    <w:name w:val="Body Text 2"/>
    <w:basedOn w:val="a"/>
    <w:link w:val="22"/>
    <w:rsid w:val="001619D0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619D0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A6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49AA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7D16FA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B0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0344"/>
    <w:rPr>
      <w:sz w:val="22"/>
      <w:szCs w:val="22"/>
      <w:lang w:eastAsia="en-US"/>
    </w:rPr>
  </w:style>
  <w:style w:type="paragraph" w:styleId="21">
    <w:name w:val="Body Text 2"/>
    <w:basedOn w:val="a"/>
    <w:link w:val="22"/>
    <w:rsid w:val="001619D0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619D0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16E71-86D3-4492-9A9F-86E0123D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14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Александровна Бакулина</dc:creator>
  <cp:lastModifiedBy>Анжелика Александровна Бакулина</cp:lastModifiedBy>
  <cp:revision>12</cp:revision>
  <cp:lastPrinted>2013-07-18T01:19:00Z</cp:lastPrinted>
  <dcterms:created xsi:type="dcterms:W3CDTF">2025-07-04T00:50:00Z</dcterms:created>
  <dcterms:modified xsi:type="dcterms:W3CDTF">2025-07-04T01:34:00Z</dcterms:modified>
</cp:coreProperties>
</file>