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8B" w:rsidRPr="005B5E38" w:rsidRDefault="00E95008" w:rsidP="00E95008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</w:t>
      </w:r>
      <w:r w:rsidR="002F2AB1">
        <w:rPr>
          <w:rFonts w:ascii="Times New Roman" w:hAnsi="Times New Roman"/>
          <w:sz w:val="28"/>
          <w:szCs w:val="20"/>
          <w:lang w:eastAsia="ru-RU"/>
        </w:rPr>
        <w:t xml:space="preserve">Приложение </w:t>
      </w:r>
    </w:p>
    <w:p w:rsidR="00CA6A8B" w:rsidRPr="005B5E38" w:rsidRDefault="00CA6A8B" w:rsidP="00E95008">
      <w:pPr>
        <w:spacing w:after="0" w:line="240" w:lineRule="auto"/>
        <w:ind w:firstLine="5940"/>
        <w:rPr>
          <w:rFonts w:ascii="Times New Roman" w:hAnsi="Times New Roman"/>
          <w:sz w:val="28"/>
          <w:szCs w:val="20"/>
          <w:lang w:eastAsia="ru-RU"/>
        </w:rPr>
      </w:pPr>
      <w:r w:rsidRPr="005B5E38">
        <w:rPr>
          <w:rFonts w:ascii="Times New Roman" w:hAnsi="Times New Roman"/>
          <w:sz w:val="28"/>
          <w:szCs w:val="20"/>
          <w:lang w:eastAsia="ru-RU"/>
        </w:rPr>
        <w:t xml:space="preserve">к постановлению главы </w:t>
      </w:r>
    </w:p>
    <w:p w:rsidR="00CA6A8B" w:rsidRPr="005B5E38" w:rsidRDefault="00CA6A8B" w:rsidP="00E95008">
      <w:pPr>
        <w:spacing w:after="0" w:line="240" w:lineRule="auto"/>
        <w:ind w:firstLine="5940"/>
        <w:rPr>
          <w:rFonts w:ascii="Times New Roman" w:hAnsi="Times New Roman"/>
          <w:sz w:val="28"/>
          <w:szCs w:val="20"/>
          <w:lang w:eastAsia="ru-RU"/>
        </w:rPr>
      </w:pPr>
      <w:r w:rsidRPr="005B5E38">
        <w:rPr>
          <w:rFonts w:ascii="Times New Roman" w:hAnsi="Times New Roman"/>
          <w:sz w:val="28"/>
          <w:szCs w:val="20"/>
          <w:lang w:eastAsia="ru-RU"/>
        </w:rPr>
        <w:t>города Владивостока</w:t>
      </w:r>
    </w:p>
    <w:p w:rsidR="00CA6A8B" w:rsidRDefault="00CA6A8B" w:rsidP="00E95008">
      <w:pPr>
        <w:spacing w:after="0" w:line="240" w:lineRule="auto"/>
        <w:ind w:firstLine="5940"/>
        <w:rPr>
          <w:rFonts w:ascii="Times New Roman" w:hAnsi="Times New Roman"/>
          <w:sz w:val="28"/>
          <w:szCs w:val="20"/>
          <w:lang w:eastAsia="ru-RU"/>
        </w:rPr>
      </w:pPr>
      <w:r w:rsidRPr="005B5E38">
        <w:rPr>
          <w:rFonts w:ascii="Times New Roman" w:hAnsi="Times New Roman"/>
          <w:sz w:val="28"/>
          <w:szCs w:val="20"/>
          <w:lang w:eastAsia="ru-RU"/>
        </w:rPr>
        <w:t>от                №</w:t>
      </w:r>
    </w:p>
    <w:p w:rsidR="002F2AB1" w:rsidRPr="005B5E38" w:rsidRDefault="002F2AB1" w:rsidP="00E95008">
      <w:pPr>
        <w:spacing w:after="0" w:line="240" w:lineRule="auto"/>
        <w:ind w:firstLine="5940"/>
        <w:rPr>
          <w:rFonts w:ascii="Times New Roman" w:hAnsi="Times New Roman"/>
          <w:sz w:val="28"/>
          <w:szCs w:val="20"/>
          <w:lang w:eastAsia="ru-RU"/>
        </w:rPr>
      </w:pPr>
    </w:p>
    <w:p w:rsidR="00CA6A8B" w:rsidRPr="005B5E38" w:rsidRDefault="002F2AB1" w:rsidP="00E95008">
      <w:pPr>
        <w:tabs>
          <w:tab w:val="left" w:pos="5925"/>
          <w:tab w:val="left" w:pos="5985"/>
          <w:tab w:val="center" w:pos="7157"/>
        </w:tabs>
        <w:spacing w:after="0" w:line="240" w:lineRule="auto"/>
        <w:ind w:left="5954" w:hanging="26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Проект подготовлен главой              города Владивостока</w:t>
      </w:r>
    </w:p>
    <w:p w:rsidR="00CA6A8B" w:rsidRPr="005B5E38" w:rsidRDefault="00CA6A8B" w:rsidP="002F2AB1">
      <w:pPr>
        <w:tabs>
          <w:tab w:val="left" w:pos="5925"/>
          <w:tab w:val="left" w:pos="5985"/>
          <w:tab w:val="center" w:pos="7157"/>
        </w:tabs>
        <w:spacing w:after="0" w:line="240" w:lineRule="auto"/>
        <w:ind w:left="5670" w:firstLine="3119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2F2AB1" w:rsidRDefault="002F2AB1" w:rsidP="002F2AB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ВЛАДИВОСТОКА</w:t>
      </w:r>
    </w:p>
    <w:p w:rsidR="002F2AB1" w:rsidRDefault="002F2AB1" w:rsidP="002F2AB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2F2AB1" w:rsidRDefault="002F2AB1" w:rsidP="002F2AB1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2AB1" w:rsidRPr="002F2AB1" w:rsidRDefault="002F2AB1" w:rsidP="002F2A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2AB1">
        <w:rPr>
          <w:rFonts w:ascii="Times New Roman" w:hAnsi="Times New Roman"/>
          <w:sz w:val="28"/>
          <w:szCs w:val="28"/>
        </w:rPr>
        <w:t xml:space="preserve">О принятии муниципального правового акта </w:t>
      </w:r>
    </w:p>
    <w:p w:rsidR="002F2AB1" w:rsidRDefault="002F2AB1" w:rsidP="002F2A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F2AB1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Pr="002F2AB1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</w:t>
      </w:r>
    </w:p>
    <w:p w:rsidR="002F2AB1" w:rsidRDefault="002F2AB1" w:rsidP="002F2A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F2AB1">
        <w:rPr>
          <w:rFonts w:ascii="Times New Roman" w:hAnsi="Times New Roman"/>
          <w:sz w:val="28"/>
          <w:szCs w:val="28"/>
          <w:lang w:eastAsia="ru-RU"/>
        </w:rPr>
        <w:t xml:space="preserve">в муниципальный правовой акт города </w:t>
      </w:r>
    </w:p>
    <w:p w:rsidR="002F2AB1" w:rsidRDefault="002F2AB1" w:rsidP="002F2A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F2AB1">
        <w:rPr>
          <w:rFonts w:ascii="Times New Roman" w:hAnsi="Times New Roman"/>
          <w:sz w:val="28"/>
          <w:szCs w:val="28"/>
          <w:lang w:eastAsia="ru-RU"/>
        </w:rPr>
        <w:t>Владивостока от 02.08.2013 №</w:t>
      </w:r>
      <w:r w:rsidR="00D922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2AB1">
        <w:rPr>
          <w:rFonts w:ascii="Times New Roman" w:hAnsi="Times New Roman"/>
          <w:sz w:val="28"/>
          <w:szCs w:val="28"/>
          <w:lang w:eastAsia="ru-RU"/>
        </w:rPr>
        <w:t xml:space="preserve">54-МПА </w:t>
      </w:r>
    </w:p>
    <w:p w:rsidR="002F2AB1" w:rsidRDefault="002F2AB1" w:rsidP="002F2A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F2AB1">
        <w:rPr>
          <w:rFonts w:ascii="Times New Roman" w:hAnsi="Times New Roman"/>
          <w:sz w:val="28"/>
          <w:szCs w:val="28"/>
          <w:lang w:eastAsia="ru-RU"/>
        </w:rPr>
        <w:t xml:space="preserve">«Положение о присуждении премии молодежи </w:t>
      </w:r>
    </w:p>
    <w:p w:rsidR="002F2AB1" w:rsidRPr="002F2AB1" w:rsidRDefault="002F2AB1" w:rsidP="002F2A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F2AB1">
        <w:rPr>
          <w:rFonts w:ascii="Times New Roman" w:hAnsi="Times New Roman"/>
          <w:sz w:val="28"/>
          <w:szCs w:val="28"/>
          <w:lang w:eastAsia="ru-RU"/>
        </w:rPr>
        <w:t>города Владивостока «Есть за что!»</w:t>
      </w:r>
    </w:p>
    <w:p w:rsidR="0013118C" w:rsidRPr="005B5E38" w:rsidRDefault="0013118C" w:rsidP="00542B90">
      <w:pPr>
        <w:tabs>
          <w:tab w:val="left" w:pos="5925"/>
          <w:tab w:val="left" w:pos="5985"/>
          <w:tab w:val="center" w:pos="715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2AB1" w:rsidRDefault="002F2AB1" w:rsidP="00837A7C">
      <w:pPr>
        <w:tabs>
          <w:tab w:val="left" w:pos="709"/>
        </w:tabs>
        <w:spacing w:after="0" w:line="360" w:lineRule="auto"/>
        <w:ind w:firstLine="7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E38">
        <w:rPr>
          <w:rFonts w:ascii="Times New Roman" w:hAnsi="Times New Roman"/>
          <w:sz w:val="28"/>
          <w:szCs w:val="20"/>
          <w:lang w:eastAsia="ru-RU"/>
        </w:rPr>
        <w:t xml:space="preserve">В соответствии с Федеральным законом от 06.10.2003 № 131-ФЗ </w:t>
      </w:r>
      <w:r w:rsidRPr="005B5E38">
        <w:rPr>
          <w:rFonts w:ascii="Times New Roman" w:hAnsi="Times New Roman"/>
          <w:sz w:val="28"/>
          <w:szCs w:val="20"/>
          <w:lang w:eastAsia="ru-RU"/>
        </w:rPr>
        <w:br/>
        <w:t>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0"/>
          <w:lang w:eastAsia="ru-RU"/>
        </w:rPr>
        <w:t xml:space="preserve">», Уставом города Владивостока, </w:t>
      </w:r>
      <w:r w:rsidR="009A762D">
        <w:rPr>
          <w:rFonts w:ascii="Times New Roman" w:hAnsi="Times New Roman"/>
          <w:sz w:val="28"/>
          <w:szCs w:val="28"/>
          <w:lang w:eastAsia="ru-RU"/>
        </w:rPr>
        <w:t>статьей 40 Р</w:t>
      </w:r>
      <w:r>
        <w:rPr>
          <w:rFonts w:ascii="Times New Roman" w:hAnsi="Times New Roman"/>
          <w:sz w:val="28"/>
          <w:szCs w:val="28"/>
          <w:lang w:eastAsia="ru-RU"/>
        </w:rPr>
        <w:t>егламента Думы города Владивостока</w:t>
      </w:r>
      <w:r w:rsidR="00D9227A">
        <w:rPr>
          <w:rFonts w:ascii="Times New Roman" w:hAnsi="Times New Roman"/>
          <w:sz w:val="28"/>
          <w:szCs w:val="28"/>
          <w:lang w:eastAsia="ru-RU"/>
        </w:rPr>
        <w:t xml:space="preserve"> Дума города Владивостока</w:t>
      </w:r>
    </w:p>
    <w:p w:rsidR="002F2AB1" w:rsidRDefault="002F2AB1" w:rsidP="00F07B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7B9F" w:rsidRPr="00681858" w:rsidRDefault="00F07B9F" w:rsidP="00F07B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2AB1" w:rsidRPr="005B5E38" w:rsidRDefault="00394FA4" w:rsidP="00F07B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РЕШИЛА</w:t>
      </w:r>
      <w:r w:rsidR="002F2AB1" w:rsidRPr="005B5E38">
        <w:rPr>
          <w:rFonts w:ascii="Times New Roman" w:hAnsi="Times New Roman"/>
          <w:sz w:val="28"/>
          <w:szCs w:val="28"/>
          <w:lang w:eastAsia="ru-RU"/>
        </w:rPr>
        <w:t>:</w:t>
      </w:r>
    </w:p>
    <w:p w:rsidR="00CA6A8B" w:rsidRDefault="00CA6A8B" w:rsidP="00F07B9F">
      <w:pPr>
        <w:tabs>
          <w:tab w:val="left" w:pos="5925"/>
          <w:tab w:val="left" w:pos="5985"/>
          <w:tab w:val="center" w:pos="715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07B9F" w:rsidRDefault="00F07B9F" w:rsidP="00F07B9F">
      <w:pPr>
        <w:tabs>
          <w:tab w:val="left" w:pos="5925"/>
          <w:tab w:val="left" w:pos="5985"/>
          <w:tab w:val="center" w:pos="715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3118C" w:rsidRDefault="002F2AB1" w:rsidP="00D9227A">
      <w:pPr>
        <w:tabs>
          <w:tab w:val="left" w:pos="5925"/>
          <w:tab w:val="left" w:pos="5985"/>
          <w:tab w:val="center" w:pos="715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П</w:t>
      </w:r>
      <w:r w:rsidRPr="002F2AB1">
        <w:rPr>
          <w:rFonts w:ascii="Times New Roman" w:hAnsi="Times New Roman"/>
          <w:sz w:val="28"/>
          <w:szCs w:val="28"/>
          <w:lang w:eastAsia="ru-RU"/>
        </w:rPr>
        <w:t>ринят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2F2AB1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 w:rsidR="00F07B9F">
        <w:rPr>
          <w:rFonts w:ascii="Times New Roman" w:hAnsi="Times New Roman"/>
          <w:sz w:val="28"/>
          <w:szCs w:val="28"/>
          <w:lang w:eastAsia="ru-RU"/>
        </w:rPr>
        <w:t>ый</w:t>
      </w:r>
      <w:r w:rsidRPr="002F2AB1">
        <w:rPr>
          <w:rFonts w:ascii="Times New Roman" w:hAnsi="Times New Roman"/>
          <w:sz w:val="28"/>
          <w:szCs w:val="28"/>
          <w:lang w:eastAsia="ru-RU"/>
        </w:rPr>
        <w:t xml:space="preserve"> правово</w:t>
      </w:r>
      <w:r w:rsidR="00F07B9F">
        <w:rPr>
          <w:rFonts w:ascii="Times New Roman" w:hAnsi="Times New Roman"/>
          <w:sz w:val="28"/>
          <w:szCs w:val="28"/>
          <w:lang w:eastAsia="ru-RU"/>
        </w:rPr>
        <w:t>й</w:t>
      </w:r>
      <w:r w:rsidRPr="002F2AB1">
        <w:rPr>
          <w:rFonts w:ascii="Times New Roman" w:hAnsi="Times New Roman"/>
          <w:sz w:val="28"/>
          <w:szCs w:val="28"/>
          <w:lang w:eastAsia="ru-RU"/>
        </w:rPr>
        <w:t xml:space="preserve"> акт города Владивостока «О внесении изменений в муниципальный правовой акт города Владивостока</w:t>
      </w:r>
      <w:r w:rsidR="00D9227A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2F2AB1">
        <w:rPr>
          <w:rFonts w:ascii="Times New Roman" w:hAnsi="Times New Roman"/>
          <w:sz w:val="28"/>
          <w:szCs w:val="28"/>
          <w:lang w:eastAsia="ru-RU"/>
        </w:rPr>
        <w:t xml:space="preserve"> от 02.08.2013 №</w:t>
      </w:r>
      <w:r w:rsidR="00D922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2AB1">
        <w:rPr>
          <w:rFonts w:ascii="Times New Roman" w:hAnsi="Times New Roman"/>
          <w:sz w:val="28"/>
          <w:szCs w:val="28"/>
          <w:lang w:eastAsia="ru-RU"/>
        </w:rPr>
        <w:t>54-МПА «Положение о присуждении премии молодежи города Владивостока «Есть за что!»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F2AB1" w:rsidRDefault="002F2AB1" w:rsidP="00D9227A">
      <w:pPr>
        <w:tabs>
          <w:tab w:val="left" w:pos="5925"/>
          <w:tab w:val="left" w:pos="5985"/>
          <w:tab w:val="center" w:pos="715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2F2AB1" w:rsidRDefault="002F2AB1" w:rsidP="00D9227A">
      <w:pPr>
        <w:tabs>
          <w:tab w:val="left" w:pos="5925"/>
          <w:tab w:val="left" w:pos="5985"/>
          <w:tab w:val="center" w:pos="715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D9227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:rsidR="002F2AB1" w:rsidRDefault="002F2AB1" w:rsidP="002F2AB1">
      <w:pPr>
        <w:tabs>
          <w:tab w:val="left" w:pos="5925"/>
          <w:tab w:val="left" w:pos="5985"/>
          <w:tab w:val="center" w:pos="715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6A8B" w:rsidRPr="005B5E38" w:rsidRDefault="00D9227A" w:rsidP="00F07B9F">
      <w:pPr>
        <w:tabs>
          <w:tab w:val="left" w:pos="5925"/>
          <w:tab w:val="left" w:pos="5985"/>
          <w:tab w:val="left" w:pos="6372"/>
        </w:tabs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Председатель Думы</w:t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  <w:t xml:space="preserve">                </w:t>
      </w:r>
      <w:r w:rsidRPr="002F2AB1">
        <w:rPr>
          <w:rFonts w:ascii="Times New Roman" w:hAnsi="Times New Roman"/>
          <w:sz w:val="28"/>
          <w:szCs w:val="20"/>
          <w:lang w:eastAsia="ru-RU"/>
        </w:rPr>
        <w:t xml:space="preserve">   </w:t>
      </w:r>
      <w:r>
        <w:rPr>
          <w:rFonts w:ascii="Times New Roman" w:hAnsi="Times New Roman"/>
          <w:sz w:val="28"/>
          <w:szCs w:val="20"/>
          <w:lang w:eastAsia="ru-RU"/>
        </w:rPr>
        <w:t>А.П. Брик</w:t>
      </w:r>
    </w:p>
    <w:p w:rsidR="00D32E52" w:rsidRPr="00D32A0D" w:rsidRDefault="00CA6A8B" w:rsidP="00D32E52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5E38">
        <w:rPr>
          <w:rFonts w:ascii="Times New Roman" w:hAnsi="Times New Roman"/>
          <w:sz w:val="28"/>
          <w:szCs w:val="20"/>
          <w:lang w:eastAsia="ru-RU"/>
        </w:rPr>
        <w:br w:type="page"/>
      </w:r>
    </w:p>
    <w:p w:rsidR="00F057FD" w:rsidRDefault="00F057FD" w:rsidP="00F05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МУНИЦИПАЛЬНЫЙ ПРАВОВОЙ АКТ</w:t>
      </w:r>
    </w:p>
    <w:p w:rsidR="00F057FD" w:rsidRDefault="00F057FD" w:rsidP="00F05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ВЛАДИВОСТОКА</w:t>
      </w:r>
    </w:p>
    <w:p w:rsidR="00F057FD" w:rsidRDefault="00F057FD" w:rsidP="00F05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57FD" w:rsidRDefault="00F057FD" w:rsidP="00F05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57FD" w:rsidRDefault="00F057FD" w:rsidP="00F05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57FD" w:rsidRDefault="00F057FD" w:rsidP="00F057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524B6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муниципальный правовой акт города Владивостока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0524B6">
        <w:rPr>
          <w:rFonts w:ascii="Times New Roman" w:hAnsi="Times New Roman"/>
          <w:sz w:val="28"/>
          <w:szCs w:val="28"/>
          <w:lang w:eastAsia="ru-RU"/>
        </w:rPr>
        <w:t>от 02.08.2013 № 54-МПА «Положение о присуждении премии молодежи города Владивостока «Есть за что!»</w:t>
      </w:r>
    </w:p>
    <w:p w:rsidR="00F057FD" w:rsidRPr="000524B6" w:rsidRDefault="00F057FD" w:rsidP="00F057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057FD" w:rsidRDefault="00F057FD" w:rsidP="00F057F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57FD" w:rsidRDefault="00F057FD" w:rsidP="00F057F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57FD" w:rsidRDefault="00F057FD" w:rsidP="00394FA4">
      <w:pPr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hAnsi="Times New Roman"/>
          <w:sz w:val="28"/>
          <w:szCs w:val="20"/>
          <w:lang w:eastAsia="ru-RU"/>
        </w:rPr>
        <w:t>Принят</w:t>
      </w:r>
      <w:proofErr w:type="gramEnd"/>
      <w:r>
        <w:rPr>
          <w:rFonts w:ascii="Times New Roman" w:hAnsi="Times New Roman"/>
          <w:sz w:val="28"/>
          <w:szCs w:val="20"/>
          <w:lang w:eastAsia="ru-RU"/>
        </w:rPr>
        <w:t xml:space="preserve"> Думой города Владивостока «____»_____2025 года</w:t>
      </w:r>
    </w:p>
    <w:p w:rsidR="00F057FD" w:rsidRPr="00D94F91" w:rsidRDefault="00F057FD" w:rsidP="00F057FD">
      <w:pPr>
        <w:spacing w:after="0" w:line="360" w:lineRule="auto"/>
        <w:ind w:firstLine="743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057FD" w:rsidRDefault="00F057FD" w:rsidP="00F057FD">
      <w:pPr>
        <w:pStyle w:val="ad"/>
        <w:widowControl w:val="0"/>
        <w:tabs>
          <w:tab w:val="num" w:pos="1833"/>
        </w:tabs>
        <w:spacing w:before="1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EE04BF"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Pr="00D32E52">
        <w:rPr>
          <w:rFonts w:ascii="Times New Roman" w:hAnsi="Times New Roman"/>
          <w:sz w:val="28"/>
          <w:szCs w:val="28"/>
          <w:lang w:eastAsia="ru-RU"/>
        </w:rPr>
        <w:t xml:space="preserve">муниципальный правовой акт города Владивостока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D32E52">
        <w:rPr>
          <w:rFonts w:ascii="Times New Roman" w:hAnsi="Times New Roman"/>
          <w:sz w:val="28"/>
          <w:szCs w:val="28"/>
          <w:lang w:eastAsia="ru-RU"/>
        </w:rPr>
        <w:t>от 02.08.2013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32E52">
        <w:rPr>
          <w:rFonts w:ascii="Times New Roman" w:hAnsi="Times New Roman"/>
          <w:sz w:val="28"/>
          <w:szCs w:val="28"/>
          <w:lang w:eastAsia="ru-RU"/>
        </w:rPr>
        <w:t>54-МПА «Положение о присуждении премии молодежи города Владивостока «Есть за что!»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 </w:t>
      </w:r>
    </w:p>
    <w:p w:rsidR="00F057FD" w:rsidRDefault="00F057FD" w:rsidP="00DC6B0E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 </w:t>
      </w:r>
      <w:r w:rsidRPr="00D32E52">
        <w:rPr>
          <w:rFonts w:ascii="Times New Roman" w:hAnsi="Times New Roman"/>
          <w:sz w:val="28"/>
          <w:szCs w:val="28"/>
          <w:lang w:eastAsia="ru-RU"/>
        </w:rPr>
        <w:t>пункт 1.</w:t>
      </w:r>
      <w:r w:rsidRPr="00F057FD">
        <w:rPr>
          <w:rFonts w:ascii="Times New Roman" w:hAnsi="Times New Roman"/>
          <w:sz w:val="28"/>
          <w:szCs w:val="28"/>
          <w:lang w:eastAsia="ru-RU"/>
        </w:rPr>
        <w:t>2</w:t>
      </w:r>
      <w:r w:rsidRPr="00D32E52">
        <w:rPr>
          <w:rFonts w:ascii="Times New Roman" w:hAnsi="Times New Roman"/>
          <w:sz w:val="28"/>
          <w:szCs w:val="28"/>
          <w:lang w:eastAsia="ru-RU"/>
        </w:rPr>
        <w:t xml:space="preserve"> раздела 1</w:t>
      </w:r>
      <w:r>
        <w:rPr>
          <w:rFonts w:ascii="Times New Roman" w:hAnsi="Times New Roman"/>
          <w:sz w:val="28"/>
          <w:szCs w:val="28"/>
          <w:lang w:eastAsia="ru-RU"/>
        </w:rPr>
        <w:t xml:space="preserve"> изложить</w:t>
      </w:r>
      <w:r w:rsidRPr="00D32E52">
        <w:rPr>
          <w:rFonts w:ascii="Times New Roman" w:hAnsi="Times New Roman"/>
          <w:sz w:val="28"/>
          <w:szCs w:val="28"/>
          <w:lang w:eastAsia="ru-RU"/>
        </w:rPr>
        <w:t xml:space="preserve"> в следующей редакции: </w:t>
      </w:r>
    </w:p>
    <w:p w:rsidR="00F057FD" w:rsidRPr="00F057FD" w:rsidRDefault="00F057FD" w:rsidP="00F057FD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«1.</w:t>
      </w:r>
      <w:r w:rsidRPr="00F057FD">
        <w:rPr>
          <w:rFonts w:ascii="Times New Roman" w:hAnsi="Times New Roman"/>
          <w:sz w:val="28"/>
          <w:szCs w:val="28"/>
          <w:lang w:eastAsia="ru-RU"/>
        </w:rPr>
        <w:t>2. Премия - это поощрение, одобрение деятельности молодых людей за вклад:</w:t>
      </w:r>
    </w:p>
    <w:p w:rsidR="00F057FD" w:rsidRPr="00F057FD" w:rsidRDefault="00F057FD" w:rsidP="00F057FD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7FD">
        <w:rPr>
          <w:rFonts w:ascii="Times New Roman" w:hAnsi="Times New Roman"/>
          <w:sz w:val="28"/>
          <w:szCs w:val="28"/>
          <w:lang w:eastAsia="ru-RU"/>
        </w:rPr>
        <w:t>в развитие привлекательности городской территории и сохранение исторического наследия города Владивостока;</w:t>
      </w:r>
    </w:p>
    <w:p w:rsidR="00F057FD" w:rsidRPr="00F057FD" w:rsidRDefault="00F057FD" w:rsidP="00F057FD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7FD">
        <w:rPr>
          <w:rFonts w:ascii="Times New Roman" w:hAnsi="Times New Roman"/>
          <w:sz w:val="28"/>
          <w:szCs w:val="28"/>
          <w:lang w:eastAsia="ru-RU"/>
        </w:rPr>
        <w:t>в области предпринимательства и экономического развития;</w:t>
      </w:r>
    </w:p>
    <w:p w:rsidR="00F057FD" w:rsidRPr="00F057FD" w:rsidRDefault="00F057FD" w:rsidP="00F057FD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7FD">
        <w:rPr>
          <w:rFonts w:ascii="Times New Roman" w:hAnsi="Times New Roman"/>
          <w:sz w:val="28"/>
          <w:szCs w:val="28"/>
          <w:lang w:eastAsia="ru-RU"/>
        </w:rPr>
        <w:t>в области образования, просвещения и науки</w:t>
      </w:r>
      <w:r>
        <w:rPr>
          <w:rFonts w:ascii="Times New Roman" w:hAnsi="Times New Roman"/>
          <w:sz w:val="28"/>
          <w:szCs w:val="28"/>
          <w:lang w:eastAsia="ru-RU"/>
        </w:rPr>
        <w:t>, в том числе популяризации научной деятельности</w:t>
      </w:r>
      <w:r w:rsidRPr="00F057FD">
        <w:rPr>
          <w:rFonts w:ascii="Times New Roman" w:hAnsi="Times New Roman"/>
          <w:sz w:val="28"/>
          <w:szCs w:val="28"/>
          <w:lang w:eastAsia="ru-RU"/>
        </w:rPr>
        <w:t>;</w:t>
      </w:r>
    </w:p>
    <w:p w:rsidR="00F057FD" w:rsidRPr="00F057FD" w:rsidRDefault="00F057FD" w:rsidP="00F057FD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7FD">
        <w:rPr>
          <w:rFonts w:ascii="Times New Roman" w:hAnsi="Times New Roman"/>
          <w:sz w:val="28"/>
          <w:szCs w:val="28"/>
          <w:lang w:eastAsia="ru-RU"/>
        </w:rPr>
        <w:t>в области развития общественных связей и журналистики;</w:t>
      </w:r>
    </w:p>
    <w:p w:rsidR="00F057FD" w:rsidRPr="00F057FD" w:rsidRDefault="00F057FD" w:rsidP="00F057FD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7FD">
        <w:rPr>
          <w:rFonts w:ascii="Times New Roman" w:hAnsi="Times New Roman"/>
          <w:sz w:val="28"/>
          <w:szCs w:val="28"/>
          <w:lang w:eastAsia="ru-RU"/>
        </w:rPr>
        <w:t>в области социальных коммуникаций и благотворительности;</w:t>
      </w:r>
    </w:p>
    <w:p w:rsidR="00F057FD" w:rsidRPr="00F057FD" w:rsidRDefault="00F057FD" w:rsidP="00F057FD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7FD">
        <w:rPr>
          <w:rFonts w:ascii="Times New Roman" w:hAnsi="Times New Roman"/>
          <w:sz w:val="28"/>
          <w:szCs w:val="28"/>
          <w:lang w:eastAsia="ru-RU"/>
        </w:rPr>
        <w:t>в области искусства и культуры;</w:t>
      </w:r>
    </w:p>
    <w:p w:rsidR="00F057FD" w:rsidRPr="00F057FD" w:rsidRDefault="00F057FD" w:rsidP="00F057FD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7FD">
        <w:rPr>
          <w:rFonts w:ascii="Times New Roman" w:hAnsi="Times New Roman"/>
          <w:sz w:val="28"/>
          <w:szCs w:val="28"/>
          <w:lang w:eastAsia="ru-RU"/>
        </w:rPr>
        <w:t>в укрепление здорового образа жизни;</w:t>
      </w:r>
    </w:p>
    <w:p w:rsidR="00F057FD" w:rsidRDefault="00F057FD" w:rsidP="00F057FD">
      <w:pPr>
        <w:pStyle w:val="ad"/>
        <w:widowControl w:val="0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7FD">
        <w:rPr>
          <w:rFonts w:ascii="Times New Roman" w:hAnsi="Times New Roman"/>
          <w:sz w:val="28"/>
          <w:szCs w:val="28"/>
          <w:lang w:eastAsia="ru-RU"/>
        </w:rPr>
        <w:t>в области охраны экологии городской среды</w:t>
      </w:r>
      <w:proofErr w:type="gramStart"/>
      <w:r w:rsidRPr="00F057FD">
        <w:rPr>
          <w:rFonts w:ascii="Times New Roman" w:hAnsi="Times New Roman"/>
          <w:sz w:val="28"/>
          <w:szCs w:val="28"/>
          <w:lang w:eastAsia="ru-RU"/>
        </w:rPr>
        <w:t>.</w:t>
      </w:r>
      <w:r w:rsidRPr="00D32E52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DA5D30" w:rsidRPr="00B14CEF" w:rsidRDefault="00E406E7" w:rsidP="00E406E7">
      <w:pPr>
        <w:pStyle w:val="ad"/>
        <w:widowControl w:val="0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4FA4" w:rsidRPr="00B14CEF">
        <w:rPr>
          <w:rFonts w:ascii="Times New Roman" w:hAnsi="Times New Roman"/>
          <w:sz w:val="28"/>
          <w:szCs w:val="28"/>
          <w:lang w:eastAsia="ru-RU"/>
        </w:rPr>
        <w:t>пункт 1.7</w:t>
      </w:r>
      <w:r w:rsidR="00394F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4FA4" w:rsidRPr="00B14CEF">
        <w:rPr>
          <w:rFonts w:ascii="Times New Roman" w:hAnsi="Times New Roman"/>
          <w:sz w:val="28"/>
          <w:szCs w:val="28"/>
          <w:lang w:eastAsia="ru-RU"/>
        </w:rPr>
        <w:t>раздел</w:t>
      </w:r>
      <w:r w:rsidR="00394FA4">
        <w:rPr>
          <w:rFonts w:ascii="Times New Roman" w:hAnsi="Times New Roman"/>
          <w:sz w:val="28"/>
          <w:szCs w:val="28"/>
          <w:lang w:eastAsia="ru-RU"/>
        </w:rPr>
        <w:t>а</w:t>
      </w:r>
      <w:r w:rsidR="00394FA4" w:rsidRPr="00B14CEF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394F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4CEF" w:rsidRPr="00B14CEF">
        <w:rPr>
          <w:rFonts w:ascii="Times New Roman" w:hAnsi="Times New Roman"/>
          <w:sz w:val="28"/>
          <w:szCs w:val="28"/>
          <w:lang w:eastAsia="ru-RU"/>
        </w:rPr>
        <w:t>исключить</w:t>
      </w:r>
      <w:r w:rsidR="00DA5D30" w:rsidRPr="00B14CEF">
        <w:rPr>
          <w:rFonts w:ascii="Times New Roman" w:hAnsi="Times New Roman"/>
          <w:sz w:val="28"/>
          <w:szCs w:val="28"/>
          <w:lang w:eastAsia="ru-RU"/>
        </w:rPr>
        <w:t>;</w:t>
      </w:r>
    </w:p>
    <w:p w:rsidR="00F057FD" w:rsidRPr="00E406E7" w:rsidRDefault="00394FA4" w:rsidP="00E406E7">
      <w:pPr>
        <w:pStyle w:val="ad"/>
        <w:widowControl w:val="0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57FD" w:rsidRPr="00E406E7">
        <w:rPr>
          <w:rFonts w:ascii="Times New Roman" w:hAnsi="Times New Roman"/>
          <w:sz w:val="28"/>
          <w:szCs w:val="28"/>
          <w:lang w:eastAsia="ru-RU"/>
        </w:rPr>
        <w:t xml:space="preserve">пункт 3.2 раздела 3 изложить в следующей редакции: </w:t>
      </w:r>
    </w:p>
    <w:p w:rsidR="00823FA7" w:rsidRDefault="00F057FD" w:rsidP="00823FA7">
      <w:pPr>
        <w:pStyle w:val="ad"/>
        <w:widowControl w:val="0"/>
        <w:tabs>
          <w:tab w:val="num" w:pos="183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7DE2">
        <w:rPr>
          <w:rFonts w:ascii="Times New Roman" w:hAnsi="Times New Roman"/>
          <w:sz w:val="28"/>
          <w:szCs w:val="28"/>
          <w:lang w:eastAsia="ru-RU"/>
        </w:rPr>
        <w:t xml:space="preserve">«3.2. </w:t>
      </w:r>
      <w:proofErr w:type="gramStart"/>
      <w:r w:rsidRPr="007C7DE2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в пункте 3.1 настоящего раздела, предоставляются в уполномоченный орган администрации города </w:t>
      </w:r>
      <w:r w:rsidRPr="007C7DE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Владивостока в печатном и электронном виде </w:t>
      </w:r>
      <w:r w:rsidR="00DC6B0E" w:rsidRPr="00DC6B0E">
        <w:rPr>
          <w:rFonts w:ascii="Times New Roman" w:hAnsi="Times New Roman"/>
          <w:sz w:val="28"/>
          <w:szCs w:val="28"/>
          <w:lang w:eastAsia="ru-RU"/>
        </w:rPr>
        <w:t xml:space="preserve">или направляются посредством Регионального портала государственных и муниципальных услуг Приморского края (https://gosuslugi.primorsky.ru) </w:t>
      </w:r>
      <w:r w:rsidR="00DC6B0E" w:rsidRPr="00E80B87">
        <w:rPr>
          <w:rFonts w:ascii="Times New Roman" w:hAnsi="Times New Roman"/>
          <w:sz w:val="28"/>
          <w:szCs w:val="28"/>
          <w:lang w:eastAsia="ru-RU"/>
        </w:rPr>
        <w:t>или Единого портала государственных и муниципальных услуг (https://gosuslugi.ru)</w:t>
      </w:r>
      <w:r w:rsidR="00DC6B0E" w:rsidRPr="00DC6B0E">
        <w:rPr>
          <w:rFonts w:ascii="Times New Roman" w:hAnsi="Times New Roman"/>
          <w:sz w:val="28"/>
          <w:szCs w:val="28"/>
          <w:lang w:eastAsia="ru-RU"/>
        </w:rPr>
        <w:t xml:space="preserve"> в электронно</w:t>
      </w:r>
      <w:r w:rsidR="00DC6B0E">
        <w:rPr>
          <w:rFonts w:ascii="Times New Roman" w:hAnsi="Times New Roman"/>
          <w:sz w:val="28"/>
          <w:szCs w:val="28"/>
          <w:lang w:eastAsia="ru-RU"/>
        </w:rPr>
        <w:t xml:space="preserve">м виде </w:t>
      </w:r>
      <w:r w:rsidR="00DC6B0E" w:rsidRPr="00DC6B0E">
        <w:rPr>
          <w:rFonts w:ascii="Times New Roman" w:hAnsi="Times New Roman"/>
          <w:sz w:val="28"/>
          <w:szCs w:val="28"/>
          <w:lang w:eastAsia="ru-RU"/>
        </w:rPr>
        <w:t>до 20 ноября текущего года.»;</w:t>
      </w:r>
      <w:proofErr w:type="gramEnd"/>
    </w:p>
    <w:p w:rsidR="00394FA4" w:rsidRPr="00216448" w:rsidRDefault="00394FA4" w:rsidP="00394FA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 </w:t>
      </w:r>
      <w:r w:rsidR="007162BB" w:rsidRPr="007162BB">
        <w:rPr>
          <w:rFonts w:ascii="Times New Roman" w:hAnsi="Times New Roman"/>
          <w:sz w:val="28"/>
          <w:szCs w:val="28"/>
          <w:lang w:eastAsia="ru-RU"/>
        </w:rPr>
        <w:t xml:space="preserve">пункт </w:t>
      </w:r>
      <w:r w:rsidR="007162BB">
        <w:rPr>
          <w:rFonts w:ascii="Times New Roman" w:hAnsi="Times New Roman"/>
          <w:sz w:val="28"/>
          <w:szCs w:val="28"/>
          <w:lang w:eastAsia="ru-RU"/>
        </w:rPr>
        <w:t>4.5</w:t>
      </w:r>
      <w:r w:rsidR="007162BB" w:rsidRPr="007162BB">
        <w:rPr>
          <w:rFonts w:ascii="Times New Roman" w:hAnsi="Times New Roman"/>
          <w:sz w:val="28"/>
          <w:szCs w:val="28"/>
          <w:lang w:eastAsia="ru-RU"/>
        </w:rPr>
        <w:t xml:space="preserve"> раздела </w:t>
      </w:r>
      <w:r w:rsidR="007162BB">
        <w:rPr>
          <w:rFonts w:ascii="Times New Roman" w:hAnsi="Times New Roman"/>
          <w:sz w:val="28"/>
          <w:szCs w:val="28"/>
          <w:lang w:eastAsia="ru-RU"/>
        </w:rPr>
        <w:t>4</w:t>
      </w:r>
      <w:r w:rsidR="007162BB" w:rsidRPr="007162BB"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</w:t>
      </w:r>
      <w:r w:rsidRPr="00216448">
        <w:rPr>
          <w:rFonts w:ascii="Times New Roman" w:hAnsi="Times New Roman"/>
          <w:sz w:val="28"/>
          <w:szCs w:val="28"/>
          <w:lang w:eastAsia="ru-RU"/>
        </w:rPr>
        <w:t>:</w:t>
      </w:r>
    </w:p>
    <w:p w:rsidR="00394FA4" w:rsidRPr="001B3CCA" w:rsidRDefault="00394FA4" w:rsidP="001B3CCA">
      <w:pPr>
        <w:pStyle w:val="ad"/>
        <w:widowControl w:val="0"/>
        <w:tabs>
          <w:tab w:val="num" w:pos="183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6448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4.</w:t>
      </w:r>
      <w:r w:rsidR="007162BB">
        <w:rPr>
          <w:rFonts w:ascii="Times New Roman" w:hAnsi="Times New Roman"/>
          <w:sz w:val="28"/>
          <w:szCs w:val="28"/>
          <w:lang w:eastAsia="ru-RU"/>
        </w:rPr>
        <w:t>5</w:t>
      </w:r>
      <w:r w:rsidRPr="0021644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56ED6">
        <w:rPr>
          <w:rFonts w:ascii="Times New Roman" w:hAnsi="Times New Roman"/>
          <w:sz w:val="28"/>
          <w:szCs w:val="28"/>
          <w:lang w:eastAsia="ru-RU"/>
        </w:rPr>
        <w:t xml:space="preserve">Кандидат </w:t>
      </w:r>
      <w:r w:rsidRPr="00216448">
        <w:rPr>
          <w:rFonts w:ascii="Times New Roman" w:hAnsi="Times New Roman"/>
          <w:sz w:val="28"/>
          <w:szCs w:val="28"/>
          <w:lang w:eastAsia="ru-RU"/>
        </w:rPr>
        <w:t>имеет право на получение Премии н</w:t>
      </w:r>
      <w:r w:rsidR="00156ED6">
        <w:rPr>
          <w:rFonts w:ascii="Times New Roman" w:hAnsi="Times New Roman"/>
          <w:sz w:val="28"/>
          <w:szCs w:val="28"/>
          <w:lang w:eastAsia="ru-RU"/>
        </w:rPr>
        <w:t xml:space="preserve">е чаще одного раза в два года. </w:t>
      </w:r>
      <w:r w:rsidR="00156ED6" w:rsidRPr="00216448">
        <w:rPr>
          <w:rFonts w:ascii="Times New Roman" w:hAnsi="Times New Roman"/>
          <w:sz w:val="28"/>
          <w:szCs w:val="28"/>
          <w:lang w:eastAsia="ru-RU"/>
        </w:rPr>
        <w:t xml:space="preserve">За один календарный год </w:t>
      </w:r>
      <w:r w:rsidR="008D42EB">
        <w:rPr>
          <w:rFonts w:ascii="Times New Roman" w:hAnsi="Times New Roman"/>
          <w:sz w:val="28"/>
          <w:szCs w:val="28"/>
          <w:lang w:eastAsia="ru-RU"/>
        </w:rPr>
        <w:t>кандидат</w:t>
      </w:r>
      <w:r w:rsidR="00156ED6" w:rsidRPr="00216448">
        <w:rPr>
          <w:rFonts w:ascii="Times New Roman" w:hAnsi="Times New Roman"/>
          <w:sz w:val="28"/>
          <w:szCs w:val="28"/>
          <w:lang w:eastAsia="ru-RU"/>
        </w:rPr>
        <w:t xml:space="preserve"> име</w:t>
      </w:r>
      <w:r w:rsidR="008D42EB">
        <w:rPr>
          <w:rFonts w:ascii="Times New Roman" w:hAnsi="Times New Roman"/>
          <w:sz w:val="28"/>
          <w:szCs w:val="28"/>
          <w:lang w:eastAsia="ru-RU"/>
        </w:rPr>
        <w:t>е</w:t>
      </w:r>
      <w:r w:rsidR="00156ED6" w:rsidRPr="00216448">
        <w:rPr>
          <w:rFonts w:ascii="Times New Roman" w:hAnsi="Times New Roman"/>
          <w:sz w:val="28"/>
          <w:szCs w:val="28"/>
          <w:lang w:eastAsia="ru-RU"/>
        </w:rPr>
        <w:t>т право на получение только одной из мер поощрения</w:t>
      </w:r>
      <w:r w:rsidR="00643CF7">
        <w:rPr>
          <w:rFonts w:ascii="Times New Roman" w:hAnsi="Times New Roman"/>
          <w:sz w:val="28"/>
          <w:szCs w:val="28"/>
          <w:lang w:eastAsia="ru-RU"/>
        </w:rPr>
        <w:t>,</w:t>
      </w:r>
      <w:r w:rsidR="00156ED6" w:rsidRPr="002164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3CF7">
        <w:rPr>
          <w:rFonts w:ascii="Times New Roman" w:hAnsi="Times New Roman"/>
          <w:sz w:val="28"/>
          <w:szCs w:val="28"/>
          <w:lang w:eastAsia="ru-RU"/>
        </w:rPr>
        <w:t>установленных</w:t>
      </w:r>
      <w:r w:rsidR="00BD3605">
        <w:rPr>
          <w:rFonts w:ascii="Times New Roman" w:hAnsi="Times New Roman"/>
          <w:sz w:val="28"/>
          <w:szCs w:val="28"/>
          <w:lang w:eastAsia="ru-RU"/>
        </w:rPr>
        <w:t xml:space="preserve"> постановлениями администрации города Владивостока</w:t>
      </w:r>
      <w:r w:rsidR="00643CF7">
        <w:rPr>
          <w:rFonts w:ascii="Times New Roman" w:hAnsi="Times New Roman"/>
          <w:sz w:val="28"/>
          <w:szCs w:val="28"/>
          <w:lang w:eastAsia="ru-RU"/>
        </w:rPr>
        <w:t>:</w:t>
      </w:r>
      <w:r w:rsidR="006C011F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216DCC" w:rsidRPr="001B3CCA">
        <w:rPr>
          <w:rFonts w:ascii="Times New Roman" w:hAnsi="Times New Roman"/>
          <w:sz w:val="28"/>
          <w:szCs w:val="28"/>
          <w:lang w:eastAsia="ru-RU"/>
        </w:rPr>
        <w:t xml:space="preserve">26.04.2024 </w:t>
      </w:r>
      <w:r w:rsidR="00723B3E" w:rsidRPr="001B3CCA">
        <w:rPr>
          <w:rFonts w:ascii="Times New Roman" w:hAnsi="Times New Roman"/>
          <w:sz w:val="28"/>
          <w:szCs w:val="28"/>
          <w:lang w:eastAsia="ru-RU"/>
        </w:rPr>
        <w:t>№</w:t>
      </w:r>
      <w:r w:rsidR="00216DCC" w:rsidRPr="001B3CCA">
        <w:rPr>
          <w:rFonts w:ascii="Times New Roman" w:hAnsi="Times New Roman"/>
          <w:sz w:val="28"/>
          <w:szCs w:val="28"/>
          <w:lang w:eastAsia="ru-RU"/>
        </w:rPr>
        <w:t xml:space="preserve"> 1033 «Об утверждении Положения о порядке присуждения знака «Молодежный вектор», </w:t>
      </w:r>
      <w:r w:rsidR="006C011F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43CF7" w:rsidRPr="001B3CCA">
        <w:rPr>
          <w:rFonts w:ascii="Times New Roman" w:hAnsi="Times New Roman"/>
          <w:sz w:val="28"/>
          <w:szCs w:val="28"/>
          <w:lang w:eastAsia="ru-RU"/>
        </w:rPr>
        <w:t>21.10.2022 № 2523 «Об утверждении Положения о порядке присуждения премии «Доброволец года»</w:t>
      </w:r>
      <w:r w:rsidR="001D0FBD" w:rsidRPr="001B3CCA">
        <w:rPr>
          <w:rFonts w:ascii="Times New Roman" w:hAnsi="Times New Roman"/>
          <w:sz w:val="28"/>
          <w:szCs w:val="28"/>
          <w:lang w:eastAsia="ru-RU"/>
        </w:rPr>
        <w:t>, а также настоящим Положением</w:t>
      </w:r>
      <w:proofErr w:type="gramStart"/>
      <w:r w:rsidR="00156ED6" w:rsidRPr="001B3CCA"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F057FD" w:rsidRDefault="00F057FD" w:rsidP="00216448">
      <w:pPr>
        <w:pStyle w:val="ad"/>
        <w:widowControl w:val="0"/>
        <w:tabs>
          <w:tab w:val="num" w:pos="183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5B5E38">
        <w:rPr>
          <w:rFonts w:ascii="Times New Roman" w:hAnsi="Times New Roman"/>
          <w:sz w:val="28"/>
          <w:szCs w:val="28"/>
          <w:lang w:eastAsia="ru-RU"/>
        </w:rPr>
        <w:t>Настоящ</w:t>
      </w:r>
      <w:r w:rsidR="00E364E6">
        <w:rPr>
          <w:rFonts w:ascii="Times New Roman" w:hAnsi="Times New Roman"/>
          <w:sz w:val="28"/>
          <w:szCs w:val="28"/>
          <w:lang w:eastAsia="ru-RU"/>
        </w:rPr>
        <w:t>ий муниципальный правовой а</w:t>
      </w:r>
      <w:proofErr w:type="gramStart"/>
      <w:r w:rsidR="00E364E6">
        <w:rPr>
          <w:rFonts w:ascii="Times New Roman" w:hAnsi="Times New Roman"/>
          <w:sz w:val="28"/>
          <w:szCs w:val="28"/>
          <w:lang w:eastAsia="ru-RU"/>
        </w:rPr>
        <w:t xml:space="preserve">кт </w:t>
      </w:r>
      <w:r>
        <w:rPr>
          <w:rFonts w:ascii="Times New Roman" w:hAnsi="Times New Roman"/>
          <w:sz w:val="28"/>
          <w:szCs w:val="28"/>
          <w:lang w:eastAsia="ru-RU"/>
        </w:rPr>
        <w:t>вст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упает в силу со дня его официального опубликования</w:t>
      </w:r>
      <w:r w:rsidRPr="005B5E38">
        <w:rPr>
          <w:rFonts w:ascii="Times New Roman" w:hAnsi="Times New Roman"/>
          <w:sz w:val="28"/>
          <w:szCs w:val="28"/>
          <w:lang w:eastAsia="ru-RU"/>
        </w:rPr>
        <w:t>.</w:t>
      </w:r>
    </w:p>
    <w:p w:rsidR="00F057FD" w:rsidRDefault="00F057FD" w:rsidP="00F057FD">
      <w:pPr>
        <w:spacing w:before="120"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57FD" w:rsidRDefault="00F057FD" w:rsidP="00F057FD">
      <w:pPr>
        <w:spacing w:before="120"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</w:t>
      </w:r>
      <w:r w:rsidRPr="005B5E38">
        <w:rPr>
          <w:rFonts w:ascii="Times New Roman" w:hAnsi="Times New Roman"/>
          <w:sz w:val="28"/>
          <w:szCs w:val="28"/>
          <w:lang w:eastAsia="ru-RU"/>
        </w:rPr>
        <w:t>ав</w:t>
      </w:r>
      <w:r>
        <w:rPr>
          <w:rFonts w:ascii="Times New Roman" w:hAnsi="Times New Roman"/>
          <w:sz w:val="28"/>
          <w:szCs w:val="28"/>
          <w:lang w:eastAsia="ru-RU"/>
        </w:rPr>
        <w:t xml:space="preserve">а города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</w:t>
      </w:r>
      <w:r w:rsidRPr="005B5E38">
        <w:rPr>
          <w:rFonts w:ascii="Times New Roman" w:hAnsi="Times New Roman"/>
          <w:sz w:val="28"/>
          <w:szCs w:val="28"/>
          <w:lang w:eastAsia="ru-RU"/>
        </w:rPr>
        <w:tab/>
      </w:r>
      <w:r w:rsidRPr="005B5E38">
        <w:rPr>
          <w:rFonts w:ascii="Times New Roman" w:hAnsi="Times New Roman"/>
          <w:sz w:val="28"/>
          <w:szCs w:val="28"/>
          <w:lang w:eastAsia="ru-RU"/>
        </w:rPr>
        <w:tab/>
      </w:r>
      <w:r w:rsidRPr="005B5E38">
        <w:rPr>
          <w:rFonts w:ascii="Times New Roman" w:hAnsi="Times New Roman"/>
          <w:sz w:val="28"/>
          <w:szCs w:val="28"/>
          <w:lang w:eastAsia="ru-RU"/>
        </w:rPr>
        <w:tab/>
      </w:r>
      <w:r w:rsidRPr="005B5E38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5B5E3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5708AB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К.В. Шестаков</w:t>
      </w:r>
    </w:p>
    <w:p w:rsidR="00F057FD" w:rsidRDefault="00F057FD" w:rsidP="00F057F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57FD" w:rsidRDefault="00F057FD" w:rsidP="00F057F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C4A5B" w:rsidRDefault="00BC4A5B" w:rsidP="00F057F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057FD" w:rsidRDefault="00F057FD" w:rsidP="00F057F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Владивосток</w:t>
      </w:r>
    </w:p>
    <w:p w:rsidR="00F057FD" w:rsidRDefault="00F057FD" w:rsidP="00F057F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_____________2025 года</w:t>
      </w:r>
    </w:p>
    <w:p w:rsidR="00BC4A5B" w:rsidRPr="00BC4A5B" w:rsidRDefault="00BC4A5B" w:rsidP="00BC4A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C4A5B">
        <w:rPr>
          <w:rFonts w:ascii="Times New Roman" w:hAnsi="Times New Roman"/>
          <w:sz w:val="28"/>
          <w:szCs w:val="28"/>
          <w:lang w:eastAsia="ru-RU"/>
        </w:rPr>
        <w:t>№___________</w:t>
      </w:r>
    </w:p>
    <w:p w:rsidR="00BC4A5B" w:rsidRDefault="00BC4A5B" w:rsidP="00F057F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2E3C" w:rsidRPr="003F4513" w:rsidRDefault="00C92E3C" w:rsidP="00F05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C92E3C" w:rsidRPr="003F4513" w:rsidSect="003D2B47">
      <w:headerReference w:type="even" r:id="rId8"/>
      <w:headerReference w:type="default" r:id="rId9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EBB" w:rsidRDefault="00CC5EBB">
      <w:pPr>
        <w:spacing w:after="0" w:line="240" w:lineRule="auto"/>
      </w:pPr>
      <w:r>
        <w:separator/>
      </w:r>
    </w:p>
  </w:endnote>
  <w:endnote w:type="continuationSeparator" w:id="0">
    <w:p w:rsidR="00CC5EBB" w:rsidRDefault="00CC5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EBB" w:rsidRDefault="00CC5EBB">
      <w:pPr>
        <w:spacing w:after="0" w:line="240" w:lineRule="auto"/>
      </w:pPr>
      <w:r>
        <w:separator/>
      </w:r>
    </w:p>
  </w:footnote>
  <w:footnote w:type="continuationSeparator" w:id="0">
    <w:p w:rsidR="00CC5EBB" w:rsidRDefault="00CC5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A8B" w:rsidRDefault="00CA6A8B" w:rsidP="008F4D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6A8B" w:rsidRDefault="00CA6A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02" w:rsidRDefault="000B760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95008">
      <w:rPr>
        <w:noProof/>
      </w:rPr>
      <w:t>2</w:t>
    </w:r>
    <w:r>
      <w:fldChar w:fldCharType="end"/>
    </w:r>
  </w:p>
  <w:p w:rsidR="00CA6A8B" w:rsidRDefault="00CA6A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50B99"/>
    <w:multiLevelType w:val="multilevel"/>
    <w:tmpl w:val="4510DAA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DBA063B"/>
    <w:multiLevelType w:val="hybridMultilevel"/>
    <w:tmpl w:val="DF8CB400"/>
    <w:lvl w:ilvl="0" w:tplc="022459D6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397460D3"/>
    <w:multiLevelType w:val="multilevel"/>
    <w:tmpl w:val="B7C6C2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54A2052F"/>
    <w:multiLevelType w:val="hybridMultilevel"/>
    <w:tmpl w:val="2D2674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8547C"/>
    <w:multiLevelType w:val="hybridMultilevel"/>
    <w:tmpl w:val="4A32E0F4"/>
    <w:lvl w:ilvl="0" w:tplc="6FB4DF06">
      <w:start w:val="1"/>
      <w:numFmt w:val="decimal"/>
      <w:lvlText w:val="%1."/>
      <w:lvlJc w:val="left"/>
      <w:pPr>
        <w:ind w:left="7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F62297E"/>
    <w:multiLevelType w:val="hybridMultilevel"/>
    <w:tmpl w:val="F9107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B90"/>
    <w:rsid w:val="00000885"/>
    <w:rsid w:val="000025E2"/>
    <w:rsid w:val="00005EC1"/>
    <w:rsid w:val="00020B17"/>
    <w:rsid w:val="000273C6"/>
    <w:rsid w:val="0003254F"/>
    <w:rsid w:val="00035D30"/>
    <w:rsid w:val="00040CCD"/>
    <w:rsid w:val="00044DCD"/>
    <w:rsid w:val="00045219"/>
    <w:rsid w:val="000502D0"/>
    <w:rsid w:val="000524B6"/>
    <w:rsid w:val="000558BC"/>
    <w:rsid w:val="0007129B"/>
    <w:rsid w:val="00085001"/>
    <w:rsid w:val="00085084"/>
    <w:rsid w:val="00087FC1"/>
    <w:rsid w:val="000919A5"/>
    <w:rsid w:val="00091C57"/>
    <w:rsid w:val="000A2C9F"/>
    <w:rsid w:val="000A3A1C"/>
    <w:rsid w:val="000A3AAD"/>
    <w:rsid w:val="000A49EF"/>
    <w:rsid w:val="000A538F"/>
    <w:rsid w:val="000A6853"/>
    <w:rsid w:val="000A6E78"/>
    <w:rsid w:val="000B382C"/>
    <w:rsid w:val="000B7602"/>
    <w:rsid w:val="000C0714"/>
    <w:rsid w:val="000C0F65"/>
    <w:rsid w:val="000C1BC4"/>
    <w:rsid w:val="000C1E07"/>
    <w:rsid w:val="000C464B"/>
    <w:rsid w:val="000D06CA"/>
    <w:rsid w:val="000D0C5B"/>
    <w:rsid w:val="000D22F6"/>
    <w:rsid w:val="000D604D"/>
    <w:rsid w:val="000E471D"/>
    <w:rsid w:val="000F3C3B"/>
    <w:rsid w:val="00101353"/>
    <w:rsid w:val="00115BAB"/>
    <w:rsid w:val="00123779"/>
    <w:rsid w:val="0013118C"/>
    <w:rsid w:val="00140AAB"/>
    <w:rsid w:val="001466F5"/>
    <w:rsid w:val="00147BCD"/>
    <w:rsid w:val="0015459D"/>
    <w:rsid w:val="00154D8D"/>
    <w:rsid w:val="00156ED6"/>
    <w:rsid w:val="00166874"/>
    <w:rsid w:val="001725DD"/>
    <w:rsid w:val="00174579"/>
    <w:rsid w:val="00180022"/>
    <w:rsid w:val="001860E5"/>
    <w:rsid w:val="001B07F2"/>
    <w:rsid w:val="001B3CCA"/>
    <w:rsid w:val="001C1070"/>
    <w:rsid w:val="001C2CCF"/>
    <w:rsid w:val="001D0ACC"/>
    <w:rsid w:val="001D0FBD"/>
    <w:rsid w:val="001E5110"/>
    <w:rsid w:val="001E5150"/>
    <w:rsid w:val="001E5AE1"/>
    <w:rsid w:val="001F1BEB"/>
    <w:rsid w:val="002006F7"/>
    <w:rsid w:val="00211207"/>
    <w:rsid w:val="002157D1"/>
    <w:rsid w:val="00215C76"/>
    <w:rsid w:val="00216448"/>
    <w:rsid w:val="00216DCC"/>
    <w:rsid w:val="00222373"/>
    <w:rsid w:val="002235F8"/>
    <w:rsid w:val="00223DEC"/>
    <w:rsid w:val="002242F6"/>
    <w:rsid w:val="0023151C"/>
    <w:rsid w:val="002474F9"/>
    <w:rsid w:val="0025357C"/>
    <w:rsid w:val="00254664"/>
    <w:rsid w:val="002577EC"/>
    <w:rsid w:val="00261D20"/>
    <w:rsid w:val="002628D1"/>
    <w:rsid w:val="00267E4F"/>
    <w:rsid w:val="0027407B"/>
    <w:rsid w:val="00275086"/>
    <w:rsid w:val="0028040B"/>
    <w:rsid w:val="002808DA"/>
    <w:rsid w:val="002A22DF"/>
    <w:rsid w:val="002B10E5"/>
    <w:rsid w:val="002C0786"/>
    <w:rsid w:val="002C101A"/>
    <w:rsid w:val="002C4C23"/>
    <w:rsid w:val="002C4DBB"/>
    <w:rsid w:val="002D1F47"/>
    <w:rsid w:val="002D2001"/>
    <w:rsid w:val="002D2CD1"/>
    <w:rsid w:val="002D4A0E"/>
    <w:rsid w:val="002E39E9"/>
    <w:rsid w:val="002E4C3A"/>
    <w:rsid w:val="002F2AB1"/>
    <w:rsid w:val="002F31A9"/>
    <w:rsid w:val="002F6E2D"/>
    <w:rsid w:val="003038E2"/>
    <w:rsid w:val="00305B0A"/>
    <w:rsid w:val="00307D7E"/>
    <w:rsid w:val="003201B9"/>
    <w:rsid w:val="00324CB9"/>
    <w:rsid w:val="003378B0"/>
    <w:rsid w:val="0034063F"/>
    <w:rsid w:val="00341D4C"/>
    <w:rsid w:val="00343B41"/>
    <w:rsid w:val="00344319"/>
    <w:rsid w:val="003450C3"/>
    <w:rsid w:val="00350FC0"/>
    <w:rsid w:val="00355B36"/>
    <w:rsid w:val="0035729A"/>
    <w:rsid w:val="00366FE2"/>
    <w:rsid w:val="003755B8"/>
    <w:rsid w:val="00390B2F"/>
    <w:rsid w:val="00390F25"/>
    <w:rsid w:val="00394FA4"/>
    <w:rsid w:val="003B0A94"/>
    <w:rsid w:val="003B4E3A"/>
    <w:rsid w:val="003B680C"/>
    <w:rsid w:val="003C16E7"/>
    <w:rsid w:val="003D2B47"/>
    <w:rsid w:val="003D3A17"/>
    <w:rsid w:val="003E1B93"/>
    <w:rsid w:val="003E2470"/>
    <w:rsid w:val="003E5EA5"/>
    <w:rsid w:val="003F4513"/>
    <w:rsid w:val="00400633"/>
    <w:rsid w:val="0040245C"/>
    <w:rsid w:val="0040347B"/>
    <w:rsid w:val="004041E4"/>
    <w:rsid w:val="00411811"/>
    <w:rsid w:val="004137B0"/>
    <w:rsid w:val="00417250"/>
    <w:rsid w:val="0042037D"/>
    <w:rsid w:val="00430281"/>
    <w:rsid w:val="00437C9A"/>
    <w:rsid w:val="004409F5"/>
    <w:rsid w:val="00440FD0"/>
    <w:rsid w:val="00445770"/>
    <w:rsid w:val="00447124"/>
    <w:rsid w:val="00450506"/>
    <w:rsid w:val="00452D8C"/>
    <w:rsid w:val="00454856"/>
    <w:rsid w:val="00457C17"/>
    <w:rsid w:val="00457C64"/>
    <w:rsid w:val="00462FF2"/>
    <w:rsid w:val="00464529"/>
    <w:rsid w:val="0046589A"/>
    <w:rsid w:val="00467A28"/>
    <w:rsid w:val="00471023"/>
    <w:rsid w:val="00472390"/>
    <w:rsid w:val="004734CB"/>
    <w:rsid w:val="0047791E"/>
    <w:rsid w:val="00481891"/>
    <w:rsid w:val="004838C3"/>
    <w:rsid w:val="00483FDF"/>
    <w:rsid w:val="00496E28"/>
    <w:rsid w:val="004A144D"/>
    <w:rsid w:val="004B18A6"/>
    <w:rsid w:val="004B2E89"/>
    <w:rsid w:val="004C7151"/>
    <w:rsid w:val="004C7491"/>
    <w:rsid w:val="004C758F"/>
    <w:rsid w:val="004D7009"/>
    <w:rsid w:val="004E4499"/>
    <w:rsid w:val="004E62AA"/>
    <w:rsid w:val="004F1EE1"/>
    <w:rsid w:val="004F50F9"/>
    <w:rsid w:val="004F6911"/>
    <w:rsid w:val="004F6D56"/>
    <w:rsid w:val="00510A94"/>
    <w:rsid w:val="005133C0"/>
    <w:rsid w:val="00516976"/>
    <w:rsid w:val="00517366"/>
    <w:rsid w:val="00517D48"/>
    <w:rsid w:val="00521131"/>
    <w:rsid w:val="00521976"/>
    <w:rsid w:val="00524588"/>
    <w:rsid w:val="00542B90"/>
    <w:rsid w:val="005447E6"/>
    <w:rsid w:val="00551038"/>
    <w:rsid w:val="005548F6"/>
    <w:rsid w:val="005564F8"/>
    <w:rsid w:val="00557E41"/>
    <w:rsid w:val="00561CC5"/>
    <w:rsid w:val="005708AB"/>
    <w:rsid w:val="00583533"/>
    <w:rsid w:val="00585E36"/>
    <w:rsid w:val="00587109"/>
    <w:rsid w:val="00590A1B"/>
    <w:rsid w:val="005A2946"/>
    <w:rsid w:val="005A449B"/>
    <w:rsid w:val="005A4567"/>
    <w:rsid w:val="005A4B6F"/>
    <w:rsid w:val="005B5E38"/>
    <w:rsid w:val="005C1C23"/>
    <w:rsid w:val="005C53C4"/>
    <w:rsid w:val="005D2B84"/>
    <w:rsid w:val="005D46CE"/>
    <w:rsid w:val="005E2C1D"/>
    <w:rsid w:val="005E39A4"/>
    <w:rsid w:val="005E437B"/>
    <w:rsid w:val="005F474E"/>
    <w:rsid w:val="00600B50"/>
    <w:rsid w:val="00604666"/>
    <w:rsid w:val="0060639A"/>
    <w:rsid w:val="006071B6"/>
    <w:rsid w:val="0061228F"/>
    <w:rsid w:val="00617486"/>
    <w:rsid w:val="006219B4"/>
    <w:rsid w:val="0062332A"/>
    <w:rsid w:val="00624062"/>
    <w:rsid w:val="006378AF"/>
    <w:rsid w:val="00643CF7"/>
    <w:rsid w:val="00647F51"/>
    <w:rsid w:val="0065038D"/>
    <w:rsid w:val="00651DB5"/>
    <w:rsid w:val="00655236"/>
    <w:rsid w:val="0066143F"/>
    <w:rsid w:val="006643C9"/>
    <w:rsid w:val="00665A3E"/>
    <w:rsid w:val="00681858"/>
    <w:rsid w:val="00686328"/>
    <w:rsid w:val="006A31E9"/>
    <w:rsid w:val="006B0769"/>
    <w:rsid w:val="006C011F"/>
    <w:rsid w:val="006C2213"/>
    <w:rsid w:val="006C4046"/>
    <w:rsid w:val="006D291A"/>
    <w:rsid w:val="006E1033"/>
    <w:rsid w:val="006E142C"/>
    <w:rsid w:val="006E19BC"/>
    <w:rsid w:val="006F4F3F"/>
    <w:rsid w:val="007019E5"/>
    <w:rsid w:val="00701A11"/>
    <w:rsid w:val="00702715"/>
    <w:rsid w:val="007064F8"/>
    <w:rsid w:val="007162BB"/>
    <w:rsid w:val="00717EEF"/>
    <w:rsid w:val="00723B3E"/>
    <w:rsid w:val="00733CAE"/>
    <w:rsid w:val="0073709B"/>
    <w:rsid w:val="00746659"/>
    <w:rsid w:val="00756C50"/>
    <w:rsid w:val="00765CBD"/>
    <w:rsid w:val="00766959"/>
    <w:rsid w:val="0077705B"/>
    <w:rsid w:val="0078240D"/>
    <w:rsid w:val="00784180"/>
    <w:rsid w:val="00792321"/>
    <w:rsid w:val="007A1B0C"/>
    <w:rsid w:val="007B0D10"/>
    <w:rsid w:val="007B4B59"/>
    <w:rsid w:val="007C7D71"/>
    <w:rsid w:val="007D0B55"/>
    <w:rsid w:val="007D0C81"/>
    <w:rsid w:val="007D40B5"/>
    <w:rsid w:val="007E1D03"/>
    <w:rsid w:val="007F77CD"/>
    <w:rsid w:val="00801FD3"/>
    <w:rsid w:val="0080790A"/>
    <w:rsid w:val="00821369"/>
    <w:rsid w:val="008218CD"/>
    <w:rsid w:val="00823A6A"/>
    <w:rsid w:val="00823FA7"/>
    <w:rsid w:val="008255E2"/>
    <w:rsid w:val="008318EF"/>
    <w:rsid w:val="0083244C"/>
    <w:rsid w:val="008377FA"/>
    <w:rsid w:val="00837A7C"/>
    <w:rsid w:val="00841D50"/>
    <w:rsid w:val="00847251"/>
    <w:rsid w:val="00851C91"/>
    <w:rsid w:val="008554B1"/>
    <w:rsid w:val="00856F73"/>
    <w:rsid w:val="0087286A"/>
    <w:rsid w:val="0087314D"/>
    <w:rsid w:val="00874AB5"/>
    <w:rsid w:val="00881802"/>
    <w:rsid w:val="00887F8B"/>
    <w:rsid w:val="00891D3A"/>
    <w:rsid w:val="008A2A64"/>
    <w:rsid w:val="008A6BEA"/>
    <w:rsid w:val="008B2397"/>
    <w:rsid w:val="008C368B"/>
    <w:rsid w:val="008C7479"/>
    <w:rsid w:val="008D42EB"/>
    <w:rsid w:val="008D7490"/>
    <w:rsid w:val="008D77F8"/>
    <w:rsid w:val="008E029C"/>
    <w:rsid w:val="008E23BA"/>
    <w:rsid w:val="008E5C3F"/>
    <w:rsid w:val="008F2E30"/>
    <w:rsid w:val="008F4D53"/>
    <w:rsid w:val="009048D6"/>
    <w:rsid w:val="0091424E"/>
    <w:rsid w:val="00924CE0"/>
    <w:rsid w:val="009254D3"/>
    <w:rsid w:val="00931E75"/>
    <w:rsid w:val="0093462D"/>
    <w:rsid w:val="00947B1F"/>
    <w:rsid w:val="009511B5"/>
    <w:rsid w:val="00952476"/>
    <w:rsid w:val="00960593"/>
    <w:rsid w:val="00971658"/>
    <w:rsid w:val="009742A7"/>
    <w:rsid w:val="0097436E"/>
    <w:rsid w:val="00976DC1"/>
    <w:rsid w:val="009812E6"/>
    <w:rsid w:val="00981D00"/>
    <w:rsid w:val="00996E0B"/>
    <w:rsid w:val="009A3F23"/>
    <w:rsid w:val="009A6EA5"/>
    <w:rsid w:val="009A762D"/>
    <w:rsid w:val="009B1209"/>
    <w:rsid w:val="009C29C0"/>
    <w:rsid w:val="009C32EC"/>
    <w:rsid w:val="009D149D"/>
    <w:rsid w:val="009D74FB"/>
    <w:rsid w:val="009E5C61"/>
    <w:rsid w:val="009F4628"/>
    <w:rsid w:val="00A010A0"/>
    <w:rsid w:val="00A0411C"/>
    <w:rsid w:val="00A067DB"/>
    <w:rsid w:val="00A15A9E"/>
    <w:rsid w:val="00A20C91"/>
    <w:rsid w:val="00A241C9"/>
    <w:rsid w:val="00A27116"/>
    <w:rsid w:val="00A36ABD"/>
    <w:rsid w:val="00A42141"/>
    <w:rsid w:val="00A424A2"/>
    <w:rsid w:val="00A43652"/>
    <w:rsid w:val="00A45025"/>
    <w:rsid w:val="00A45857"/>
    <w:rsid w:val="00A5570F"/>
    <w:rsid w:val="00A56226"/>
    <w:rsid w:val="00A563C2"/>
    <w:rsid w:val="00A57118"/>
    <w:rsid w:val="00A606EE"/>
    <w:rsid w:val="00A64688"/>
    <w:rsid w:val="00A64D53"/>
    <w:rsid w:val="00A74175"/>
    <w:rsid w:val="00A94DA4"/>
    <w:rsid w:val="00AA1D35"/>
    <w:rsid w:val="00AA666C"/>
    <w:rsid w:val="00AB6896"/>
    <w:rsid w:val="00AC5D44"/>
    <w:rsid w:val="00AC79D2"/>
    <w:rsid w:val="00AF2424"/>
    <w:rsid w:val="00AF4B54"/>
    <w:rsid w:val="00AF4D14"/>
    <w:rsid w:val="00AF78F4"/>
    <w:rsid w:val="00B14CEF"/>
    <w:rsid w:val="00B179F9"/>
    <w:rsid w:val="00B21D23"/>
    <w:rsid w:val="00B2583D"/>
    <w:rsid w:val="00B37635"/>
    <w:rsid w:val="00B4192A"/>
    <w:rsid w:val="00B503A3"/>
    <w:rsid w:val="00B5074D"/>
    <w:rsid w:val="00B55FD3"/>
    <w:rsid w:val="00B603F8"/>
    <w:rsid w:val="00B76C0A"/>
    <w:rsid w:val="00B76F38"/>
    <w:rsid w:val="00B8572B"/>
    <w:rsid w:val="00B908E1"/>
    <w:rsid w:val="00B92431"/>
    <w:rsid w:val="00B93275"/>
    <w:rsid w:val="00B97558"/>
    <w:rsid w:val="00BA0BC7"/>
    <w:rsid w:val="00BA11D7"/>
    <w:rsid w:val="00BB28B0"/>
    <w:rsid w:val="00BB482F"/>
    <w:rsid w:val="00BB592B"/>
    <w:rsid w:val="00BB618B"/>
    <w:rsid w:val="00BC4A5B"/>
    <w:rsid w:val="00BC596A"/>
    <w:rsid w:val="00BD3605"/>
    <w:rsid w:val="00BD6C18"/>
    <w:rsid w:val="00BE113B"/>
    <w:rsid w:val="00BE13BC"/>
    <w:rsid w:val="00BE393C"/>
    <w:rsid w:val="00BE47B2"/>
    <w:rsid w:val="00BF3F32"/>
    <w:rsid w:val="00BF62CB"/>
    <w:rsid w:val="00C1392A"/>
    <w:rsid w:val="00C262B4"/>
    <w:rsid w:val="00C26BAE"/>
    <w:rsid w:val="00C33FC9"/>
    <w:rsid w:val="00C37771"/>
    <w:rsid w:val="00C41E45"/>
    <w:rsid w:val="00C421F8"/>
    <w:rsid w:val="00C433EA"/>
    <w:rsid w:val="00C71D05"/>
    <w:rsid w:val="00C720F9"/>
    <w:rsid w:val="00C76193"/>
    <w:rsid w:val="00C817CE"/>
    <w:rsid w:val="00C837BE"/>
    <w:rsid w:val="00C92E3C"/>
    <w:rsid w:val="00C94B7A"/>
    <w:rsid w:val="00CA4285"/>
    <w:rsid w:val="00CA6A8B"/>
    <w:rsid w:val="00CA7247"/>
    <w:rsid w:val="00CB181C"/>
    <w:rsid w:val="00CB403E"/>
    <w:rsid w:val="00CC1348"/>
    <w:rsid w:val="00CC20B2"/>
    <w:rsid w:val="00CC43AE"/>
    <w:rsid w:val="00CC5414"/>
    <w:rsid w:val="00CC5EBB"/>
    <w:rsid w:val="00CD57D7"/>
    <w:rsid w:val="00CD5857"/>
    <w:rsid w:val="00CD6181"/>
    <w:rsid w:val="00CD6ECB"/>
    <w:rsid w:val="00CE7D7F"/>
    <w:rsid w:val="00CF2FF3"/>
    <w:rsid w:val="00CF755D"/>
    <w:rsid w:val="00D13052"/>
    <w:rsid w:val="00D16E98"/>
    <w:rsid w:val="00D23711"/>
    <w:rsid w:val="00D2510E"/>
    <w:rsid w:val="00D26BB0"/>
    <w:rsid w:val="00D32A0D"/>
    <w:rsid w:val="00D32E52"/>
    <w:rsid w:val="00D33111"/>
    <w:rsid w:val="00D40D10"/>
    <w:rsid w:val="00D42A2B"/>
    <w:rsid w:val="00D455F4"/>
    <w:rsid w:val="00D61C94"/>
    <w:rsid w:val="00D66135"/>
    <w:rsid w:val="00D66209"/>
    <w:rsid w:val="00D92016"/>
    <w:rsid w:val="00D9227A"/>
    <w:rsid w:val="00D946C5"/>
    <w:rsid w:val="00D94AE3"/>
    <w:rsid w:val="00D94F91"/>
    <w:rsid w:val="00DA52C7"/>
    <w:rsid w:val="00DA5D30"/>
    <w:rsid w:val="00DA6D27"/>
    <w:rsid w:val="00DC6B0E"/>
    <w:rsid w:val="00DF5013"/>
    <w:rsid w:val="00E050B5"/>
    <w:rsid w:val="00E06257"/>
    <w:rsid w:val="00E10EC7"/>
    <w:rsid w:val="00E21674"/>
    <w:rsid w:val="00E22904"/>
    <w:rsid w:val="00E2570F"/>
    <w:rsid w:val="00E27CFB"/>
    <w:rsid w:val="00E31352"/>
    <w:rsid w:val="00E364E6"/>
    <w:rsid w:val="00E406E7"/>
    <w:rsid w:val="00E50B43"/>
    <w:rsid w:val="00E6174A"/>
    <w:rsid w:val="00E64849"/>
    <w:rsid w:val="00E80B87"/>
    <w:rsid w:val="00E83992"/>
    <w:rsid w:val="00E84715"/>
    <w:rsid w:val="00E84D47"/>
    <w:rsid w:val="00E875F5"/>
    <w:rsid w:val="00E8789E"/>
    <w:rsid w:val="00E938B2"/>
    <w:rsid w:val="00E95008"/>
    <w:rsid w:val="00EA7860"/>
    <w:rsid w:val="00EC3B13"/>
    <w:rsid w:val="00ED354B"/>
    <w:rsid w:val="00ED6AD6"/>
    <w:rsid w:val="00ED76FC"/>
    <w:rsid w:val="00EE04BF"/>
    <w:rsid w:val="00EF1BDA"/>
    <w:rsid w:val="00F05605"/>
    <w:rsid w:val="00F057FD"/>
    <w:rsid w:val="00F07B9F"/>
    <w:rsid w:val="00F108D0"/>
    <w:rsid w:val="00F32832"/>
    <w:rsid w:val="00F36062"/>
    <w:rsid w:val="00F42BCC"/>
    <w:rsid w:val="00F4319D"/>
    <w:rsid w:val="00F4621E"/>
    <w:rsid w:val="00F5244B"/>
    <w:rsid w:val="00F52A82"/>
    <w:rsid w:val="00F54055"/>
    <w:rsid w:val="00F60C4F"/>
    <w:rsid w:val="00F64CFF"/>
    <w:rsid w:val="00F67510"/>
    <w:rsid w:val="00F75659"/>
    <w:rsid w:val="00F82E6A"/>
    <w:rsid w:val="00F85961"/>
    <w:rsid w:val="00F873FC"/>
    <w:rsid w:val="00F87551"/>
    <w:rsid w:val="00F93DBB"/>
    <w:rsid w:val="00F94521"/>
    <w:rsid w:val="00FA24B8"/>
    <w:rsid w:val="00FB51F5"/>
    <w:rsid w:val="00FC1948"/>
    <w:rsid w:val="00FC53E2"/>
    <w:rsid w:val="00FD4360"/>
    <w:rsid w:val="00FE2346"/>
    <w:rsid w:val="00FE2BC3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B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875F5"/>
    <w:rPr>
      <w:rFonts w:ascii="Times New Roman" w:hAnsi="Times New Roman"/>
      <w:b/>
      <w:sz w:val="28"/>
    </w:rPr>
  </w:style>
  <w:style w:type="paragraph" w:styleId="a3">
    <w:name w:val="header"/>
    <w:basedOn w:val="a"/>
    <w:link w:val="a4"/>
    <w:uiPriority w:val="99"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32A0D"/>
    <w:rPr>
      <w:rFonts w:cs="Times New Roman"/>
    </w:rPr>
  </w:style>
  <w:style w:type="character" w:styleId="a5">
    <w:name w:val="page number"/>
    <w:uiPriority w:val="99"/>
    <w:rsid w:val="00D32A0D"/>
    <w:rPr>
      <w:rFonts w:cs="Times New Roman"/>
    </w:rPr>
  </w:style>
  <w:style w:type="paragraph" w:customStyle="1" w:styleId="4">
    <w:name w:val="заголовок 4"/>
    <w:basedOn w:val="a"/>
    <w:next w:val="a"/>
    <w:uiPriority w:val="99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uiPriority w:val="99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uiPriority w:val="99"/>
    <w:locked/>
    <w:rsid w:val="00E875F5"/>
    <w:rPr>
      <w:rFonts w:ascii="Times New Roman" w:hAnsi="Times New Roman"/>
      <w:b/>
      <w:sz w:val="32"/>
    </w:rPr>
  </w:style>
  <w:style w:type="table" w:styleId="a8">
    <w:name w:val="Table Grid"/>
    <w:basedOn w:val="a1"/>
    <w:uiPriority w:val="99"/>
    <w:rsid w:val="00D1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0B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B7602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61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1CC5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2A2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B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875F5"/>
    <w:rPr>
      <w:rFonts w:ascii="Times New Roman" w:hAnsi="Times New Roman"/>
      <w:b/>
      <w:sz w:val="28"/>
    </w:rPr>
  </w:style>
  <w:style w:type="paragraph" w:styleId="a3">
    <w:name w:val="header"/>
    <w:basedOn w:val="a"/>
    <w:link w:val="a4"/>
    <w:uiPriority w:val="99"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32A0D"/>
    <w:rPr>
      <w:rFonts w:cs="Times New Roman"/>
    </w:rPr>
  </w:style>
  <w:style w:type="character" w:styleId="a5">
    <w:name w:val="page number"/>
    <w:uiPriority w:val="99"/>
    <w:rsid w:val="00D32A0D"/>
    <w:rPr>
      <w:rFonts w:cs="Times New Roman"/>
    </w:rPr>
  </w:style>
  <w:style w:type="paragraph" w:customStyle="1" w:styleId="4">
    <w:name w:val="заголовок 4"/>
    <w:basedOn w:val="a"/>
    <w:next w:val="a"/>
    <w:uiPriority w:val="99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uiPriority w:val="99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uiPriority w:val="99"/>
    <w:locked/>
    <w:rsid w:val="00E875F5"/>
    <w:rPr>
      <w:rFonts w:ascii="Times New Roman" w:hAnsi="Times New Roman"/>
      <w:b/>
      <w:sz w:val="32"/>
    </w:rPr>
  </w:style>
  <w:style w:type="table" w:styleId="a8">
    <w:name w:val="Table Grid"/>
    <w:basedOn w:val="a1"/>
    <w:uiPriority w:val="99"/>
    <w:rsid w:val="00D1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0B7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B7602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61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1CC5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2A2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0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Юлия Григорьевна</dc:creator>
  <cp:lastModifiedBy>Надежда Викторовна Шемчук</cp:lastModifiedBy>
  <cp:revision>2</cp:revision>
  <cp:lastPrinted>2013-07-18T01:19:00Z</cp:lastPrinted>
  <dcterms:created xsi:type="dcterms:W3CDTF">2025-06-03T03:59:00Z</dcterms:created>
  <dcterms:modified xsi:type="dcterms:W3CDTF">2025-06-03T03:59:00Z</dcterms:modified>
</cp:coreProperties>
</file>